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A0B" w:rsidRDefault="001970C3" w:rsidP="001970C3">
      <w:pPr>
        <w:jc w:val="right"/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.5pt;margin-top:106.2pt;width:400pt;height:180.45pt;z-index:251658752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28;mso-column-margin:5.7pt" inset="2.85pt,2.85pt,2.85pt,2.85pt">
              <w:txbxContent>
                <w:tbl>
                  <w:tblPr>
                    <w:tblStyle w:val="TableGrid"/>
                    <w:tblW w:w="800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674"/>
                    <w:gridCol w:w="5326"/>
                  </w:tblGrid>
                  <w:tr w:rsidR="00A04B9F" w:rsidTr="00965E2E">
                    <w:trPr>
                      <w:trHeight w:val="440"/>
                    </w:trPr>
                    <w:tc>
                      <w:tcPr>
                        <w:tcW w:w="3227" w:type="dxa"/>
                      </w:tcPr>
                      <w:p w:rsidR="00A04B9F" w:rsidRPr="00965E2E" w:rsidRDefault="00A04B9F" w:rsidP="00A04B9F">
                        <w:pPr>
                          <w:pStyle w:val="BodyText"/>
                          <w:widowControl w:val="0"/>
                          <w:jc w:val="right"/>
                          <w:rPr>
                            <w:sz w:val="28"/>
                            <w:szCs w:val="28"/>
                          </w:rPr>
                        </w:pPr>
                        <w:r w:rsidRPr="00965E2E">
                          <w:rPr>
                            <w:sz w:val="28"/>
                            <w:szCs w:val="28"/>
                          </w:rPr>
                          <w:t>Email:</w:t>
                        </w:r>
                      </w:p>
                    </w:tc>
                    <w:tc>
                      <w:tcPr>
                        <w:tcW w:w="7834" w:type="dxa"/>
                      </w:tcPr>
                      <w:p w:rsidR="00A04B9F" w:rsidRPr="00965E2E" w:rsidRDefault="00A04B9F" w:rsidP="00A04B9F">
                        <w:pPr>
                          <w:pStyle w:val="BodyText"/>
                          <w:widowControl w:val="0"/>
                          <w:jc w:val="lef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04B9F" w:rsidTr="00965E2E">
                    <w:trPr>
                      <w:trHeight w:val="440"/>
                    </w:trPr>
                    <w:tc>
                      <w:tcPr>
                        <w:tcW w:w="3227" w:type="dxa"/>
                      </w:tcPr>
                      <w:p w:rsidR="00A04B9F" w:rsidRPr="00965E2E" w:rsidRDefault="00A04B9F" w:rsidP="00A04B9F">
                        <w:pPr>
                          <w:pStyle w:val="BodyText"/>
                          <w:widowControl w:val="0"/>
                          <w:jc w:val="right"/>
                          <w:rPr>
                            <w:sz w:val="28"/>
                            <w:szCs w:val="28"/>
                          </w:rPr>
                        </w:pPr>
                        <w:r w:rsidRPr="00965E2E">
                          <w:rPr>
                            <w:sz w:val="28"/>
                            <w:szCs w:val="28"/>
                          </w:rPr>
                          <w:t xml:space="preserve">Purchase date: </w:t>
                        </w:r>
                      </w:p>
                    </w:tc>
                    <w:tc>
                      <w:tcPr>
                        <w:tcW w:w="7834" w:type="dxa"/>
                      </w:tcPr>
                      <w:p w:rsidR="00A04B9F" w:rsidRPr="00965E2E" w:rsidRDefault="00A04B9F" w:rsidP="00A04B9F">
                        <w:pPr>
                          <w:pStyle w:val="BodyText"/>
                          <w:widowControl w:val="0"/>
                          <w:jc w:val="lef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04B9F" w:rsidTr="00965E2E">
                    <w:trPr>
                      <w:trHeight w:val="440"/>
                    </w:trPr>
                    <w:tc>
                      <w:tcPr>
                        <w:tcW w:w="3227" w:type="dxa"/>
                      </w:tcPr>
                      <w:p w:rsidR="00A04B9F" w:rsidRPr="00965E2E" w:rsidRDefault="00A04B9F" w:rsidP="00A04B9F">
                        <w:pPr>
                          <w:pStyle w:val="BodyText"/>
                          <w:widowControl w:val="0"/>
                          <w:jc w:val="right"/>
                          <w:rPr>
                            <w:sz w:val="28"/>
                            <w:szCs w:val="28"/>
                          </w:rPr>
                        </w:pPr>
                        <w:r w:rsidRPr="00965E2E">
                          <w:rPr>
                            <w:sz w:val="28"/>
                            <w:szCs w:val="28"/>
                          </w:rPr>
                          <w:t>License type:</w:t>
                        </w:r>
                      </w:p>
                    </w:tc>
                    <w:tc>
                      <w:tcPr>
                        <w:tcW w:w="7834" w:type="dxa"/>
                      </w:tcPr>
                      <w:p w:rsidR="00A04B9F" w:rsidRPr="00965E2E" w:rsidRDefault="00A04B9F" w:rsidP="00A04B9F">
                        <w:pPr>
                          <w:pStyle w:val="BodyText"/>
                          <w:widowControl w:val="0"/>
                          <w:jc w:val="lef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04B9F" w:rsidTr="00965E2E">
                    <w:trPr>
                      <w:trHeight w:val="440"/>
                    </w:trPr>
                    <w:tc>
                      <w:tcPr>
                        <w:tcW w:w="3227" w:type="dxa"/>
                      </w:tcPr>
                      <w:p w:rsidR="00A04B9F" w:rsidRPr="00965E2E" w:rsidRDefault="00A04B9F" w:rsidP="00A04B9F">
                        <w:pPr>
                          <w:pStyle w:val="BodyText"/>
                          <w:widowControl w:val="0"/>
                          <w:jc w:val="right"/>
                          <w:rPr>
                            <w:sz w:val="28"/>
                            <w:szCs w:val="28"/>
                          </w:rPr>
                        </w:pPr>
                        <w:r w:rsidRPr="00965E2E">
                          <w:rPr>
                            <w:sz w:val="28"/>
                            <w:szCs w:val="28"/>
                          </w:rPr>
                          <w:t>Version:</w:t>
                        </w:r>
                      </w:p>
                    </w:tc>
                    <w:tc>
                      <w:tcPr>
                        <w:tcW w:w="7834" w:type="dxa"/>
                      </w:tcPr>
                      <w:p w:rsidR="00A04B9F" w:rsidRPr="00965E2E" w:rsidRDefault="00A04B9F" w:rsidP="00A04B9F">
                        <w:pPr>
                          <w:pStyle w:val="BodyText"/>
                          <w:widowControl w:val="0"/>
                          <w:jc w:val="lef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04B9F" w:rsidTr="00965E2E">
                    <w:trPr>
                      <w:trHeight w:val="440"/>
                    </w:trPr>
                    <w:tc>
                      <w:tcPr>
                        <w:tcW w:w="3227" w:type="dxa"/>
                      </w:tcPr>
                      <w:p w:rsidR="00A04B9F" w:rsidRPr="00965E2E" w:rsidRDefault="00A04B9F" w:rsidP="00A04B9F">
                        <w:pPr>
                          <w:pStyle w:val="BodyText"/>
                          <w:widowControl w:val="0"/>
                          <w:jc w:val="right"/>
                          <w:rPr>
                            <w:sz w:val="28"/>
                            <w:szCs w:val="28"/>
                          </w:rPr>
                        </w:pPr>
                        <w:r w:rsidRPr="00965E2E">
                          <w:rPr>
                            <w:sz w:val="28"/>
                            <w:szCs w:val="28"/>
                          </w:rPr>
                          <w:t>Expiration:</w:t>
                        </w:r>
                      </w:p>
                    </w:tc>
                    <w:tc>
                      <w:tcPr>
                        <w:tcW w:w="7834" w:type="dxa"/>
                      </w:tcPr>
                      <w:p w:rsidR="00A04B9F" w:rsidRPr="00965E2E" w:rsidRDefault="00A04B9F" w:rsidP="00A04B9F">
                        <w:pPr>
                          <w:pStyle w:val="BodyText"/>
                          <w:widowControl w:val="0"/>
                          <w:jc w:val="lef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04B9F" w:rsidRDefault="00A04B9F" w:rsidP="008E1718">
                  <w:pPr>
                    <w:pStyle w:val="BodyText"/>
                    <w:widowControl w:val="0"/>
                  </w:pPr>
                </w:p>
              </w:txbxContent>
            </v:textbox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s1027" type="#_x0000_t202" style="position:absolute;left:0;text-align:left;margin-left:-40.8pt;margin-top:-26.35pt;width:500pt;height:76.5pt;z-index:251656704;visibility:visible;mso-wrap-edited:f;mso-wrap-distance-left:2.88pt;mso-wrap-distance-top:2.88pt;mso-wrap-distance-right:2.88pt;mso-wrap-distance-bottom:2.88pt;v-text-anchor:bottom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27;mso-column-margin:5.7pt" inset="2.85pt,2.85pt,2.85pt,2.85pt">
              <w:txbxContent>
                <w:p w:rsidR="008E1718" w:rsidRPr="00965E2E" w:rsidRDefault="00A04B9F" w:rsidP="008E1718">
                  <w:pPr>
                    <w:pStyle w:val="Title"/>
                    <w:widowControl w:val="0"/>
                    <w:rPr>
                      <w:b/>
                      <w:color w:val="479148" w:themeColor="accent4" w:themeShade="BF"/>
                      <w:sz w:val="44"/>
                      <w:szCs w:val="44"/>
                    </w:rPr>
                  </w:pPr>
                  <w:r w:rsidRPr="00965E2E">
                    <w:rPr>
                      <w:b/>
                      <w:color w:val="479148" w:themeColor="accent4" w:themeShade="BF"/>
                      <w:sz w:val="44"/>
                      <w:szCs w:val="44"/>
                    </w:rPr>
                    <w:t>TaskUnifier PRO</w:t>
                  </w:r>
                  <w:r w:rsidR="008E1718" w:rsidRPr="00965E2E">
                    <w:rPr>
                      <w:b/>
                      <w:color w:val="479148" w:themeColor="accent4" w:themeShade="BF"/>
                      <w:sz w:val="44"/>
                      <w:szCs w:val="44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val="nl-BE" w:eastAsia="nl-BE"/>
        </w:rPr>
        <w:drawing>
          <wp:anchor distT="0" distB="0" distL="114300" distR="114300" simplePos="0" relativeHeight="251654656" behindDoc="1" locked="0" layoutInCell="0" allowOverlap="1" wp14:anchorId="2DAAF732" wp14:editId="12DA11E2">
            <wp:simplePos x="0" y="0"/>
            <wp:positionH relativeFrom="page">
              <wp:posOffset>394335</wp:posOffset>
            </wp:positionH>
            <wp:positionV relativeFrom="page">
              <wp:posOffset>332740</wp:posOffset>
            </wp:positionV>
            <wp:extent cx="6350000" cy="4064000"/>
            <wp:effectExtent l="0" t="0" r="0" b="0"/>
            <wp:wrapNone/>
            <wp:docPr id="1" name="Picture 0" descr="worlds_best_border_1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00" cy="406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nl-BE" w:eastAsia="nl-BE"/>
        </w:rPr>
        <w:drawing>
          <wp:anchor distT="0" distB="0" distL="114300" distR="114300" simplePos="0" relativeHeight="251655680" behindDoc="1" locked="0" layoutInCell="0" allowOverlap="1" wp14:anchorId="52ECC0F9" wp14:editId="5FB4014C">
            <wp:simplePos x="0" y="0"/>
            <wp:positionH relativeFrom="page">
              <wp:posOffset>397510</wp:posOffset>
            </wp:positionH>
            <wp:positionV relativeFrom="page">
              <wp:posOffset>338455</wp:posOffset>
            </wp:positionV>
            <wp:extent cx="6350000" cy="4064000"/>
            <wp:effectExtent l="0" t="0" r="0" b="0"/>
            <wp:wrapNone/>
            <wp:docPr id="2" name="Picture 0" descr="worlds_best_border_1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00" cy="406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5E2E">
        <w:rPr>
          <w:rFonts w:ascii="Times New Roman" w:hAnsi="Times New Roman"/>
          <w:sz w:val="24"/>
          <w:szCs w:val="24"/>
        </w:rPr>
        <w:pict>
          <v:shape id="_x0000_s1029" type="#_x0000_t202" style="position:absolute;left:0;text-align:left;margin-left:201.8pt;margin-top:279.05pt;width:400pt;height:51pt;z-index:251657728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29;mso-column-margin:5.7pt" inset="2.85pt,2.85pt,2.85pt,0">
              <w:txbxContent>
                <w:p w:rsidR="008E1718" w:rsidRPr="00965E2E" w:rsidRDefault="008E1718" w:rsidP="008E1718">
                  <w:pPr>
                    <w:pStyle w:val="Name"/>
                    <w:widowControl w:val="0"/>
                    <w:rPr>
                      <w:sz w:val="48"/>
                      <w:szCs w:val="48"/>
                    </w:rPr>
                  </w:pPr>
                </w:p>
              </w:txbxContent>
            </v:textbox>
          </v:shape>
        </w:pict>
      </w:r>
    </w:p>
    <w:sectPr w:rsidR="00132A0B" w:rsidSect="00F349C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2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4B9F"/>
    <w:rsid w:val="00132A0B"/>
    <w:rsid w:val="001970C3"/>
    <w:rsid w:val="001D4507"/>
    <w:rsid w:val="00201E57"/>
    <w:rsid w:val="002B56B8"/>
    <w:rsid w:val="00354966"/>
    <w:rsid w:val="004E7A56"/>
    <w:rsid w:val="005B0CB9"/>
    <w:rsid w:val="00723275"/>
    <w:rsid w:val="00784DFA"/>
    <w:rsid w:val="008D23FF"/>
    <w:rsid w:val="008E1718"/>
    <w:rsid w:val="00931F08"/>
    <w:rsid w:val="00965E2E"/>
    <w:rsid w:val="0098634D"/>
    <w:rsid w:val="00990370"/>
    <w:rsid w:val="00A04B9F"/>
    <w:rsid w:val="00BF308E"/>
    <w:rsid w:val="00D40AC7"/>
    <w:rsid w:val="00F3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4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9C9"/>
    <w:rPr>
      <w:rFonts w:ascii="Tahoma" w:hAnsi="Tahoma" w:cs="Tahoma"/>
      <w:sz w:val="16"/>
      <w:szCs w:val="16"/>
    </w:rPr>
  </w:style>
  <w:style w:type="paragraph" w:styleId="BodyText">
    <w:name w:val="Body Text"/>
    <w:link w:val="BodyTextChar"/>
    <w:uiPriority w:val="99"/>
    <w:semiHidden/>
    <w:unhideWhenUsed/>
    <w:rsid w:val="008E1718"/>
    <w:pPr>
      <w:spacing w:after="0" w:line="240" w:lineRule="auto"/>
      <w:jc w:val="center"/>
    </w:pPr>
    <w:rPr>
      <w:rFonts w:ascii="Constantia" w:eastAsia="Times New Roman" w:hAnsi="Constantia" w:cs="Times New Roman"/>
      <w:color w:val="000000"/>
      <w:kern w:val="28"/>
      <w:sz w:val="52"/>
      <w:szCs w:val="5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E1718"/>
    <w:rPr>
      <w:rFonts w:ascii="Constantia" w:eastAsia="Times New Roman" w:hAnsi="Constantia" w:cs="Times New Roman"/>
      <w:color w:val="000000"/>
      <w:kern w:val="28"/>
      <w:sz w:val="52"/>
      <w:szCs w:val="52"/>
    </w:rPr>
  </w:style>
  <w:style w:type="paragraph" w:customStyle="1" w:styleId="Name">
    <w:name w:val="Name"/>
    <w:rsid w:val="008E1718"/>
    <w:pPr>
      <w:spacing w:after="0" w:line="192" w:lineRule="auto"/>
      <w:jc w:val="center"/>
    </w:pPr>
    <w:rPr>
      <w:rFonts w:ascii="Constantia" w:eastAsia="Times New Roman" w:hAnsi="Constantia" w:cs="Times New Roman"/>
      <w:b/>
      <w:bCs/>
      <w:caps/>
      <w:color w:val="000000"/>
      <w:kern w:val="28"/>
      <w:sz w:val="132"/>
      <w:szCs w:val="132"/>
    </w:rPr>
  </w:style>
  <w:style w:type="paragraph" w:customStyle="1" w:styleId="Italics">
    <w:name w:val="Italics"/>
    <w:rsid w:val="008E1718"/>
    <w:pPr>
      <w:spacing w:after="0" w:line="240" w:lineRule="auto"/>
      <w:jc w:val="center"/>
    </w:pPr>
    <w:rPr>
      <w:rFonts w:ascii="Garamond" w:eastAsia="Times New Roman" w:hAnsi="Garamond" w:cs="Times New Roman"/>
      <w:i/>
      <w:iCs/>
      <w:color w:val="000000"/>
      <w:kern w:val="28"/>
      <w:sz w:val="32"/>
      <w:szCs w:val="32"/>
    </w:rPr>
  </w:style>
  <w:style w:type="paragraph" w:styleId="Title">
    <w:name w:val="Title"/>
    <w:link w:val="TitleChar"/>
    <w:uiPriority w:val="10"/>
    <w:qFormat/>
    <w:rsid w:val="008E1718"/>
    <w:pPr>
      <w:spacing w:after="0" w:line="192" w:lineRule="auto"/>
      <w:jc w:val="center"/>
    </w:pPr>
    <w:rPr>
      <w:rFonts w:ascii="Constantia" w:eastAsia="Times New Roman" w:hAnsi="Constantia" w:cs="Times New Roman"/>
      <w:caps/>
      <w:color w:val="000000"/>
      <w:kern w:val="28"/>
      <w:sz w:val="92"/>
      <w:szCs w:val="92"/>
    </w:rPr>
  </w:style>
  <w:style w:type="character" w:customStyle="1" w:styleId="TitleChar">
    <w:name w:val="Title Char"/>
    <w:basedOn w:val="DefaultParagraphFont"/>
    <w:link w:val="Title"/>
    <w:uiPriority w:val="10"/>
    <w:rsid w:val="008E1718"/>
    <w:rPr>
      <w:rFonts w:ascii="Constantia" w:eastAsia="Times New Roman" w:hAnsi="Constantia" w:cs="Times New Roman"/>
      <w:caps/>
      <w:color w:val="000000"/>
      <w:kern w:val="28"/>
      <w:sz w:val="92"/>
      <w:szCs w:val="92"/>
    </w:rPr>
  </w:style>
  <w:style w:type="paragraph" w:customStyle="1" w:styleId="Labels">
    <w:name w:val="Labels"/>
    <w:rsid w:val="008E1718"/>
    <w:pPr>
      <w:spacing w:after="80" w:line="285" w:lineRule="auto"/>
    </w:pPr>
    <w:rPr>
      <w:rFonts w:ascii="Candara" w:eastAsia="Times New Roman" w:hAnsi="Candara" w:cs="Times New Roman"/>
      <w:color w:val="000000"/>
      <w:kern w:val="28"/>
      <w:sz w:val="16"/>
      <w:szCs w:val="16"/>
    </w:rPr>
  </w:style>
  <w:style w:type="table" w:styleId="TableGrid">
    <w:name w:val="Table Grid"/>
    <w:basedOn w:val="TableNormal"/>
    <w:uiPriority w:val="59"/>
    <w:rsid w:val="00A04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jamin.leclerc\AppData\Roaming\Microsoft\Templates\WorldsBestCert.dotx" TargetMode="Externa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C50D6D9-EE51-42B2-8375-F44F241EC3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WorldsBestCert.dotx</Template>
  <TotalTime>35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World's Best award certificate</vt:lpstr>
    </vt:vector>
  </TitlesOfParts>
  <Company>Accenture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World's Best award certificate</dc:title>
  <dc:creator>Leclerc, Benjamin</dc:creator>
  <cp:lastModifiedBy>Leclerc, Benjamin</cp:lastModifiedBy>
  <cp:revision>4</cp:revision>
  <cp:lastPrinted>2008-04-01T18:08:00Z</cp:lastPrinted>
  <dcterms:created xsi:type="dcterms:W3CDTF">2013-02-05T09:37:00Z</dcterms:created>
  <dcterms:modified xsi:type="dcterms:W3CDTF">2013-02-08T15:19:00Z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TC102710119990</vt:lpwstr>
  </property>
</Properties>
</file>