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 xml:space="preserve">工 作 </w:t>
      </w:r>
      <w:r>
        <w:rPr>
          <w:rFonts w:ascii="宋体" w:hAnsi="宋体"/>
          <w:b/>
          <w:bCs/>
          <w:sz w:val="52"/>
          <w:szCs w:val="52"/>
        </w:rPr>
        <w:t>证</w:t>
      </w:r>
      <w:r>
        <w:rPr>
          <w:rFonts w:hint="eastAsia" w:ascii="宋体" w:hAnsi="宋体"/>
          <w:b/>
          <w:bCs/>
          <w:sz w:val="52"/>
          <w:szCs w:val="52"/>
        </w:rPr>
        <w:t xml:space="preserve"> </w:t>
      </w:r>
      <w:r>
        <w:rPr>
          <w:rFonts w:ascii="宋体" w:hAnsi="宋体"/>
          <w:b/>
          <w:bCs/>
          <w:sz w:val="52"/>
          <w:szCs w:val="52"/>
        </w:rPr>
        <w:t>明</w:t>
      </w:r>
    </w:p>
    <w:p>
      <w:pPr>
        <w:spacing w:line="48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兹证明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，男（女），出生日期：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日，身份证号码：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/>
          <w:sz w:val="28"/>
          <w:szCs w:val="28"/>
        </w:rPr>
        <w:t>，为我公司在职员工。自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月进入我单位工作，至今已有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年，现担任公司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部门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一职。</w:t>
      </w:r>
    </w:p>
    <w:p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特此证明！</w:t>
      </w:r>
    </w:p>
    <w:p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8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80" w:lineRule="auto"/>
        <w:ind w:firstLine="5880" w:firstLineChars="2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单位名称（盖章）</w:t>
      </w:r>
    </w:p>
    <w:p>
      <w:pPr>
        <w:spacing w:line="480" w:lineRule="auto"/>
        <w:ind w:firstLine="5320" w:firstLineChars="19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年    月    日</w:t>
      </w:r>
    </w:p>
    <w:p>
      <w:pPr>
        <w:spacing w:line="480" w:lineRule="auto"/>
        <w:ind w:firstLine="5320" w:firstLineChars="1900"/>
        <w:rPr>
          <w:rFonts w:hint="eastAsia" w:ascii="宋体" w:hAnsi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50A65"/>
    <w:rsid w:val="00021AD6"/>
    <w:rsid w:val="000D3F17"/>
    <w:rsid w:val="001B70F3"/>
    <w:rsid w:val="003031FA"/>
    <w:rsid w:val="00386E35"/>
    <w:rsid w:val="00422F70"/>
    <w:rsid w:val="00650553"/>
    <w:rsid w:val="006F36FC"/>
    <w:rsid w:val="007277DF"/>
    <w:rsid w:val="00761517"/>
    <w:rsid w:val="007650BF"/>
    <w:rsid w:val="007806B8"/>
    <w:rsid w:val="00803B55"/>
    <w:rsid w:val="008763C4"/>
    <w:rsid w:val="008E3C2F"/>
    <w:rsid w:val="00904C69"/>
    <w:rsid w:val="00973D71"/>
    <w:rsid w:val="009E24B3"/>
    <w:rsid w:val="009F73CD"/>
    <w:rsid w:val="00A169B9"/>
    <w:rsid w:val="00A2060F"/>
    <w:rsid w:val="00C20F38"/>
    <w:rsid w:val="00C86D6C"/>
    <w:rsid w:val="00CD3AD4"/>
    <w:rsid w:val="00D1512D"/>
    <w:rsid w:val="00D54BD8"/>
    <w:rsid w:val="00E15EF2"/>
    <w:rsid w:val="00EF4FA9"/>
    <w:rsid w:val="00F37D8E"/>
    <w:rsid w:val="00F72226"/>
    <w:rsid w:val="00FA1D7D"/>
    <w:rsid w:val="00FA378D"/>
    <w:rsid w:val="00FC305B"/>
    <w:rsid w:val="2845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017c2a97-4566-4054-926b-1f03609a5b77\&#21333;&#20301;&#24037;&#20316;&#35777;&#26126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单位工作证明.docx</Template>
  <Company>巴南区委办</Company>
  <Pages>1</Pages>
  <Words>81</Words>
  <Characters>81</Characters>
  <Lines>1</Lines>
  <Paragraphs>1</Paragraphs>
  <TotalTime>80</TotalTime>
  <ScaleCrop>false</ScaleCrop>
  <LinksUpToDate>false</LinksUpToDate>
  <CharactersWithSpaces>190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2022-01-12T03:27:00Z</dcterms:created>
  <dc:creator>铭</dc:creator>
  <cp:lastModifiedBy>铭</cp:lastModifiedBy>
  <dcterms:modified xsi:type="dcterms:W3CDTF">2022-01-12T03:34:48Z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v1.0_mb_o+z76bBgjsBgSqXuU7Y3NA==</vt:lpwstr>
  </property>
  <property fmtid="{D5CDD505-2E9C-101B-9397-08002B2CF9AE}" pid="4" name="ICV">
    <vt:lpwstr>09447B63C8C6456991C1CF8617F78FB4</vt:lpwstr>
  </property>
</Properties>
</file>