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XXXXX公司开发合同</w:t>
      </w:r>
    </w:p>
    <w:p>
      <w:pPr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合同编号：</w:t>
      </w:r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合同编号"/>
          <w:tag w:val="合同编号"/>
          <w:id w:val="147473651"/>
          <w:placeholder>
            <w:docPart w:val="{419e8040-117b-41c9-b87d-a637d7fb87e0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/>
              <w:lang w:val="en-US" w:eastAsia="zh-CN"/>
            </w:rPr>
            <w:t>合同编号</w:t>
          </w:r>
        </w:sdtContent>
      </w:sdt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公司名称：</w:t>
      </w:r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公司名称"/>
          <w:tag w:val="公司名称"/>
          <w:id w:val="147474144"/>
          <w:placeholder>
            <w:docPart w:val="{29dd06ce-61ce-4531-8ef0-d73959825760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 w:cs="Times New Roman"/>
              <w:kern w:val="2"/>
              <w:sz w:val="21"/>
              <w:szCs w:val="24"/>
              <w:lang w:val="en-US" w:eastAsia="zh-CN" w:bidi="ar-SA"/>
            </w:rPr>
            <w:t>公司名称</w:t>
          </w:r>
        </w:sdtContent>
      </w:sdt>
    </w:p>
    <w:p>
      <w:pPr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信用代码</w:t>
      </w:r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信用代码"/>
          <w:tag w:val="信用代码"/>
          <w:id w:val="147473955"/>
          <w:placeholder>
            <w:docPart w:val="{6155738f-3901-4dd7-b060-55ff3bec0408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/>
              <w:lang w:val="en-US" w:eastAsia="zh-CN"/>
            </w:rPr>
            <w:t>信用代码</w:t>
          </w:r>
        </w:sdtContent>
      </w:sdt>
    </w:p>
    <w:p>
      <w:pPr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</w:p>
    <w:p>
      <w:pPr>
        <w:ind w:left="3360" w:leftChars="0" w:firstLine="420" w:firstLineChars="0"/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客户名称：</w:t>
      </w:r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客户名称"/>
          <w:tag w:val="客户名称"/>
          <w:id w:val="147473896"/>
          <w:placeholder>
            <w:docPart w:val="{bed9553f-9b53-455f-9ff2-2857b5db67ee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 w:cs="Times New Roman"/>
              <w:kern w:val="2"/>
              <w:sz w:val="21"/>
              <w:szCs w:val="24"/>
              <w:lang w:val="en-US" w:eastAsia="zh-CN" w:bidi="ar-SA"/>
            </w:rPr>
            <w:t>客户名称</w:t>
          </w:r>
        </w:sdtContent>
      </w:sdt>
    </w:p>
    <w:p>
      <w:pPr>
        <w:ind w:left="3360" w:leftChars="0" w:firstLine="420" w:firstLineChars="0"/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</w:p>
    <w:p>
      <w:pPr>
        <w:ind w:left="3360" w:leftChars="0" w:firstLine="420" w:firstLineChars="0"/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身份证号码：</w:t>
      </w:r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身份证号码"/>
          <w:tag w:val="身份证号码"/>
          <w:id w:val="147473782"/>
          <w:placeholder>
            <w:docPart w:val="{6e160c2d-0c05-4a80-862e-b52364f886e5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 w:cs="Times New Roman"/>
              <w:kern w:val="2"/>
              <w:sz w:val="21"/>
              <w:szCs w:val="24"/>
              <w:lang w:val="en-US" w:eastAsia="zh-CN" w:bidi="ar-SA"/>
            </w:rPr>
            <w:t>身份证号码</w:t>
          </w:r>
        </w:sdtContent>
      </w:sdt>
    </w:p>
    <w:p>
      <w:pPr>
        <w:ind w:left="3360" w:leftChars="0" w:firstLine="420" w:firstLineChars="0"/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Franklin Gothic Medium" w:hAnsi="Franklin Gothic Medium" w:eastAsia="微软雅黑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客户地址：</w:t>
      </w:r>
      <w:bookmarkStart w:id="0" w:name="_GoBack"/>
      <w:bookmarkEnd w:id="0"/>
      <w:sdt>
        <w:sdt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  <w:alias w:val="客户地址"/>
          <w:tag w:val="客户地址"/>
          <w:id w:val="147473710"/>
          <w:placeholder>
            <w:docPart w:val="{547b61cb-f08c-43b6-89a9-bb146c62adb6}"/>
          </w:placeholder>
        </w:sdtPr>
        <w:sdtEndPr>
          <w:rPr>
            <w:rFonts w:hint="eastAsia" w:ascii="Franklin Gothic Medium" w:hAnsi="Franklin Gothic Medium" w:eastAsia="微软雅黑" w:cs="Times New Roman"/>
            <w:kern w:val="2"/>
            <w:sz w:val="21"/>
            <w:szCs w:val="24"/>
            <w:lang w:val="en-US" w:eastAsia="zh-CN" w:bidi="ar-SA"/>
          </w:rPr>
        </w:sdtEndPr>
        <w:sdtContent>
          <w:r>
            <w:rPr>
              <w:rFonts w:hint="eastAsia" w:cs="Times New Roman"/>
              <w:kern w:val="2"/>
              <w:sz w:val="21"/>
              <w:szCs w:val="24"/>
              <w:lang w:val="en-US" w:eastAsia="zh-CN" w:bidi="ar-SA"/>
            </w:rPr>
            <w:t>客户地址</w:t>
          </w:r>
        </w:sdtContent>
      </w:sdt>
    </w:p>
    <w:sectPr>
      <w:headerReference r:id="rId3" w:type="default"/>
      <w:footerReference r:id="rId4" w:type="default"/>
      <w:pgSz w:w="11906" w:h="16838"/>
      <w:pgMar w:top="1134" w:right="850" w:bottom="1134" w:left="850" w:header="283" w:footer="283" w:gutter="283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体 Bold">
    <w:altName w:val="黑体"/>
    <w:panose1 w:val="020B0800000000000000"/>
    <w:charset w:val="86"/>
    <w:family w:val="auto"/>
    <w:pitch w:val="default"/>
    <w:sig w:usb0="00000000" w:usb1="00000000" w:usb2="00000016" w:usb3="00000000" w:csb0="602E0107" w:csb1="00000000"/>
  </w:font>
  <w:font w:name="思源黑体 Regular">
    <w:altName w:val="黑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  <w:color w:val="A5A5A5"/>
        <w:sz w:val="21"/>
        <w:szCs w:val="21"/>
        <w:lang w:val="en-US" w:eastAsia="zh-CN"/>
      </w:rPr>
    </w:pPr>
    <w:r>
      <w:rPr>
        <w:rFonts w:hint="eastAsia"/>
        <w:color w:val="A5A5A5"/>
        <w:sz w:val="21"/>
        <w:szCs w:val="21"/>
        <w:lang w:val="en-US" w:eastAsia="zh-CN"/>
      </w:rPr>
      <w:t xml:space="preserve">按需定制，您的互联网技术小帮手！全方位响应您的需求，您的项目小管家！              </w:t>
    </w:r>
    <w:r>
      <w:rPr>
        <w:rFonts w:hint="eastAsia"/>
        <w:color w:val="A5A5A5"/>
        <w:sz w:val="21"/>
        <w:szCs w:val="21"/>
        <w:lang w:val="en-US" w:eastAsia="zh-CN"/>
      </w:rPr>
      <w:fldChar w:fldCharType="begin"/>
    </w:r>
    <w:r>
      <w:rPr>
        <w:rFonts w:hint="eastAsia"/>
        <w:color w:val="A5A5A5"/>
        <w:sz w:val="21"/>
        <w:szCs w:val="21"/>
        <w:lang w:val="en-US" w:eastAsia="zh-CN"/>
      </w:rPr>
      <w:instrText xml:space="preserve"> TIME \@ "yyyy-MM-dd" \* MERGEFORMAT </w:instrText>
    </w:r>
    <w:r>
      <w:rPr>
        <w:rFonts w:hint="eastAsia"/>
        <w:color w:val="A5A5A5"/>
        <w:sz w:val="21"/>
        <w:szCs w:val="21"/>
        <w:lang w:val="en-US" w:eastAsia="zh-CN"/>
      </w:rPr>
      <w:fldChar w:fldCharType="separate"/>
    </w:r>
    <w:r>
      <w:rPr>
        <w:rFonts w:hint="eastAsia"/>
        <w:color w:val="A5A5A5"/>
        <w:sz w:val="21"/>
        <w:szCs w:val="21"/>
        <w:lang w:val="en-US" w:eastAsia="zh-CN"/>
      </w:rPr>
      <w:t>2019-03-13</w:t>
    </w:r>
    <w:r>
      <w:rPr>
        <w:rFonts w:hint="eastAsia"/>
        <w:color w:val="A5A5A5"/>
        <w:sz w:val="21"/>
        <w:szCs w:val="21"/>
        <w:lang w:val="en-US" w:eastAsia="zh-CN"/>
      </w:rPr>
      <w:fldChar w:fldCharType="end"/>
    </w:r>
  </w:p>
  <w:p>
    <w:pPr>
      <w:pStyle w:val="5"/>
      <w:rPr>
        <w:rFonts w:hint="eastAsia"/>
        <w:color w:val="A5A5A5"/>
        <w:sz w:val="21"/>
        <w:szCs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2541905</wp:posOffset>
              </wp:positionH>
              <wp:positionV relativeFrom="paragraph">
                <wp:posOffset>66675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微软雅黑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15pt;margin-top:5.2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2XqIfWAAAACgEAAA8AAAAAAAAAAQAgAAAAIgAAAGRycy9kb3ducmV2&#10;LnhtbFBLAQIUABQAAAAIAIdO4kB655JPxQEAAGsDAAAOAAAAAAAAAAEAIAAAAC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微软雅黑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rPr>
        <w:rFonts w:hint="eastAsia"/>
        <w:color w:val="A5A5A5"/>
        <w:sz w:val="21"/>
        <w:szCs w:val="21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  <w:b w:val="0"/>
        <w:bCs w:val="0"/>
        <w:color w:val="A5A5A5"/>
        <w:sz w:val="24"/>
        <w:szCs w:val="24"/>
        <w:shd w:val="clear" w:color="auto" w:fill="auto"/>
        <w:lang w:val="en-US" w:eastAsia="zh-CN"/>
      </w:rPr>
    </w:pPr>
    <w:r>
      <w:rPr>
        <w:rFonts w:hint="eastAsia"/>
        <w:b w:val="0"/>
        <w:bCs w:val="0"/>
        <w:color w:val="A5A5A5"/>
        <w:sz w:val="24"/>
        <w:szCs w:val="24"/>
        <w:shd w:val="clear" w:color="auto" w:fill="auto"/>
        <w:lang w:val="en-US" w:eastAsia="zh-CN"/>
      </w:rPr>
      <w:drawing>
        <wp:inline distT="0" distB="0" distL="114300" distR="114300">
          <wp:extent cx="1449705" cy="513080"/>
          <wp:effectExtent l="0" t="0" r="17145" b="1270"/>
          <wp:docPr id="3" name="图片 8" descr="标准横版[标绿透明]_848x300_72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8" descr="标准横版[标绿透明]_848x300_72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9705" cy="5130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b w:val="0"/>
        <w:bCs w:val="0"/>
        <w:color w:val="A5A5A5"/>
        <w:sz w:val="24"/>
        <w:szCs w:val="24"/>
        <w:shd w:val="clear" w:color="auto" w:fill="auto"/>
        <w:lang w:val="en-US" w:eastAsia="zh-CN"/>
      </w:rPr>
      <w:t xml:space="preserve">                   四川青橙科技有限公司项目开发合同（2019版）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178CE"/>
    <w:multiLevelType w:val="singleLevel"/>
    <w:tmpl w:val="5C5178CE"/>
    <w:lvl w:ilvl="0" w:tentative="0">
      <w:start w:val="1"/>
      <w:numFmt w:val="decimal"/>
      <w:pStyle w:val="4"/>
      <w:lvlText w:val="%1.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1">
    <w:nsid w:val="5C517E76"/>
    <w:multiLevelType w:val="singleLevel"/>
    <w:tmpl w:val="5C517E76"/>
    <w:lvl w:ilvl="0" w:tentative="0">
      <w:start w:val="1"/>
      <w:numFmt w:val="decimal"/>
      <w:pStyle w:val="10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C519334"/>
    <w:multiLevelType w:val="singleLevel"/>
    <w:tmpl w:val="5C519334"/>
    <w:lvl w:ilvl="0" w:tentative="0">
      <w:start w:val="1"/>
      <w:numFmt w:val="bullet"/>
      <w:pStyle w:val="3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attachedTemplate r:id="rId1"/>
  <w:documentProtection w:edit="forms" w:formatting="1"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52403"/>
    <w:rsid w:val="00646836"/>
    <w:rsid w:val="04A15AC3"/>
    <w:rsid w:val="07135858"/>
    <w:rsid w:val="0A5B1B8E"/>
    <w:rsid w:val="0B011D43"/>
    <w:rsid w:val="0B592252"/>
    <w:rsid w:val="0C833FA2"/>
    <w:rsid w:val="0CDF413C"/>
    <w:rsid w:val="0DA47A6E"/>
    <w:rsid w:val="0E443EDF"/>
    <w:rsid w:val="0EBE2CBC"/>
    <w:rsid w:val="10476462"/>
    <w:rsid w:val="112E56ED"/>
    <w:rsid w:val="12B96AA8"/>
    <w:rsid w:val="133C34D7"/>
    <w:rsid w:val="13A92642"/>
    <w:rsid w:val="158F5A78"/>
    <w:rsid w:val="15AC7961"/>
    <w:rsid w:val="17A77580"/>
    <w:rsid w:val="199757B1"/>
    <w:rsid w:val="199E4F6A"/>
    <w:rsid w:val="19B537C7"/>
    <w:rsid w:val="19D75B88"/>
    <w:rsid w:val="1AE01CBB"/>
    <w:rsid w:val="1C6D0C8C"/>
    <w:rsid w:val="1C9E058F"/>
    <w:rsid w:val="1E0F2B76"/>
    <w:rsid w:val="206157D9"/>
    <w:rsid w:val="218B05C9"/>
    <w:rsid w:val="22104A8C"/>
    <w:rsid w:val="243678A3"/>
    <w:rsid w:val="24EE1D52"/>
    <w:rsid w:val="25307C93"/>
    <w:rsid w:val="258D4868"/>
    <w:rsid w:val="26080429"/>
    <w:rsid w:val="26244AEF"/>
    <w:rsid w:val="27E97587"/>
    <w:rsid w:val="27FB0004"/>
    <w:rsid w:val="2819166F"/>
    <w:rsid w:val="28845A8B"/>
    <w:rsid w:val="2B1106B9"/>
    <w:rsid w:val="2C593ED3"/>
    <w:rsid w:val="2C6A6803"/>
    <w:rsid w:val="2C6F06C0"/>
    <w:rsid w:val="2CC91CB5"/>
    <w:rsid w:val="2D095BAC"/>
    <w:rsid w:val="2D5C024F"/>
    <w:rsid w:val="2F7B17D2"/>
    <w:rsid w:val="3056345E"/>
    <w:rsid w:val="316978F3"/>
    <w:rsid w:val="322C4063"/>
    <w:rsid w:val="32CF69D1"/>
    <w:rsid w:val="336F35F5"/>
    <w:rsid w:val="387A2088"/>
    <w:rsid w:val="396775D4"/>
    <w:rsid w:val="397A09EA"/>
    <w:rsid w:val="3BBB38B9"/>
    <w:rsid w:val="3DA33670"/>
    <w:rsid w:val="3DFB374C"/>
    <w:rsid w:val="3FB03588"/>
    <w:rsid w:val="3FB75071"/>
    <w:rsid w:val="4016436E"/>
    <w:rsid w:val="411B1179"/>
    <w:rsid w:val="42DE2494"/>
    <w:rsid w:val="435B673E"/>
    <w:rsid w:val="4397180B"/>
    <w:rsid w:val="43F7442C"/>
    <w:rsid w:val="4511496F"/>
    <w:rsid w:val="45E35E82"/>
    <w:rsid w:val="463B3C65"/>
    <w:rsid w:val="46492FE0"/>
    <w:rsid w:val="464F305D"/>
    <w:rsid w:val="469565CE"/>
    <w:rsid w:val="48FA2679"/>
    <w:rsid w:val="49D33BEB"/>
    <w:rsid w:val="4A550CF2"/>
    <w:rsid w:val="4A767765"/>
    <w:rsid w:val="4AEE0273"/>
    <w:rsid w:val="4BBE3878"/>
    <w:rsid w:val="4ED2485D"/>
    <w:rsid w:val="4FF95C5B"/>
    <w:rsid w:val="514F7A6F"/>
    <w:rsid w:val="5314151C"/>
    <w:rsid w:val="53F145F9"/>
    <w:rsid w:val="547F7181"/>
    <w:rsid w:val="55BF131F"/>
    <w:rsid w:val="57057525"/>
    <w:rsid w:val="5B830F35"/>
    <w:rsid w:val="5CE2049F"/>
    <w:rsid w:val="5E2D3C88"/>
    <w:rsid w:val="5E7F3546"/>
    <w:rsid w:val="5F2627E2"/>
    <w:rsid w:val="5F58067A"/>
    <w:rsid w:val="5F9D7B02"/>
    <w:rsid w:val="603E56A3"/>
    <w:rsid w:val="60685C7A"/>
    <w:rsid w:val="61786931"/>
    <w:rsid w:val="62A05367"/>
    <w:rsid w:val="6342250C"/>
    <w:rsid w:val="636011E6"/>
    <w:rsid w:val="646A0AA8"/>
    <w:rsid w:val="64FA26BA"/>
    <w:rsid w:val="678E4871"/>
    <w:rsid w:val="69212F44"/>
    <w:rsid w:val="69504711"/>
    <w:rsid w:val="695E1E3E"/>
    <w:rsid w:val="6A4762EC"/>
    <w:rsid w:val="6B8F5593"/>
    <w:rsid w:val="6C1D3F6D"/>
    <w:rsid w:val="6E221B75"/>
    <w:rsid w:val="6E671F47"/>
    <w:rsid w:val="6EF44DBC"/>
    <w:rsid w:val="6F605305"/>
    <w:rsid w:val="6F817437"/>
    <w:rsid w:val="6F852403"/>
    <w:rsid w:val="6FF76B13"/>
    <w:rsid w:val="702C3CBC"/>
    <w:rsid w:val="72E53553"/>
    <w:rsid w:val="73B66A55"/>
    <w:rsid w:val="73C507D2"/>
    <w:rsid w:val="740F38B5"/>
    <w:rsid w:val="74435F5F"/>
    <w:rsid w:val="75B0529D"/>
    <w:rsid w:val="794F1C55"/>
    <w:rsid w:val="79583689"/>
    <w:rsid w:val="7DC228DE"/>
    <w:rsid w:val="7E5B611E"/>
    <w:rsid w:val="7F1824B2"/>
    <w:rsid w:val="7F4F68E2"/>
    <w:rsid w:val="7FCA4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Franklin Gothic Medium" w:hAnsi="Franklin Gothic Medium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00" w:beforeLines="0" w:beforeAutospacing="0" w:after="200" w:afterLines="0" w:afterAutospacing="0" w:line="240" w:lineRule="auto"/>
      <w:outlineLvl w:val="1"/>
    </w:pPr>
    <w:rPr>
      <w:rFonts w:ascii="Arial" w:hAnsi="Arial" w:eastAsia="思源黑体 Bold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480" w:lineRule="exact"/>
      <w:ind w:left="1441" w:hanging="1441" w:hangingChars="200"/>
      <w:outlineLvl w:val="2"/>
    </w:pPr>
    <w:rPr>
      <w:rFonts w:ascii="Franklin Gothic Medium" w:hAnsi="Franklin Gothic Medium" w:eastAsia="思源黑体 Regular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标题4"/>
    <w:basedOn w:val="1"/>
    <w:qFormat/>
    <w:uiPriority w:val="0"/>
    <w:pPr>
      <w:numPr>
        <w:ilvl w:val="0"/>
        <w:numId w:val="3"/>
      </w:numPr>
      <w:ind w:left="0" w:firstLine="1441" w:firstLineChars="200"/>
    </w:pPr>
    <w:rPr>
      <w:rFonts w:ascii="Franklin Gothic Medium" w:hAnsi="Franklin Gothic Medium" w:eastAsia="思源黑体 Regular"/>
      <w:sz w:val="28"/>
    </w:rPr>
  </w:style>
  <w:style w:type="paragraph" w:customStyle="1" w:styleId="11">
    <w:name w:val="样式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19&#29256;&#39033;&#30446;&#24320;&#21457;&#21512;&#21516;.wp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29dd06ce-61ce-4531-8ef0-d7395982576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dd06ce-61ce-4531-8ef0-d7395982576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155738f-3901-4dd7-b060-55ff3bec040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155738f-3901-4dd7-b060-55ff3bec040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ed9553f-9b53-455f-9ff2-2857b5db67e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ed9553f-9b53-455f-9ff2-2857b5db67e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e160c2d-0c05-4a80-862e-b52364f886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160c2d-0c05-4a80-862e-b52364f886e5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47b61cb-f08c-43b6-89a9-bb146c62adb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7b61cb-f08c-43b6-89a9-bb146c62adb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19e8040-117b-41c9-b87d-a637d7fb87e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19e8040-117b-41c9-b87d-a637d7fb87e0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2019版项目开发合同.wpt</Template>
  <Pages>8</Pages>
  <Words>3441</Words>
  <Characters>3533</Characters>
  <Lines>0</Lines>
  <Paragraphs>0</Paragraphs>
  <ScaleCrop>false</ScaleCrop>
  <LinksUpToDate>false</LinksUpToDate>
  <CharactersWithSpaces>4116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2019-01-30T14:47:00Z</dcterms:created>
  <dc:creator>Administrator</dc:creator>
  <dc:description>按需定制，您的互联网技术小帮手！全方位响应您的需求，您的项目小管家！</dc:description>
  <cp:lastModifiedBy>Hcyan Studio</cp:lastModifiedBy>
  <dcterms:modified xsi:type="dcterms:W3CDTF">2019-03-13T15:01:09Z</dcterms:modified>
  <dc:subject>四川青橙科技有限公司项目开发合同（2019版）</dc:subject>
  <dc:title>四川青橙科技有限公司项目开发合同（2019版）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