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-480060</wp:posOffset>
                </wp:positionH>
                <wp:positionV relativeFrom="paragraph">
                  <wp:posOffset>8260080</wp:posOffset>
                </wp:positionV>
                <wp:extent cx="168275" cy="168275"/>
                <wp:effectExtent l="0" t="0" r="3175" b="3175"/>
                <wp:wrapNone/>
                <wp:docPr id="23" name="钢笔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55320" y="9172575"/>
                          <a:ext cx="168275" cy="168275"/>
                        </a:xfrm>
                        <a:custGeom>
                          <a:avLst/>
                          <a:gdLst>
                            <a:gd name="T0" fmla="*/ 2147483646 w 4477"/>
                            <a:gd name="T1" fmla="*/ 2147483646 h 4133"/>
                            <a:gd name="T2" fmla="*/ 2147483646 w 4477"/>
                            <a:gd name="T3" fmla="*/ 1386867173 h 4133"/>
                            <a:gd name="T4" fmla="*/ 2147483646 w 4477"/>
                            <a:gd name="T5" fmla="*/ 385250906 h 4133"/>
                            <a:gd name="T6" fmla="*/ 2147483646 w 4477"/>
                            <a:gd name="T7" fmla="*/ 0 h 4133"/>
                            <a:gd name="T8" fmla="*/ 2147483646 w 4477"/>
                            <a:gd name="T9" fmla="*/ 231114454 h 4133"/>
                            <a:gd name="T10" fmla="*/ 2147483646 w 4477"/>
                            <a:gd name="T11" fmla="*/ 1001616267 h 4133"/>
                            <a:gd name="T12" fmla="*/ 2147483646 w 4477"/>
                            <a:gd name="T13" fmla="*/ 2147483646 h 4133"/>
                            <a:gd name="T14" fmla="*/ 2147483646 w 4477"/>
                            <a:gd name="T15" fmla="*/ 2147483646 h 4133"/>
                            <a:gd name="T16" fmla="*/ 2147483646 w 4477"/>
                            <a:gd name="T17" fmla="*/ 2147483646 h 4133"/>
                            <a:gd name="T18" fmla="*/ 2147483646 w 4477"/>
                            <a:gd name="T19" fmla="*/ 2147483646 h 4133"/>
                            <a:gd name="T20" fmla="*/ 2147483646 w 4477"/>
                            <a:gd name="T21" fmla="*/ 2147483646 h 4133"/>
                            <a:gd name="T22" fmla="*/ 2147483646 w 4477"/>
                            <a:gd name="T23" fmla="*/ 2147483646 h 4133"/>
                            <a:gd name="T24" fmla="*/ 2147483646 w 4477"/>
                            <a:gd name="T25" fmla="*/ 2147483646 h 4133"/>
                            <a:gd name="T26" fmla="*/ 2147483646 w 4477"/>
                            <a:gd name="T27" fmla="*/ 2147483646 h 4133"/>
                            <a:gd name="T28" fmla="*/ 2147483646 w 4477"/>
                            <a:gd name="T29" fmla="*/ 2147483646 h 4133"/>
                            <a:gd name="T30" fmla="*/ 2147483646 w 4477"/>
                            <a:gd name="T31" fmla="*/ 2147483646 h 4133"/>
                            <a:gd name="T32" fmla="*/ 2147483646 w 4477"/>
                            <a:gd name="T33" fmla="*/ 2147483646 h 4133"/>
                            <a:gd name="T34" fmla="*/ 2147483646 w 4477"/>
                            <a:gd name="T35" fmla="*/ 2147483646 h 4133"/>
                            <a:gd name="T36" fmla="*/ 2147483646 w 4477"/>
                            <a:gd name="T37" fmla="*/ 2147483646 h 4133"/>
                            <a:gd name="T38" fmla="*/ 2147483646 w 4477"/>
                            <a:gd name="T39" fmla="*/ 2147483646 h 4133"/>
                            <a:gd name="T40" fmla="*/ 2147483646 w 4477"/>
                            <a:gd name="T41" fmla="*/ 2147483646 h 4133"/>
                            <a:gd name="T42" fmla="*/ 2147483646 w 4477"/>
                            <a:gd name="T43" fmla="*/ 2147483646 h 4133"/>
                            <a:gd name="T44" fmla="*/ 2147483646 w 4477"/>
                            <a:gd name="T45" fmla="*/ 2147483646 h 4133"/>
                            <a:gd name="T46" fmla="*/ 2147483646 w 4477"/>
                            <a:gd name="T47" fmla="*/ 2147483646 h 4133"/>
                            <a:gd name="T48" fmla="*/ 2147483646 w 4477"/>
                            <a:gd name="T49" fmla="*/ 2147483646 h 4133"/>
                            <a:gd name="T50" fmla="*/ 2147483646 w 4477"/>
                            <a:gd name="T51" fmla="*/ 2147483646 h 4133"/>
                            <a:gd name="T52" fmla="*/ 2147483646 w 4477"/>
                            <a:gd name="T53" fmla="*/ 2147483646 h 4133"/>
                            <a:gd name="T54" fmla="*/ 2147483646 w 4477"/>
                            <a:gd name="T55" fmla="*/ 2147483646 h 4133"/>
                            <a:gd name="T56" fmla="*/ 2147483646 w 4477"/>
                            <a:gd name="T57" fmla="*/ 2147483646 h 4133"/>
                            <a:gd name="T58" fmla="*/ 2147483646 w 4477"/>
                            <a:gd name="T59" fmla="*/ 2147483646 h 4133"/>
                            <a:gd name="T60" fmla="*/ 2147483646 w 4477"/>
                            <a:gd name="T61" fmla="*/ 2147483646 h 4133"/>
                            <a:gd name="T62" fmla="*/ 2147483646 w 4477"/>
                            <a:gd name="T63" fmla="*/ 2147483646 h 4133"/>
                            <a:gd name="T64" fmla="*/ 2147483646 w 4477"/>
                            <a:gd name="T65" fmla="*/ 2147483646 h 4133"/>
                            <a:gd name="T66" fmla="*/ 0 w 4477"/>
                            <a:gd name="T67" fmla="*/ 2147483646 h 4133"/>
                            <a:gd name="T68" fmla="*/ 2147483646 w 4477"/>
                            <a:gd name="T69" fmla="*/ 2147483646 h 4133"/>
                            <a:gd name="T70" fmla="*/ 2147483646 w 4477"/>
                            <a:gd name="T71" fmla="*/ 2147483646 h 4133"/>
                            <a:gd name="T72" fmla="*/ 2147483646 w 4477"/>
                            <a:gd name="T73" fmla="*/ 2147483646 h 4133"/>
                            <a:gd name="T74" fmla="*/ 2147483646 w 4477"/>
                            <a:gd name="T75" fmla="*/ 2147483646 h 4133"/>
                            <a:gd name="T76" fmla="*/ 2147483646 w 4477"/>
                            <a:gd name="T77" fmla="*/ 2147483646 h 4133"/>
                            <a:gd name="T78" fmla="*/ 2147483646 w 4477"/>
                            <a:gd name="T79" fmla="*/ 2147483646 h 4133"/>
                            <a:gd name="T80" fmla="*/ 2147483646 w 4477"/>
                            <a:gd name="T81" fmla="*/ 2147483646 h 4133"/>
                            <a:gd name="T82" fmla="*/ 2147483646 w 4477"/>
                            <a:gd name="T83" fmla="*/ 2147483646 h 4133"/>
                            <a:gd name="T84" fmla="*/ 2147483646 w 4477"/>
                            <a:gd name="T85" fmla="*/ 2147483646 h 4133"/>
                            <a:gd name="T86" fmla="*/ 2147483646 w 4477"/>
                            <a:gd name="T87" fmla="*/ 2147483646 h 4133"/>
                            <a:gd name="T88" fmla="*/ 2147483646 w 4477"/>
                            <a:gd name="T89" fmla="*/ 2147483646 h 4133"/>
                            <a:gd name="T90" fmla="*/ 2147483646 w 4477"/>
                            <a:gd name="T91" fmla="*/ 2147483646 h 4133"/>
                            <a:gd name="T92" fmla="*/ 2147483646 w 4477"/>
                            <a:gd name="T93" fmla="*/ 2147483646 h 4133"/>
                            <a:gd name="T94" fmla="*/ 2147483646 w 4477"/>
                            <a:gd name="T95" fmla="*/ 2147483646 h 4133"/>
                            <a:gd name="T96" fmla="*/ 2147483646 w 4477"/>
                            <a:gd name="T97" fmla="*/ 2147483646 h 4133"/>
                            <a:gd name="T98" fmla="*/ 2147483646 w 4477"/>
                            <a:gd name="T99" fmla="*/ 2147483646 h 4133"/>
                            <a:gd name="T100" fmla="*/ 2147483646 w 4477"/>
                            <a:gd name="T101" fmla="*/ 2147483646 h 4133"/>
                            <a:gd name="T102" fmla="*/ 2147483646 w 4477"/>
                            <a:gd name="T103" fmla="*/ 2147483646 h 4133"/>
                            <a:gd name="T104" fmla="*/ 2147483646 w 4477"/>
                            <a:gd name="T105" fmla="*/ 2147483646 h 4133"/>
                            <a:gd name="T106" fmla="*/ 2147483646 w 4477"/>
                            <a:gd name="T107" fmla="*/ 2147483646 h 4133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4477" h="4133">
                              <a:moveTo>
                                <a:pt x="3646" y="48"/>
                              </a:moveTo>
                              <a:lnTo>
                                <a:pt x="3646" y="48"/>
                              </a:lnTo>
                              <a:lnTo>
                                <a:pt x="3623" y="39"/>
                              </a:lnTo>
                              <a:lnTo>
                                <a:pt x="3600" y="31"/>
                              </a:lnTo>
                              <a:lnTo>
                                <a:pt x="3578" y="24"/>
                              </a:lnTo>
                              <a:lnTo>
                                <a:pt x="3557" y="18"/>
                              </a:lnTo>
                              <a:lnTo>
                                <a:pt x="3536" y="13"/>
                              </a:lnTo>
                              <a:lnTo>
                                <a:pt x="3515" y="8"/>
                              </a:lnTo>
                              <a:lnTo>
                                <a:pt x="3494" y="5"/>
                              </a:lnTo>
                              <a:lnTo>
                                <a:pt x="3473" y="3"/>
                              </a:lnTo>
                              <a:lnTo>
                                <a:pt x="3454" y="1"/>
                              </a:lnTo>
                              <a:lnTo>
                                <a:pt x="3434" y="0"/>
                              </a:lnTo>
                              <a:lnTo>
                                <a:pt x="3415" y="0"/>
                              </a:lnTo>
                              <a:lnTo>
                                <a:pt x="3395" y="1"/>
                              </a:lnTo>
                              <a:lnTo>
                                <a:pt x="3376" y="3"/>
                              </a:lnTo>
                              <a:lnTo>
                                <a:pt x="3358" y="5"/>
                              </a:lnTo>
                              <a:lnTo>
                                <a:pt x="3339" y="9"/>
                              </a:lnTo>
                              <a:lnTo>
                                <a:pt x="3321" y="13"/>
                              </a:lnTo>
                              <a:lnTo>
                                <a:pt x="3303" y="18"/>
                              </a:lnTo>
                              <a:lnTo>
                                <a:pt x="3285" y="23"/>
                              </a:lnTo>
                              <a:lnTo>
                                <a:pt x="3268" y="30"/>
                              </a:lnTo>
                              <a:lnTo>
                                <a:pt x="3251" y="37"/>
                              </a:lnTo>
                              <a:lnTo>
                                <a:pt x="3235" y="45"/>
                              </a:lnTo>
                              <a:lnTo>
                                <a:pt x="3219" y="54"/>
                              </a:lnTo>
                              <a:lnTo>
                                <a:pt x="3201" y="63"/>
                              </a:lnTo>
                              <a:lnTo>
                                <a:pt x="3186" y="74"/>
                              </a:lnTo>
                              <a:lnTo>
                                <a:pt x="3170" y="85"/>
                              </a:lnTo>
                              <a:lnTo>
                                <a:pt x="3155" y="96"/>
                              </a:lnTo>
                              <a:lnTo>
                                <a:pt x="3139" y="108"/>
                              </a:lnTo>
                              <a:lnTo>
                                <a:pt x="3124" y="121"/>
                              </a:lnTo>
                              <a:lnTo>
                                <a:pt x="3110" y="134"/>
                              </a:lnTo>
                              <a:lnTo>
                                <a:pt x="3094" y="149"/>
                              </a:lnTo>
                              <a:lnTo>
                                <a:pt x="3066" y="179"/>
                              </a:lnTo>
                              <a:lnTo>
                                <a:pt x="3079" y="337"/>
                              </a:lnTo>
                              <a:lnTo>
                                <a:pt x="3094" y="494"/>
                              </a:lnTo>
                              <a:lnTo>
                                <a:pt x="3112" y="649"/>
                              </a:lnTo>
                              <a:lnTo>
                                <a:pt x="3131" y="802"/>
                              </a:lnTo>
                              <a:lnTo>
                                <a:pt x="3151" y="954"/>
                              </a:lnTo>
                              <a:lnTo>
                                <a:pt x="3174" y="1104"/>
                              </a:lnTo>
                              <a:lnTo>
                                <a:pt x="3198" y="1252"/>
                              </a:lnTo>
                              <a:lnTo>
                                <a:pt x="3226" y="1398"/>
                              </a:lnTo>
                              <a:lnTo>
                                <a:pt x="3254" y="1543"/>
                              </a:lnTo>
                              <a:lnTo>
                                <a:pt x="3284" y="1686"/>
                              </a:lnTo>
                              <a:lnTo>
                                <a:pt x="3318" y="1827"/>
                              </a:lnTo>
                              <a:lnTo>
                                <a:pt x="3352" y="1967"/>
                              </a:lnTo>
                              <a:lnTo>
                                <a:pt x="3388" y="2104"/>
                              </a:lnTo>
                              <a:lnTo>
                                <a:pt x="3407" y="2172"/>
                              </a:lnTo>
                              <a:lnTo>
                                <a:pt x="3427" y="2240"/>
                              </a:lnTo>
                              <a:lnTo>
                                <a:pt x="3447" y="2307"/>
                              </a:lnTo>
                              <a:lnTo>
                                <a:pt x="3468" y="2374"/>
                              </a:lnTo>
                              <a:lnTo>
                                <a:pt x="3488" y="2441"/>
                              </a:lnTo>
                              <a:lnTo>
                                <a:pt x="3510" y="2506"/>
                              </a:lnTo>
                              <a:lnTo>
                                <a:pt x="4267" y="2335"/>
                              </a:lnTo>
                              <a:lnTo>
                                <a:pt x="4258" y="2257"/>
                              </a:lnTo>
                              <a:lnTo>
                                <a:pt x="4249" y="2179"/>
                              </a:lnTo>
                              <a:lnTo>
                                <a:pt x="4238" y="2102"/>
                              </a:lnTo>
                              <a:lnTo>
                                <a:pt x="4227" y="2026"/>
                              </a:lnTo>
                              <a:lnTo>
                                <a:pt x="4214" y="1950"/>
                              </a:lnTo>
                              <a:lnTo>
                                <a:pt x="4202" y="1874"/>
                              </a:lnTo>
                              <a:lnTo>
                                <a:pt x="4189" y="1798"/>
                              </a:lnTo>
                              <a:lnTo>
                                <a:pt x="4175" y="1724"/>
                              </a:lnTo>
                              <a:lnTo>
                                <a:pt x="4161" y="1649"/>
                              </a:lnTo>
                              <a:lnTo>
                                <a:pt x="4146" y="1574"/>
                              </a:lnTo>
                              <a:lnTo>
                                <a:pt x="4130" y="1500"/>
                              </a:lnTo>
                              <a:lnTo>
                                <a:pt x="4113" y="1428"/>
                              </a:lnTo>
                              <a:lnTo>
                                <a:pt x="4096" y="1354"/>
                              </a:lnTo>
                              <a:lnTo>
                                <a:pt x="4078" y="1282"/>
                              </a:lnTo>
                              <a:lnTo>
                                <a:pt x="4060" y="1210"/>
                              </a:lnTo>
                              <a:lnTo>
                                <a:pt x="4041" y="1138"/>
                              </a:lnTo>
                              <a:lnTo>
                                <a:pt x="4020" y="1067"/>
                              </a:lnTo>
                              <a:lnTo>
                                <a:pt x="4000" y="995"/>
                              </a:lnTo>
                              <a:lnTo>
                                <a:pt x="3979" y="926"/>
                              </a:lnTo>
                              <a:lnTo>
                                <a:pt x="3957" y="855"/>
                              </a:lnTo>
                              <a:lnTo>
                                <a:pt x="3935" y="785"/>
                              </a:lnTo>
                              <a:lnTo>
                                <a:pt x="3911" y="717"/>
                              </a:lnTo>
                              <a:lnTo>
                                <a:pt x="3888" y="648"/>
                              </a:lnTo>
                              <a:lnTo>
                                <a:pt x="3863" y="579"/>
                              </a:lnTo>
                              <a:lnTo>
                                <a:pt x="3839" y="512"/>
                              </a:lnTo>
                              <a:lnTo>
                                <a:pt x="3812" y="444"/>
                              </a:lnTo>
                              <a:lnTo>
                                <a:pt x="3786" y="377"/>
                              </a:lnTo>
                              <a:lnTo>
                                <a:pt x="3759" y="310"/>
                              </a:lnTo>
                              <a:lnTo>
                                <a:pt x="3732" y="244"/>
                              </a:lnTo>
                              <a:lnTo>
                                <a:pt x="3703" y="179"/>
                              </a:lnTo>
                              <a:lnTo>
                                <a:pt x="3675" y="113"/>
                              </a:lnTo>
                              <a:lnTo>
                                <a:pt x="3646" y="48"/>
                              </a:lnTo>
                              <a:close/>
                              <a:moveTo>
                                <a:pt x="831" y="2804"/>
                              </a:moveTo>
                              <a:lnTo>
                                <a:pt x="2810" y="2804"/>
                              </a:lnTo>
                              <a:lnTo>
                                <a:pt x="2810" y="2949"/>
                              </a:lnTo>
                              <a:lnTo>
                                <a:pt x="831" y="2949"/>
                              </a:lnTo>
                              <a:lnTo>
                                <a:pt x="831" y="2804"/>
                              </a:lnTo>
                              <a:close/>
                              <a:moveTo>
                                <a:pt x="3516" y="3370"/>
                              </a:moveTo>
                              <a:lnTo>
                                <a:pt x="3637" y="3750"/>
                              </a:lnTo>
                              <a:lnTo>
                                <a:pt x="190" y="3750"/>
                              </a:lnTo>
                              <a:lnTo>
                                <a:pt x="0" y="3750"/>
                              </a:lnTo>
                              <a:lnTo>
                                <a:pt x="0" y="3559"/>
                              </a:lnTo>
                              <a:lnTo>
                                <a:pt x="0" y="1320"/>
                              </a:lnTo>
                              <a:lnTo>
                                <a:pt x="0" y="1240"/>
                              </a:lnTo>
                              <a:lnTo>
                                <a:pt x="59" y="1183"/>
                              </a:lnTo>
                              <a:lnTo>
                                <a:pt x="764" y="503"/>
                              </a:lnTo>
                              <a:lnTo>
                                <a:pt x="819" y="449"/>
                              </a:lnTo>
                              <a:lnTo>
                                <a:pt x="895" y="449"/>
                              </a:lnTo>
                              <a:lnTo>
                                <a:pt x="2831" y="449"/>
                              </a:lnTo>
                              <a:lnTo>
                                <a:pt x="2840" y="545"/>
                              </a:lnTo>
                              <a:lnTo>
                                <a:pt x="2849" y="640"/>
                              </a:lnTo>
                              <a:lnTo>
                                <a:pt x="2859" y="735"/>
                              </a:lnTo>
                              <a:lnTo>
                                <a:pt x="2870" y="829"/>
                              </a:lnTo>
                              <a:lnTo>
                                <a:pt x="1084" y="829"/>
                              </a:lnTo>
                              <a:lnTo>
                                <a:pt x="1138" y="1419"/>
                              </a:lnTo>
                              <a:lnTo>
                                <a:pt x="1148" y="1526"/>
                              </a:lnTo>
                              <a:lnTo>
                                <a:pt x="1040" y="1522"/>
                              </a:lnTo>
                              <a:lnTo>
                                <a:pt x="380" y="1497"/>
                              </a:lnTo>
                              <a:lnTo>
                                <a:pt x="380" y="3370"/>
                              </a:lnTo>
                              <a:lnTo>
                                <a:pt x="3516" y="3370"/>
                              </a:lnTo>
                              <a:close/>
                              <a:moveTo>
                                <a:pt x="472" y="1312"/>
                              </a:moveTo>
                              <a:lnTo>
                                <a:pt x="939" y="1329"/>
                              </a:lnTo>
                              <a:lnTo>
                                <a:pt x="900" y="898"/>
                              </a:lnTo>
                              <a:lnTo>
                                <a:pt x="472" y="1312"/>
                              </a:lnTo>
                              <a:close/>
                              <a:moveTo>
                                <a:pt x="2810" y="2206"/>
                              </a:moveTo>
                              <a:lnTo>
                                <a:pt x="831" y="2206"/>
                              </a:lnTo>
                              <a:lnTo>
                                <a:pt x="831" y="2351"/>
                              </a:lnTo>
                              <a:lnTo>
                                <a:pt x="2810" y="2351"/>
                              </a:lnTo>
                              <a:lnTo>
                                <a:pt x="2810" y="2206"/>
                              </a:lnTo>
                              <a:close/>
                              <a:moveTo>
                                <a:pt x="2810" y="1666"/>
                              </a:moveTo>
                              <a:lnTo>
                                <a:pt x="1621" y="1666"/>
                              </a:lnTo>
                              <a:lnTo>
                                <a:pt x="1621" y="1810"/>
                              </a:lnTo>
                              <a:lnTo>
                                <a:pt x="2810" y="1810"/>
                              </a:lnTo>
                              <a:lnTo>
                                <a:pt x="2810" y="1666"/>
                              </a:lnTo>
                              <a:close/>
                              <a:moveTo>
                                <a:pt x="2810" y="1112"/>
                              </a:moveTo>
                              <a:lnTo>
                                <a:pt x="1621" y="1112"/>
                              </a:lnTo>
                              <a:lnTo>
                                <a:pt x="1621" y="1256"/>
                              </a:lnTo>
                              <a:lnTo>
                                <a:pt x="2810" y="1256"/>
                              </a:lnTo>
                              <a:lnTo>
                                <a:pt x="2810" y="1112"/>
                              </a:lnTo>
                              <a:close/>
                              <a:moveTo>
                                <a:pt x="4318" y="3463"/>
                              </a:moveTo>
                              <a:lnTo>
                                <a:pt x="4002" y="3540"/>
                              </a:lnTo>
                              <a:lnTo>
                                <a:pt x="4007" y="3867"/>
                              </a:lnTo>
                              <a:lnTo>
                                <a:pt x="4237" y="4133"/>
                              </a:lnTo>
                              <a:lnTo>
                                <a:pt x="4387" y="4100"/>
                              </a:lnTo>
                              <a:lnTo>
                                <a:pt x="4477" y="3751"/>
                              </a:lnTo>
                              <a:lnTo>
                                <a:pt x="4318" y="3463"/>
                              </a:lnTo>
                              <a:close/>
                              <a:moveTo>
                                <a:pt x="4272" y="2491"/>
                              </a:moveTo>
                              <a:lnTo>
                                <a:pt x="4272" y="2491"/>
                              </a:lnTo>
                              <a:lnTo>
                                <a:pt x="4388" y="3367"/>
                              </a:lnTo>
                              <a:lnTo>
                                <a:pt x="3870" y="3485"/>
                              </a:lnTo>
                              <a:lnTo>
                                <a:pt x="3583" y="2648"/>
                              </a:lnTo>
                              <a:lnTo>
                                <a:pt x="4272" y="249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钢笔" o:spid="_x0000_s1026" o:spt="100" style="position:absolute;left:0pt;margin-left:-37.8pt;margin-top:650.4pt;height:13.25pt;width:13.25pt;z-index:251682816;v-text-anchor:middle;mso-width-relative:page;mso-height-relative:page;" fillcolor="#FFFFFF [3212]" filled="t" stroked="f" coordsize="4477,4133" o:gfxdata="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" path="m3646,48l3646,48,3623,39,3600,31,3578,24,3557,18,3536,13,3515,8,3494,5,3473,3,3454,1,3434,0,3415,0,3395,1,3376,3,3358,5,3339,9,3321,13,3303,18,3285,23,3268,30,3251,37,3235,45,3219,54,3201,63,3186,74,3170,85,3155,96,3139,108,3124,121,3110,134,3094,149,3066,179,3079,337,3094,494,3112,649,3131,802,3151,954,3174,1104,3198,1252,3226,1398,3254,1543,3284,1686,3318,1827,3352,1967,3388,2104,3407,2172,3427,2240,3447,2307,3468,2374,3488,2441,3510,2506,4267,2335,4258,2257,4249,2179,4238,2102,4227,2026,4214,1950,4202,1874,4189,1798,4175,1724,4161,1649,4146,1574,4130,1500,4113,1428,4096,1354,4078,1282,4060,1210,4041,1138,4020,1067,4000,995,3979,926,3957,855,3935,785,3911,717,3888,648,3863,579,3839,512,3812,444,3786,377,3759,310,3732,244,3703,179,3675,113,3646,48xm831,2804l2810,2804,2810,2949,831,2949,831,2804xm3516,3370l3637,3750,190,3750,0,3750,0,3559,0,1320,0,1240,59,1183,764,503,819,449,895,449,2831,449,2840,545,2849,640,2859,735,2870,829,1084,829,1138,1419,1148,1526,1040,1522,380,1497,380,3370,3516,3370xm472,1312l939,1329,900,898,472,1312xm2810,2206l831,2206,831,2351,2810,2351,2810,2206xm2810,1666l1621,1666,1621,1810,2810,1810,2810,1666xm2810,1112l1621,1112,1621,1256,2810,1256,2810,1112xm4318,3463l4002,3540,4007,3867,4237,4133,4387,4100,4477,3751,4318,3463xm4272,2491l4272,2491,4388,3367,3870,3485,3583,2648,4272,2491xe">
                <v:path o:connectlocs="@0,@0;@0,@0;@0,@0;@0,0;@0,@0;@0,@0;@0,@0;@0,@0;@0,@0;@0,@0;@0,@0;@0,@0;@0,@0;@0,@0;@0,@0;@0,@0;@0,@0;@0,@0;@0,@0;@0,@0;@0,@0;@0,@0;@0,@0;@0,@0;@0,@0;@0,@0;@0,@0;@0,@0;@0,@0;@0,@0;@0,@0;@0,@0;@0,@0;0,@0;@0,@0;@0,@0;@0,@0;@0,@0;@0,@0;@0,@0;@0,@0;@0,@0;@0,@0;@0,@0;@0,@0;@0,@0;@0,@0;@0,@0;@0,@0;@0,@0;@0,@0;@0,@0;@0,@0;@0,@0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-534035</wp:posOffset>
                </wp:positionH>
                <wp:positionV relativeFrom="paragraph">
                  <wp:posOffset>8202295</wp:posOffset>
                </wp:positionV>
                <wp:extent cx="6407150" cy="328930"/>
                <wp:effectExtent l="0" t="0" r="12700" b="13970"/>
                <wp:wrapNone/>
                <wp:docPr id="111" name="组合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150" cy="328930"/>
                          <a:chOff x="1456" y="3847"/>
                          <a:chExt cx="10090" cy="518"/>
                        </a:xfrm>
                      </wpg:grpSpPr>
                      <wps:wsp>
                        <wps:cNvPr id="113" name="椭圆 86"/>
                        <wps:cNvSpPr/>
                        <wps:spPr>
                          <a:xfrm>
                            <a:off x="1468" y="3847"/>
                            <a:ext cx="442" cy="440"/>
                          </a:xfrm>
                          <a:prstGeom prst="rect">
                            <a:avLst/>
                          </a:prstGeom>
                          <a:solidFill>
                            <a:srgbClr val="4CBAD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4" name="直接连接符 89"/>
                        <wps:cNvCnPr/>
                        <wps:spPr>
                          <a:xfrm>
                            <a:off x="1456" y="4365"/>
                            <a:ext cx="1009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2.05pt;margin-top:645.85pt;height:25.9pt;width:504.5pt;z-index:251659264;mso-width-relative:page;mso-height-relative:page;" coordorigin="1456,3847" coordsize="10090,518" o:gfxdata="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">
                <o:lock v:ext="edit" aspectratio="f"/>
                <v:rect id="椭圆 86" o:spid="_x0000_s1026" o:spt="1" style="position:absolute;left:1468;top:3847;height:440;width:442;v-text-anchor:middle;" fillcolor="#4CBAD5" filled="t" stroked="f" coordsize="21600,21600" o:gfxdata="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2DD8L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line id="直接连接符 89" o:spid="_x0000_s1026" o:spt="20" style="position:absolute;left:1456;top:4365;height:0;width:10091;" filled="f" stroked="t" coordsize="21600,21600" o:gfxdata="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Ssg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E7E6E6 [321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-482600</wp:posOffset>
                </wp:positionH>
                <wp:positionV relativeFrom="paragraph">
                  <wp:posOffset>6586220</wp:posOffset>
                </wp:positionV>
                <wp:extent cx="184150" cy="186690"/>
                <wp:effectExtent l="0" t="0" r="6350" b="3810"/>
                <wp:wrapNone/>
                <wp:docPr id="79" name="任意多边形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652780" y="7698740"/>
                          <a:ext cx="184150" cy="18669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70752" y="52675"/>
                            </a:cxn>
                            <a:cxn ang="0">
                              <a:pos x="60967" y="58287"/>
                            </a:cxn>
                            <a:cxn ang="0">
                              <a:pos x="53627" y="66763"/>
                            </a:cxn>
                            <a:cxn ang="0">
                              <a:pos x="49484" y="77364"/>
                            </a:cxn>
                            <a:cxn ang="0">
                              <a:pos x="49190" y="89241"/>
                            </a:cxn>
                            <a:cxn ang="0">
                              <a:pos x="52843" y="100114"/>
                            </a:cxn>
                            <a:cxn ang="0">
                              <a:pos x="59767" y="108934"/>
                            </a:cxn>
                            <a:cxn ang="0">
                              <a:pos x="69239" y="115006"/>
                            </a:cxn>
                            <a:cxn ang="0">
                              <a:pos x="80508" y="117606"/>
                            </a:cxn>
                            <a:cxn ang="0">
                              <a:pos x="92176" y="116128"/>
                            </a:cxn>
                            <a:cxn ang="0">
                              <a:pos x="102237" y="110987"/>
                            </a:cxn>
                            <a:cxn ang="0">
                              <a:pos x="109942" y="102877"/>
                            </a:cxn>
                            <a:cxn ang="0">
                              <a:pos x="114611" y="92506"/>
                            </a:cxn>
                            <a:cxn ang="0">
                              <a:pos x="115480" y="80702"/>
                            </a:cxn>
                            <a:cxn ang="0">
                              <a:pos x="112357" y="69593"/>
                            </a:cxn>
                            <a:cxn ang="0">
                              <a:pos x="105870" y="60443"/>
                            </a:cxn>
                            <a:cxn ang="0">
                              <a:pos x="96718" y="53930"/>
                            </a:cxn>
                            <a:cxn ang="0">
                              <a:pos x="85651" y="50814"/>
                            </a:cxn>
                            <a:cxn ang="0">
                              <a:pos x="90868" y="324"/>
                            </a:cxn>
                            <a:cxn ang="0">
                              <a:pos x="93388" y="4149"/>
                            </a:cxn>
                            <a:cxn ang="0">
                              <a:pos x="108685" y="22579"/>
                            </a:cxn>
                            <a:cxn ang="0">
                              <a:pos x="122832" y="11193"/>
                            </a:cxn>
                            <a:cxn ang="0">
                              <a:pos x="137894" y="20748"/>
                            </a:cxn>
                            <a:cxn ang="0">
                              <a:pos x="138306" y="25813"/>
                            </a:cxn>
                            <a:cxn ang="0">
                              <a:pos x="139073" y="48821"/>
                            </a:cxn>
                            <a:cxn ang="0">
                              <a:pos x="157509" y="48895"/>
                            </a:cxn>
                            <a:cxn ang="0">
                              <a:pos x="164406" y="65434"/>
                            </a:cxn>
                            <a:cxn ang="0">
                              <a:pos x="162003" y="69894"/>
                            </a:cxn>
                            <a:cxn ang="0">
                              <a:pos x="149005" y="87866"/>
                            </a:cxn>
                            <a:cxn ang="0">
                              <a:pos x="163816" y="99960"/>
                            </a:cxn>
                            <a:cxn ang="0">
                              <a:pos x="159778" y="117223"/>
                            </a:cxn>
                            <a:cxn ang="0">
                              <a:pos x="155328" y="119631"/>
                            </a:cxn>
                            <a:cxn ang="0">
                              <a:pos x="134843" y="125493"/>
                            </a:cxn>
                            <a:cxn ang="0">
                              <a:pos x="138969" y="144588"/>
                            </a:cxn>
                            <a:cxn ang="0">
                              <a:pos x="125750" y="156461"/>
                            </a:cxn>
                            <a:cxn ang="0">
                              <a:pos x="120696" y="156047"/>
                            </a:cxn>
                            <a:cxn ang="0">
                              <a:pos x="101818" y="148235"/>
                            </a:cxn>
                            <a:cxn ang="0">
                              <a:pos x="93064" y="165749"/>
                            </a:cxn>
                            <a:cxn ang="0">
                              <a:pos x="75217" y="168275"/>
                            </a:cxn>
                            <a:cxn ang="0">
                              <a:pos x="71268" y="165365"/>
                            </a:cxn>
                            <a:cxn ang="0">
                              <a:pos x="61497" y="147866"/>
                            </a:cxn>
                            <a:cxn ang="0">
                              <a:pos x="43444" y="156328"/>
                            </a:cxn>
                            <a:cxn ang="0">
                              <a:pos x="38537" y="156328"/>
                            </a:cxn>
                            <a:cxn ang="0">
                              <a:pos x="25553" y="144189"/>
                            </a:cxn>
                            <a:cxn ang="0">
                              <a:pos x="29636" y="125493"/>
                            </a:cxn>
                            <a:cxn ang="0">
                              <a:pos x="9136" y="119631"/>
                            </a:cxn>
                            <a:cxn ang="0">
                              <a:pos x="4701" y="117223"/>
                            </a:cxn>
                            <a:cxn ang="0">
                              <a:pos x="648" y="99960"/>
                            </a:cxn>
                            <a:cxn ang="0">
                              <a:pos x="15547" y="89091"/>
                            </a:cxn>
                            <a:cxn ang="0">
                              <a:pos x="2667" y="69982"/>
                            </a:cxn>
                            <a:cxn ang="0">
                              <a:pos x="29" y="65641"/>
                            </a:cxn>
                            <a:cxn ang="0">
                              <a:pos x="6248" y="49249"/>
                            </a:cxn>
                            <a:cxn ang="0">
                              <a:pos x="24153" y="50947"/>
                            </a:cxn>
                            <a:cxn ang="0">
                              <a:pos x="34469" y="37258"/>
                            </a:cxn>
                            <a:cxn ang="0">
                              <a:pos x="25922" y="21752"/>
                            </a:cxn>
                            <a:cxn ang="0">
                              <a:pos x="40040" y="11267"/>
                            </a:cxn>
                            <a:cxn ang="0">
                              <a:pos x="44328" y="12862"/>
                            </a:cxn>
                            <a:cxn ang="0">
                              <a:pos x="67407" y="18798"/>
                            </a:cxn>
                            <a:cxn ang="0">
                              <a:pos x="72299" y="1225"/>
                            </a:cxn>
                          </a:cxnLst>
                          <a:pathLst>
                            <a:path w="3543300" h="3617913">
                              <a:moveTo>
                                <a:pt x="1752918" y="1088708"/>
                              </a:moveTo>
                              <a:lnTo>
                                <a:pt x="1734502" y="1089660"/>
                              </a:lnTo>
                              <a:lnTo>
                                <a:pt x="1716088" y="1090613"/>
                              </a:lnTo>
                              <a:lnTo>
                                <a:pt x="1697990" y="1092518"/>
                              </a:lnTo>
                              <a:lnTo>
                                <a:pt x="1679892" y="1094423"/>
                              </a:lnTo>
                              <a:lnTo>
                                <a:pt x="1662112" y="1097280"/>
                              </a:lnTo>
                              <a:lnTo>
                                <a:pt x="1644332" y="1100138"/>
                              </a:lnTo>
                              <a:lnTo>
                                <a:pt x="1626552" y="1103630"/>
                              </a:lnTo>
                              <a:lnTo>
                                <a:pt x="1608772" y="1107440"/>
                              </a:lnTo>
                              <a:lnTo>
                                <a:pt x="1591628" y="1111568"/>
                              </a:lnTo>
                              <a:lnTo>
                                <a:pt x="1574800" y="1116013"/>
                              </a:lnTo>
                              <a:lnTo>
                                <a:pt x="1557338" y="1121093"/>
                              </a:lnTo>
                              <a:lnTo>
                                <a:pt x="1540828" y="1126490"/>
                              </a:lnTo>
                              <a:lnTo>
                                <a:pt x="1524318" y="1132523"/>
                              </a:lnTo>
                              <a:lnTo>
                                <a:pt x="1507808" y="1138555"/>
                              </a:lnTo>
                              <a:lnTo>
                                <a:pt x="1491615" y="1145223"/>
                              </a:lnTo>
                              <a:lnTo>
                                <a:pt x="1475422" y="1152525"/>
                              </a:lnTo>
                              <a:lnTo>
                                <a:pt x="1459548" y="1159510"/>
                              </a:lnTo>
                              <a:lnTo>
                                <a:pt x="1443672" y="1167448"/>
                              </a:lnTo>
                              <a:lnTo>
                                <a:pt x="1428432" y="1175703"/>
                              </a:lnTo>
                              <a:lnTo>
                                <a:pt x="1413192" y="1183958"/>
                              </a:lnTo>
                              <a:lnTo>
                                <a:pt x="1398270" y="1193165"/>
                              </a:lnTo>
                              <a:lnTo>
                                <a:pt x="1383665" y="1202055"/>
                              </a:lnTo>
                              <a:lnTo>
                                <a:pt x="1368742" y="1211898"/>
                              </a:lnTo>
                              <a:lnTo>
                                <a:pt x="1354772" y="1221740"/>
                              </a:lnTo>
                              <a:lnTo>
                                <a:pt x="1340485" y="1231900"/>
                              </a:lnTo>
                              <a:lnTo>
                                <a:pt x="1327150" y="1242378"/>
                              </a:lnTo>
                              <a:lnTo>
                                <a:pt x="1313498" y="1253173"/>
                              </a:lnTo>
                              <a:lnTo>
                                <a:pt x="1300480" y="1264285"/>
                              </a:lnTo>
                              <a:lnTo>
                                <a:pt x="1287462" y="1275715"/>
                              </a:lnTo>
                              <a:lnTo>
                                <a:pt x="1274762" y="1287463"/>
                              </a:lnTo>
                              <a:lnTo>
                                <a:pt x="1262380" y="1299528"/>
                              </a:lnTo>
                              <a:lnTo>
                                <a:pt x="1250315" y="1311910"/>
                              </a:lnTo>
                              <a:lnTo>
                                <a:pt x="1238568" y="1324928"/>
                              </a:lnTo>
                              <a:lnTo>
                                <a:pt x="1227138" y="1337628"/>
                              </a:lnTo>
                              <a:lnTo>
                                <a:pt x="1215708" y="1350645"/>
                              </a:lnTo>
                              <a:lnTo>
                                <a:pt x="1205230" y="1364298"/>
                              </a:lnTo>
                              <a:lnTo>
                                <a:pt x="1194752" y="1377950"/>
                              </a:lnTo>
                              <a:lnTo>
                                <a:pt x="1183958" y="1392238"/>
                              </a:lnTo>
                              <a:lnTo>
                                <a:pt x="1174432" y="1406525"/>
                              </a:lnTo>
                              <a:lnTo>
                                <a:pt x="1164908" y="1420813"/>
                              </a:lnTo>
                              <a:lnTo>
                                <a:pt x="1155382" y="1435418"/>
                              </a:lnTo>
                              <a:lnTo>
                                <a:pt x="1146810" y="1450340"/>
                              </a:lnTo>
                              <a:lnTo>
                                <a:pt x="1138391" y="1465309"/>
                              </a:lnTo>
                              <a:lnTo>
                                <a:pt x="1130549" y="1480376"/>
                              </a:lnTo>
                              <a:lnTo>
                                <a:pt x="1122615" y="1496257"/>
                              </a:lnTo>
                              <a:lnTo>
                                <a:pt x="1114998" y="1512138"/>
                              </a:lnTo>
                              <a:lnTo>
                                <a:pt x="1108333" y="1528337"/>
                              </a:lnTo>
                              <a:lnTo>
                                <a:pt x="1101668" y="1544536"/>
                              </a:lnTo>
                              <a:lnTo>
                                <a:pt x="1095321" y="1561052"/>
                              </a:lnTo>
                              <a:lnTo>
                                <a:pt x="1089608" y="1577568"/>
                              </a:lnTo>
                              <a:lnTo>
                                <a:pt x="1083895" y="1594402"/>
                              </a:lnTo>
                              <a:lnTo>
                                <a:pt x="1079134" y="1611554"/>
                              </a:lnTo>
                              <a:lnTo>
                                <a:pt x="1074056" y="1628388"/>
                              </a:lnTo>
                              <a:lnTo>
                                <a:pt x="1069931" y="1646175"/>
                              </a:lnTo>
                              <a:lnTo>
                                <a:pt x="1066122" y="1663327"/>
                              </a:lnTo>
                              <a:lnTo>
                                <a:pt x="1062948" y="1681114"/>
                              </a:lnTo>
                              <a:lnTo>
                                <a:pt x="1059774" y="1698901"/>
                              </a:lnTo>
                              <a:lnTo>
                                <a:pt x="1057553" y="1717005"/>
                              </a:lnTo>
                              <a:lnTo>
                                <a:pt x="1055331" y="1735110"/>
                              </a:lnTo>
                              <a:lnTo>
                                <a:pt x="1053744" y="1753532"/>
                              </a:lnTo>
                              <a:lnTo>
                                <a:pt x="1052792" y="1771319"/>
                              </a:lnTo>
                              <a:lnTo>
                                <a:pt x="1051840" y="1790376"/>
                              </a:lnTo>
                              <a:lnTo>
                                <a:pt x="1051523" y="1808798"/>
                              </a:lnTo>
                              <a:lnTo>
                                <a:pt x="1051840" y="1827221"/>
                              </a:lnTo>
                              <a:lnTo>
                                <a:pt x="1052792" y="1845960"/>
                              </a:lnTo>
                              <a:lnTo>
                                <a:pt x="1053744" y="1864065"/>
                              </a:lnTo>
                              <a:lnTo>
                                <a:pt x="1055331" y="1882487"/>
                              </a:lnTo>
                              <a:lnTo>
                                <a:pt x="1057553" y="1900592"/>
                              </a:lnTo>
                              <a:lnTo>
                                <a:pt x="1059774" y="1918696"/>
                              </a:lnTo>
                              <a:lnTo>
                                <a:pt x="1062948" y="1936483"/>
                              </a:lnTo>
                              <a:lnTo>
                                <a:pt x="1066122" y="1953952"/>
                              </a:lnTo>
                              <a:lnTo>
                                <a:pt x="1069931" y="1971739"/>
                              </a:lnTo>
                              <a:lnTo>
                                <a:pt x="1074056" y="1988891"/>
                              </a:lnTo>
                              <a:lnTo>
                                <a:pt x="1079134" y="2006043"/>
                              </a:lnTo>
                              <a:lnTo>
                                <a:pt x="1083895" y="2022877"/>
                              </a:lnTo>
                              <a:lnTo>
                                <a:pt x="1089608" y="2039711"/>
                              </a:lnTo>
                              <a:lnTo>
                                <a:pt x="1095321" y="2056545"/>
                              </a:lnTo>
                              <a:lnTo>
                                <a:pt x="1101668" y="2073061"/>
                              </a:lnTo>
                              <a:lnTo>
                                <a:pt x="1108333" y="2089260"/>
                              </a:lnTo>
                              <a:lnTo>
                                <a:pt x="1114998" y="2105459"/>
                              </a:lnTo>
                              <a:lnTo>
                                <a:pt x="1122615" y="2121022"/>
                              </a:lnTo>
                              <a:lnTo>
                                <a:pt x="1130549" y="2136904"/>
                              </a:lnTo>
                              <a:lnTo>
                                <a:pt x="1138484" y="2152467"/>
                              </a:lnTo>
                              <a:lnTo>
                                <a:pt x="1147053" y="2167395"/>
                              </a:lnTo>
                              <a:lnTo>
                                <a:pt x="1155622" y="2182641"/>
                              </a:lnTo>
                              <a:lnTo>
                                <a:pt x="1165144" y="2197252"/>
                              </a:lnTo>
                              <a:lnTo>
                                <a:pt x="1174665" y="2211863"/>
                              </a:lnTo>
                              <a:lnTo>
                                <a:pt x="1184186" y="2225838"/>
                              </a:lnTo>
                              <a:lnTo>
                                <a:pt x="1194977" y="2240131"/>
                              </a:lnTo>
                              <a:lnTo>
                                <a:pt x="1205450" y="2253789"/>
                              </a:lnTo>
                              <a:lnTo>
                                <a:pt x="1215924" y="2267129"/>
                              </a:lnTo>
                              <a:lnTo>
                                <a:pt x="1227349" y="2280469"/>
                              </a:lnTo>
                              <a:lnTo>
                                <a:pt x="1238775" y="2293174"/>
                              </a:lnTo>
                              <a:lnTo>
                                <a:pt x="1250518" y="2305879"/>
                              </a:lnTo>
                              <a:lnTo>
                                <a:pt x="1262578" y="2318267"/>
                              </a:lnTo>
                              <a:lnTo>
                                <a:pt x="1274956" y="2330336"/>
                              </a:lnTo>
                              <a:lnTo>
                                <a:pt x="1287651" y="2342088"/>
                              </a:lnTo>
                              <a:lnTo>
                                <a:pt x="1300663" y="2353840"/>
                              </a:lnTo>
                              <a:lnTo>
                                <a:pt x="1313676" y="2364640"/>
                              </a:lnTo>
                              <a:lnTo>
                                <a:pt x="1327323" y="2375756"/>
                              </a:lnTo>
                              <a:lnTo>
                                <a:pt x="1340653" y="2386238"/>
                              </a:lnTo>
                              <a:lnTo>
                                <a:pt x="1354935" y="2396402"/>
                              </a:lnTo>
                              <a:lnTo>
                                <a:pt x="1368899" y="2406566"/>
                              </a:lnTo>
                              <a:lnTo>
                                <a:pt x="1383816" y="2415777"/>
                              </a:lnTo>
                              <a:lnTo>
                                <a:pt x="1398415" y="2424988"/>
                              </a:lnTo>
                              <a:lnTo>
                                <a:pt x="1413332" y="2433882"/>
                              </a:lnTo>
                              <a:lnTo>
                                <a:pt x="1428566" y="2442775"/>
                              </a:lnTo>
                              <a:lnTo>
                                <a:pt x="1443800" y="2450398"/>
                              </a:lnTo>
                              <a:lnTo>
                                <a:pt x="1459669" y="2458339"/>
                              </a:lnTo>
                              <a:lnTo>
                                <a:pt x="1475538" y="2465644"/>
                              </a:lnTo>
                              <a:lnTo>
                                <a:pt x="1491724" y="2472632"/>
                              </a:lnTo>
                              <a:lnTo>
                                <a:pt x="1507910" y="2479619"/>
                              </a:lnTo>
                              <a:lnTo>
                                <a:pt x="1524414" y="2485654"/>
                              </a:lnTo>
                              <a:lnTo>
                                <a:pt x="1540917" y="2491689"/>
                              </a:lnTo>
                              <a:lnTo>
                                <a:pt x="1557421" y="2496771"/>
                              </a:lnTo>
                              <a:lnTo>
                                <a:pt x="1574877" y="2502171"/>
                              </a:lnTo>
                              <a:lnTo>
                                <a:pt x="1591698" y="2506617"/>
                              </a:lnTo>
                              <a:lnTo>
                                <a:pt x="1608836" y="2510746"/>
                              </a:lnTo>
                              <a:lnTo>
                                <a:pt x="1626609" y="2514876"/>
                              </a:lnTo>
                              <a:lnTo>
                                <a:pt x="1644382" y="2518369"/>
                              </a:lnTo>
                              <a:lnTo>
                                <a:pt x="1662155" y="2520910"/>
                              </a:lnTo>
                              <a:lnTo>
                                <a:pt x="1679928" y="2523451"/>
                              </a:lnTo>
                              <a:lnTo>
                                <a:pt x="1698019" y="2525675"/>
                              </a:lnTo>
                              <a:lnTo>
                                <a:pt x="1716109" y="2527263"/>
                              </a:lnTo>
                              <a:lnTo>
                                <a:pt x="1734517" y="2528533"/>
                              </a:lnTo>
                              <a:lnTo>
                                <a:pt x="1752925" y="2529169"/>
                              </a:lnTo>
                              <a:lnTo>
                                <a:pt x="1771967" y="2529169"/>
                              </a:lnTo>
                              <a:lnTo>
                                <a:pt x="1790375" y="2529169"/>
                              </a:lnTo>
                              <a:lnTo>
                                <a:pt x="1808783" y="2528533"/>
                              </a:lnTo>
                              <a:lnTo>
                                <a:pt x="1827191" y="2527263"/>
                              </a:lnTo>
                              <a:lnTo>
                                <a:pt x="1845281" y="2525675"/>
                              </a:lnTo>
                              <a:lnTo>
                                <a:pt x="1863372" y="2523451"/>
                              </a:lnTo>
                              <a:lnTo>
                                <a:pt x="1881145" y="2520910"/>
                              </a:lnTo>
                              <a:lnTo>
                                <a:pt x="1898918" y="2518369"/>
                              </a:lnTo>
                              <a:lnTo>
                                <a:pt x="1916691" y="2514876"/>
                              </a:lnTo>
                              <a:lnTo>
                                <a:pt x="1934464" y="2510746"/>
                              </a:lnTo>
                              <a:lnTo>
                                <a:pt x="1951602" y="2506617"/>
                              </a:lnTo>
                              <a:lnTo>
                                <a:pt x="1969058" y="2502171"/>
                              </a:lnTo>
                              <a:lnTo>
                                <a:pt x="1985879" y="2496771"/>
                              </a:lnTo>
                              <a:lnTo>
                                <a:pt x="2002383" y="2491689"/>
                              </a:lnTo>
                              <a:lnTo>
                                <a:pt x="2019204" y="2485654"/>
                              </a:lnTo>
                              <a:lnTo>
                                <a:pt x="2035390" y="2479619"/>
                              </a:lnTo>
                              <a:lnTo>
                                <a:pt x="2051894" y="2472632"/>
                              </a:lnTo>
                              <a:lnTo>
                                <a:pt x="2067762" y="2465644"/>
                              </a:lnTo>
                              <a:lnTo>
                                <a:pt x="2083631" y="2458339"/>
                              </a:lnTo>
                              <a:lnTo>
                                <a:pt x="2099500" y="2450398"/>
                              </a:lnTo>
                              <a:lnTo>
                                <a:pt x="2114734" y="2442775"/>
                              </a:lnTo>
                              <a:lnTo>
                                <a:pt x="2129968" y="2433882"/>
                              </a:lnTo>
                              <a:lnTo>
                                <a:pt x="2144885" y="2424988"/>
                              </a:lnTo>
                              <a:lnTo>
                                <a:pt x="2159484" y="2415777"/>
                              </a:lnTo>
                              <a:lnTo>
                                <a:pt x="2174401" y="2406566"/>
                              </a:lnTo>
                              <a:lnTo>
                                <a:pt x="2188683" y="2396402"/>
                              </a:lnTo>
                              <a:lnTo>
                                <a:pt x="2202647" y="2386238"/>
                              </a:lnTo>
                              <a:lnTo>
                                <a:pt x="2215977" y="2375756"/>
                              </a:lnTo>
                              <a:lnTo>
                                <a:pt x="2229624" y="2364640"/>
                              </a:lnTo>
                              <a:lnTo>
                                <a:pt x="2242637" y="2353840"/>
                              </a:lnTo>
                              <a:lnTo>
                                <a:pt x="2255966" y="2342088"/>
                              </a:lnTo>
                              <a:lnTo>
                                <a:pt x="2268344" y="2330336"/>
                              </a:lnTo>
                              <a:lnTo>
                                <a:pt x="2280722" y="2318267"/>
                              </a:lnTo>
                              <a:lnTo>
                                <a:pt x="2292782" y="2305879"/>
                              </a:lnTo>
                              <a:lnTo>
                                <a:pt x="2304525" y="2293174"/>
                              </a:lnTo>
                              <a:lnTo>
                                <a:pt x="2315951" y="2280469"/>
                              </a:lnTo>
                              <a:lnTo>
                                <a:pt x="2327376" y="2267129"/>
                              </a:lnTo>
                              <a:lnTo>
                                <a:pt x="2338167" y="2253789"/>
                              </a:lnTo>
                              <a:lnTo>
                                <a:pt x="2348958" y="2240131"/>
                              </a:lnTo>
                              <a:lnTo>
                                <a:pt x="2359114" y="2225838"/>
                              </a:lnTo>
                              <a:lnTo>
                                <a:pt x="2368635" y="2211863"/>
                              </a:lnTo>
                              <a:lnTo>
                                <a:pt x="2378156" y="2197252"/>
                              </a:lnTo>
                              <a:lnTo>
                                <a:pt x="2387678" y="2182641"/>
                              </a:lnTo>
                              <a:lnTo>
                                <a:pt x="2396247" y="2167395"/>
                              </a:lnTo>
                              <a:lnTo>
                                <a:pt x="2404816" y="2152467"/>
                              </a:lnTo>
                              <a:lnTo>
                                <a:pt x="2412750" y="2136904"/>
                              </a:lnTo>
                              <a:lnTo>
                                <a:pt x="2420685" y="2121022"/>
                              </a:lnTo>
                              <a:lnTo>
                                <a:pt x="2428302" y="2105459"/>
                              </a:lnTo>
                              <a:lnTo>
                                <a:pt x="2434967" y="2089260"/>
                              </a:lnTo>
                              <a:lnTo>
                                <a:pt x="2441632" y="2073061"/>
                              </a:lnTo>
                              <a:lnTo>
                                <a:pt x="2447979" y="2056545"/>
                              </a:lnTo>
                              <a:lnTo>
                                <a:pt x="2453692" y="2039711"/>
                              </a:lnTo>
                              <a:lnTo>
                                <a:pt x="2459405" y="2022877"/>
                              </a:lnTo>
                              <a:lnTo>
                                <a:pt x="2464166" y="2006043"/>
                              </a:lnTo>
                              <a:lnTo>
                                <a:pt x="2469244" y="1988891"/>
                              </a:lnTo>
                              <a:lnTo>
                                <a:pt x="2473370" y="1971739"/>
                              </a:lnTo>
                              <a:lnTo>
                                <a:pt x="2477178" y="1953952"/>
                              </a:lnTo>
                              <a:lnTo>
                                <a:pt x="2480352" y="1936483"/>
                              </a:lnTo>
                              <a:lnTo>
                                <a:pt x="2483526" y="1918696"/>
                              </a:lnTo>
                              <a:lnTo>
                                <a:pt x="2486064" y="1900592"/>
                              </a:lnTo>
                              <a:lnTo>
                                <a:pt x="2487969" y="1882487"/>
                              </a:lnTo>
                              <a:lnTo>
                                <a:pt x="2489556" y="1864065"/>
                              </a:lnTo>
                              <a:lnTo>
                                <a:pt x="2490508" y="1845960"/>
                              </a:lnTo>
                              <a:lnTo>
                                <a:pt x="2491460" y="1827221"/>
                              </a:lnTo>
                              <a:lnTo>
                                <a:pt x="2491777" y="1808798"/>
                              </a:lnTo>
                              <a:lnTo>
                                <a:pt x="2491460" y="1790376"/>
                              </a:lnTo>
                              <a:lnTo>
                                <a:pt x="2490508" y="1771319"/>
                              </a:lnTo>
                              <a:lnTo>
                                <a:pt x="2489556" y="1753532"/>
                              </a:lnTo>
                              <a:lnTo>
                                <a:pt x="2487969" y="1735110"/>
                              </a:lnTo>
                              <a:lnTo>
                                <a:pt x="2486064" y="1717005"/>
                              </a:lnTo>
                              <a:lnTo>
                                <a:pt x="2483526" y="1698901"/>
                              </a:lnTo>
                              <a:lnTo>
                                <a:pt x="2480352" y="1681114"/>
                              </a:lnTo>
                              <a:lnTo>
                                <a:pt x="2477178" y="1663327"/>
                              </a:lnTo>
                              <a:lnTo>
                                <a:pt x="2473370" y="1646175"/>
                              </a:lnTo>
                              <a:lnTo>
                                <a:pt x="2469244" y="1628388"/>
                              </a:lnTo>
                              <a:lnTo>
                                <a:pt x="2464166" y="1611554"/>
                              </a:lnTo>
                              <a:lnTo>
                                <a:pt x="2459405" y="1594402"/>
                              </a:lnTo>
                              <a:lnTo>
                                <a:pt x="2453692" y="1577568"/>
                              </a:lnTo>
                              <a:lnTo>
                                <a:pt x="2447979" y="1561052"/>
                              </a:lnTo>
                              <a:lnTo>
                                <a:pt x="2441632" y="1544536"/>
                              </a:lnTo>
                              <a:lnTo>
                                <a:pt x="2434967" y="1528337"/>
                              </a:lnTo>
                              <a:lnTo>
                                <a:pt x="2428302" y="1512138"/>
                              </a:lnTo>
                              <a:lnTo>
                                <a:pt x="2420685" y="1496257"/>
                              </a:lnTo>
                              <a:lnTo>
                                <a:pt x="2412750" y="1480376"/>
                              </a:lnTo>
                              <a:lnTo>
                                <a:pt x="2404909" y="1465308"/>
                              </a:lnTo>
                              <a:lnTo>
                                <a:pt x="2396490" y="1450340"/>
                              </a:lnTo>
                              <a:lnTo>
                                <a:pt x="2387918" y="1435418"/>
                              </a:lnTo>
                              <a:lnTo>
                                <a:pt x="2378392" y="1420813"/>
                              </a:lnTo>
                              <a:lnTo>
                                <a:pt x="2368868" y="1406525"/>
                              </a:lnTo>
                              <a:lnTo>
                                <a:pt x="2359342" y="1392238"/>
                              </a:lnTo>
                              <a:lnTo>
                                <a:pt x="2349182" y="1377950"/>
                              </a:lnTo>
                              <a:lnTo>
                                <a:pt x="2338388" y="1364298"/>
                              </a:lnTo>
                              <a:lnTo>
                                <a:pt x="2327592" y="1350645"/>
                              </a:lnTo>
                              <a:lnTo>
                                <a:pt x="2316162" y="1337628"/>
                              </a:lnTo>
                              <a:lnTo>
                                <a:pt x="2304732" y="1324928"/>
                              </a:lnTo>
                              <a:lnTo>
                                <a:pt x="2292985" y="1311910"/>
                              </a:lnTo>
                              <a:lnTo>
                                <a:pt x="2280920" y="1299528"/>
                              </a:lnTo>
                              <a:lnTo>
                                <a:pt x="2268538" y="1287463"/>
                              </a:lnTo>
                              <a:lnTo>
                                <a:pt x="2256155" y="1275715"/>
                              </a:lnTo>
                              <a:lnTo>
                                <a:pt x="2242820" y="1264285"/>
                              </a:lnTo>
                              <a:lnTo>
                                <a:pt x="2229802" y="1253173"/>
                              </a:lnTo>
                              <a:lnTo>
                                <a:pt x="2216150" y="1242378"/>
                              </a:lnTo>
                              <a:lnTo>
                                <a:pt x="2202815" y="1231900"/>
                              </a:lnTo>
                              <a:lnTo>
                                <a:pt x="2188845" y="1221740"/>
                              </a:lnTo>
                              <a:lnTo>
                                <a:pt x="2174558" y="1211898"/>
                              </a:lnTo>
                              <a:lnTo>
                                <a:pt x="2159635" y="1202055"/>
                              </a:lnTo>
                              <a:lnTo>
                                <a:pt x="2145030" y="1193165"/>
                              </a:lnTo>
                              <a:lnTo>
                                <a:pt x="2130108" y="1183958"/>
                              </a:lnTo>
                              <a:lnTo>
                                <a:pt x="2114868" y="1175703"/>
                              </a:lnTo>
                              <a:lnTo>
                                <a:pt x="2099628" y="1167448"/>
                              </a:lnTo>
                              <a:lnTo>
                                <a:pt x="2083752" y="1159510"/>
                              </a:lnTo>
                              <a:lnTo>
                                <a:pt x="2067878" y="1152525"/>
                              </a:lnTo>
                              <a:lnTo>
                                <a:pt x="2052002" y="1145223"/>
                              </a:lnTo>
                              <a:lnTo>
                                <a:pt x="2035492" y="1138555"/>
                              </a:lnTo>
                              <a:lnTo>
                                <a:pt x="2019300" y="1132523"/>
                              </a:lnTo>
                              <a:lnTo>
                                <a:pt x="2002472" y="1126490"/>
                              </a:lnTo>
                              <a:lnTo>
                                <a:pt x="1985962" y="1121093"/>
                              </a:lnTo>
                              <a:lnTo>
                                <a:pt x="1969135" y="1116013"/>
                              </a:lnTo>
                              <a:lnTo>
                                <a:pt x="1951672" y="1111568"/>
                              </a:lnTo>
                              <a:lnTo>
                                <a:pt x="1934528" y="1107440"/>
                              </a:lnTo>
                              <a:lnTo>
                                <a:pt x="1916748" y="1103630"/>
                              </a:lnTo>
                              <a:lnTo>
                                <a:pt x="1898968" y="1100138"/>
                              </a:lnTo>
                              <a:lnTo>
                                <a:pt x="1881188" y="1097280"/>
                              </a:lnTo>
                              <a:lnTo>
                                <a:pt x="1863408" y="1094423"/>
                              </a:lnTo>
                              <a:lnTo>
                                <a:pt x="1845310" y="1092518"/>
                              </a:lnTo>
                              <a:lnTo>
                                <a:pt x="1827212" y="1090613"/>
                              </a:lnTo>
                              <a:lnTo>
                                <a:pt x="1808798" y="1089660"/>
                              </a:lnTo>
                              <a:lnTo>
                                <a:pt x="1790382" y="1088708"/>
                              </a:lnTo>
                              <a:lnTo>
                                <a:pt x="1771968" y="1088708"/>
                              </a:lnTo>
                              <a:lnTo>
                                <a:pt x="1752918" y="1088708"/>
                              </a:lnTo>
                              <a:close/>
                              <a:moveTo>
                                <a:pt x="1615758" y="0"/>
                              </a:moveTo>
                              <a:lnTo>
                                <a:pt x="1620520" y="0"/>
                              </a:lnTo>
                              <a:lnTo>
                                <a:pt x="1922780" y="0"/>
                              </a:lnTo>
                              <a:lnTo>
                                <a:pt x="1927225" y="0"/>
                              </a:lnTo>
                              <a:lnTo>
                                <a:pt x="1931670" y="317"/>
                              </a:lnTo>
                              <a:lnTo>
                                <a:pt x="1936115" y="952"/>
                              </a:lnTo>
                              <a:lnTo>
                                <a:pt x="1940878" y="1905"/>
                              </a:lnTo>
                              <a:lnTo>
                                <a:pt x="1949450" y="4127"/>
                              </a:lnTo>
                              <a:lnTo>
                                <a:pt x="1957705" y="6985"/>
                              </a:lnTo>
                              <a:lnTo>
                                <a:pt x="1965325" y="10795"/>
                              </a:lnTo>
                              <a:lnTo>
                                <a:pt x="1972628" y="14922"/>
                              </a:lnTo>
                              <a:lnTo>
                                <a:pt x="1979612" y="20320"/>
                              </a:lnTo>
                              <a:lnTo>
                                <a:pt x="1985962" y="26035"/>
                              </a:lnTo>
                              <a:lnTo>
                                <a:pt x="1991678" y="32385"/>
                              </a:lnTo>
                              <a:lnTo>
                                <a:pt x="1996758" y="39052"/>
                              </a:lnTo>
                              <a:lnTo>
                                <a:pt x="2001202" y="46672"/>
                              </a:lnTo>
                              <a:lnTo>
                                <a:pt x="2005012" y="54610"/>
                              </a:lnTo>
                              <a:lnTo>
                                <a:pt x="2007870" y="62230"/>
                              </a:lnTo>
                              <a:lnTo>
                                <a:pt x="2010092" y="71120"/>
                              </a:lnTo>
                              <a:lnTo>
                                <a:pt x="2010728" y="75565"/>
                              </a:lnTo>
                              <a:lnTo>
                                <a:pt x="2011362" y="80010"/>
                              </a:lnTo>
                              <a:lnTo>
                                <a:pt x="2011998" y="84455"/>
                              </a:lnTo>
                              <a:lnTo>
                                <a:pt x="2011998" y="89217"/>
                              </a:lnTo>
                              <a:lnTo>
                                <a:pt x="2011998" y="388620"/>
                              </a:lnTo>
                              <a:lnTo>
                                <a:pt x="2038350" y="393065"/>
                              </a:lnTo>
                              <a:lnTo>
                                <a:pt x="2064702" y="398462"/>
                              </a:lnTo>
                              <a:lnTo>
                                <a:pt x="2091055" y="404177"/>
                              </a:lnTo>
                              <a:lnTo>
                                <a:pt x="2116772" y="410210"/>
                              </a:lnTo>
                              <a:lnTo>
                                <a:pt x="2142490" y="416877"/>
                              </a:lnTo>
                              <a:lnTo>
                                <a:pt x="2167890" y="423545"/>
                              </a:lnTo>
                              <a:lnTo>
                                <a:pt x="2193608" y="431165"/>
                              </a:lnTo>
                              <a:lnTo>
                                <a:pt x="2218690" y="439102"/>
                              </a:lnTo>
                              <a:lnTo>
                                <a:pt x="2243772" y="447675"/>
                              </a:lnTo>
                              <a:lnTo>
                                <a:pt x="2268538" y="456247"/>
                              </a:lnTo>
                              <a:lnTo>
                                <a:pt x="2292985" y="465772"/>
                              </a:lnTo>
                              <a:lnTo>
                                <a:pt x="2317432" y="475615"/>
                              </a:lnTo>
                              <a:lnTo>
                                <a:pt x="2341562" y="485457"/>
                              </a:lnTo>
                              <a:lnTo>
                                <a:pt x="2365692" y="496252"/>
                              </a:lnTo>
                              <a:lnTo>
                                <a:pt x="2388870" y="507047"/>
                              </a:lnTo>
                              <a:lnTo>
                                <a:pt x="2412682" y="518477"/>
                              </a:lnTo>
                              <a:lnTo>
                                <a:pt x="2588260" y="276542"/>
                              </a:lnTo>
                              <a:lnTo>
                                <a:pt x="2591435" y="272732"/>
                              </a:lnTo>
                              <a:lnTo>
                                <a:pt x="2593975" y="269240"/>
                              </a:lnTo>
                              <a:lnTo>
                                <a:pt x="2597468" y="266065"/>
                              </a:lnTo>
                              <a:lnTo>
                                <a:pt x="2600325" y="262890"/>
                              </a:lnTo>
                              <a:lnTo>
                                <a:pt x="2606992" y="257175"/>
                              </a:lnTo>
                              <a:lnTo>
                                <a:pt x="2614295" y="252412"/>
                              </a:lnTo>
                              <a:lnTo>
                                <a:pt x="2621915" y="248602"/>
                              </a:lnTo>
                              <a:lnTo>
                                <a:pt x="2629852" y="245110"/>
                              </a:lnTo>
                              <a:lnTo>
                                <a:pt x="2638108" y="242570"/>
                              </a:lnTo>
                              <a:lnTo>
                                <a:pt x="2646362" y="240665"/>
                              </a:lnTo>
                              <a:lnTo>
                                <a:pt x="2654935" y="240030"/>
                              </a:lnTo>
                              <a:lnTo>
                                <a:pt x="2663508" y="240030"/>
                              </a:lnTo>
                              <a:lnTo>
                                <a:pt x="2671762" y="240665"/>
                              </a:lnTo>
                              <a:lnTo>
                                <a:pt x="2680652" y="242252"/>
                              </a:lnTo>
                              <a:lnTo>
                                <a:pt x="2688908" y="244475"/>
                              </a:lnTo>
                              <a:lnTo>
                                <a:pt x="2697162" y="247967"/>
                              </a:lnTo>
                              <a:lnTo>
                                <a:pt x="2705100" y="251777"/>
                              </a:lnTo>
                              <a:lnTo>
                                <a:pt x="2709228" y="254317"/>
                              </a:lnTo>
                              <a:lnTo>
                                <a:pt x="2712720" y="256857"/>
                              </a:lnTo>
                              <a:lnTo>
                                <a:pt x="2957512" y="434022"/>
                              </a:lnTo>
                              <a:lnTo>
                                <a:pt x="2960688" y="437197"/>
                              </a:lnTo>
                              <a:lnTo>
                                <a:pt x="2964498" y="439737"/>
                              </a:lnTo>
                              <a:lnTo>
                                <a:pt x="2967672" y="443230"/>
                              </a:lnTo>
                              <a:lnTo>
                                <a:pt x="2970848" y="446087"/>
                              </a:lnTo>
                              <a:lnTo>
                                <a:pt x="2976245" y="453072"/>
                              </a:lnTo>
                              <a:lnTo>
                                <a:pt x="2981008" y="460375"/>
                              </a:lnTo>
                              <a:lnTo>
                                <a:pt x="2985452" y="467995"/>
                              </a:lnTo>
                              <a:lnTo>
                                <a:pt x="2988628" y="475932"/>
                              </a:lnTo>
                              <a:lnTo>
                                <a:pt x="2991168" y="484187"/>
                              </a:lnTo>
                              <a:lnTo>
                                <a:pt x="2992755" y="492442"/>
                              </a:lnTo>
                              <a:lnTo>
                                <a:pt x="2994025" y="501015"/>
                              </a:lnTo>
                              <a:lnTo>
                                <a:pt x="2994025" y="509270"/>
                              </a:lnTo>
                              <a:lnTo>
                                <a:pt x="2993072" y="518160"/>
                              </a:lnTo>
                              <a:lnTo>
                                <a:pt x="2991802" y="526732"/>
                              </a:lnTo>
                              <a:lnTo>
                                <a:pt x="2988945" y="534987"/>
                              </a:lnTo>
                              <a:lnTo>
                                <a:pt x="2986088" y="543242"/>
                              </a:lnTo>
                              <a:lnTo>
                                <a:pt x="2981960" y="551180"/>
                              </a:lnTo>
                              <a:lnTo>
                                <a:pt x="2979738" y="554990"/>
                              </a:lnTo>
                              <a:lnTo>
                                <a:pt x="2976880" y="558800"/>
                              </a:lnTo>
                              <a:lnTo>
                                <a:pt x="2800985" y="801052"/>
                              </a:lnTo>
                              <a:lnTo>
                                <a:pt x="2819082" y="819785"/>
                              </a:lnTo>
                              <a:lnTo>
                                <a:pt x="2837180" y="839470"/>
                              </a:lnTo>
                              <a:lnTo>
                                <a:pt x="2854642" y="858837"/>
                              </a:lnTo>
                              <a:lnTo>
                                <a:pt x="2871788" y="878840"/>
                              </a:lnTo>
                              <a:lnTo>
                                <a:pt x="2888615" y="899160"/>
                              </a:lnTo>
                              <a:lnTo>
                                <a:pt x="2905125" y="919797"/>
                              </a:lnTo>
                              <a:lnTo>
                                <a:pt x="2921318" y="940752"/>
                              </a:lnTo>
                              <a:lnTo>
                                <a:pt x="2937192" y="962025"/>
                              </a:lnTo>
                              <a:lnTo>
                                <a:pt x="2952432" y="983615"/>
                              </a:lnTo>
                              <a:lnTo>
                                <a:pt x="2967672" y="1005205"/>
                              </a:lnTo>
                              <a:lnTo>
                                <a:pt x="2981960" y="1027113"/>
                              </a:lnTo>
                              <a:lnTo>
                                <a:pt x="2996248" y="1049655"/>
                              </a:lnTo>
                              <a:lnTo>
                                <a:pt x="3010218" y="1072198"/>
                              </a:lnTo>
                              <a:lnTo>
                                <a:pt x="3023235" y="1095375"/>
                              </a:lnTo>
                              <a:lnTo>
                                <a:pt x="3036570" y="1118553"/>
                              </a:lnTo>
                              <a:lnTo>
                                <a:pt x="3048952" y="1142048"/>
                              </a:lnTo>
                              <a:lnTo>
                                <a:pt x="3333115" y="1049338"/>
                              </a:lnTo>
                              <a:lnTo>
                                <a:pt x="3337560" y="1048068"/>
                              </a:lnTo>
                              <a:lnTo>
                                <a:pt x="3342005" y="1047115"/>
                              </a:lnTo>
                              <a:lnTo>
                                <a:pt x="3346450" y="1046480"/>
                              </a:lnTo>
                              <a:lnTo>
                                <a:pt x="3350578" y="1045528"/>
                              </a:lnTo>
                              <a:lnTo>
                                <a:pt x="3359785" y="1044893"/>
                              </a:lnTo>
                              <a:lnTo>
                                <a:pt x="3368358" y="1045210"/>
                              </a:lnTo>
                              <a:lnTo>
                                <a:pt x="3376930" y="1046480"/>
                              </a:lnTo>
                              <a:lnTo>
                                <a:pt x="3385185" y="1048068"/>
                              </a:lnTo>
                              <a:lnTo>
                                <a:pt x="3393440" y="1051243"/>
                              </a:lnTo>
                              <a:lnTo>
                                <a:pt x="3401060" y="1054735"/>
                              </a:lnTo>
                              <a:lnTo>
                                <a:pt x="3408680" y="1058863"/>
                              </a:lnTo>
                              <a:lnTo>
                                <a:pt x="3415665" y="1063625"/>
                              </a:lnTo>
                              <a:lnTo>
                                <a:pt x="3422015" y="1069340"/>
                              </a:lnTo>
                              <a:lnTo>
                                <a:pt x="3428048" y="1075690"/>
                              </a:lnTo>
                              <a:lnTo>
                                <a:pt x="3433445" y="1082358"/>
                              </a:lnTo>
                              <a:lnTo>
                                <a:pt x="3438208" y="1089978"/>
                              </a:lnTo>
                              <a:lnTo>
                                <a:pt x="3442335" y="1097915"/>
                              </a:lnTo>
                              <a:lnTo>
                                <a:pt x="3443922" y="1102043"/>
                              </a:lnTo>
                              <a:lnTo>
                                <a:pt x="3445510" y="1106488"/>
                              </a:lnTo>
                              <a:lnTo>
                                <a:pt x="3538855" y="1393508"/>
                              </a:lnTo>
                              <a:lnTo>
                                <a:pt x="3539808" y="1397635"/>
                              </a:lnTo>
                              <a:lnTo>
                                <a:pt x="3541078" y="1402398"/>
                              </a:lnTo>
                              <a:lnTo>
                                <a:pt x="3542030" y="1406843"/>
                              </a:lnTo>
                              <a:lnTo>
                                <a:pt x="3542665" y="1411288"/>
                              </a:lnTo>
                              <a:lnTo>
                                <a:pt x="3543300" y="1419860"/>
                              </a:lnTo>
                              <a:lnTo>
                                <a:pt x="3542982" y="1428750"/>
                              </a:lnTo>
                              <a:lnTo>
                                <a:pt x="3541712" y="1437323"/>
                              </a:lnTo>
                              <a:lnTo>
                                <a:pt x="3539808" y="1445578"/>
                              </a:lnTo>
                              <a:lnTo>
                                <a:pt x="3537268" y="1453833"/>
                              </a:lnTo>
                              <a:lnTo>
                                <a:pt x="3533458" y="1461453"/>
                              </a:lnTo>
                              <a:lnTo>
                                <a:pt x="3529330" y="1468755"/>
                              </a:lnTo>
                              <a:lnTo>
                                <a:pt x="3524568" y="1476058"/>
                              </a:lnTo>
                              <a:lnTo>
                                <a:pt x="3518852" y="1482408"/>
                              </a:lnTo>
                              <a:lnTo>
                                <a:pt x="3512502" y="1488440"/>
                              </a:lnTo>
                              <a:lnTo>
                                <a:pt x="3505518" y="1494155"/>
                              </a:lnTo>
                              <a:lnTo>
                                <a:pt x="3498215" y="1498600"/>
                              </a:lnTo>
                              <a:lnTo>
                                <a:pt x="3490278" y="1502728"/>
                              </a:lnTo>
                              <a:lnTo>
                                <a:pt x="3486150" y="1504633"/>
                              </a:lnTo>
                              <a:lnTo>
                                <a:pt x="3481705" y="1506220"/>
                              </a:lnTo>
                              <a:lnTo>
                                <a:pt x="3197225" y="1598295"/>
                              </a:lnTo>
                              <a:lnTo>
                                <a:pt x="3200400" y="1624330"/>
                              </a:lnTo>
                              <a:lnTo>
                                <a:pt x="3203892" y="1650365"/>
                              </a:lnTo>
                              <a:lnTo>
                                <a:pt x="3206115" y="1676718"/>
                              </a:lnTo>
                              <a:lnTo>
                                <a:pt x="3208338" y="1703070"/>
                              </a:lnTo>
                              <a:lnTo>
                                <a:pt x="3210242" y="1729423"/>
                              </a:lnTo>
                              <a:lnTo>
                                <a:pt x="3211512" y="1755775"/>
                              </a:lnTo>
                              <a:lnTo>
                                <a:pt x="3212148" y="1782445"/>
                              </a:lnTo>
                              <a:lnTo>
                                <a:pt x="3212465" y="1809115"/>
                              </a:lnTo>
                              <a:lnTo>
                                <a:pt x="3212148" y="1835785"/>
                              </a:lnTo>
                              <a:lnTo>
                                <a:pt x="3211512" y="1862455"/>
                              </a:lnTo>
                              <a:lnTo>
                                <a:pt x="3210242" y="1889125"/>
                              </a:lnTo>
                              <a:lnTo>
                                <a:pt x="3208338" y="1915478"/>
                              </a:lnTo>
                              <a:lnTo>
                                <a:pt x="3206115" y="1941830"/>
                              </a:lnTo>
                              <a:lnTo>
                                <a:pt x="3203892" y="1967865"/>
                              </a:lnTo>
                              <a:lnTo>
                                <a:pt x="3200400" y="1993900"/>
                              </a:lnTo>
                              <a:lnTo>
                                <a:pt x="3197225" y="2019618"/>
                              </a:lnTo>
                              <a:lnTo>
                                <a:pt x="3481705" y="2112328"/>
                              </a:lnTo>
                              <a:lnTo>
                                <a:pt x="3486150" y="2113915"/>
                              </a:lnTo>
                              <a:lnTo>
                                <a:pt x="3490278" y="2115820"/>
                              </a:lnTo>
                              <a:lnTo>
                                <a:pt x="3498215" y="2119630"/>
                              </a:lnTo>
                              <a:lnTo>
                                <a:pt x="3505518" y="2124393"/>
                              </a:lnTo>
                              <a:lnTo>
                                <a:pt x="3512502" y="2129790"/>
                              </a:lnTo>
                              <a:lnTo>
                                <a:pt x="3518852" y="2135505"/>
                              </a:lnTo>
                              <a:lnTo>
                                <a:pt x="3524568" y="2142173"/>
                              </a:lnTo>
                              <a:lnTo>
                                <a:pt x="3529330" y="2149158"/>
                              </a:lnTo>
                              <a:lnTo>
                                <a:pt x="3533458" y="2156778"/>
                              </a:lnTo>
                              <a:lnTo>
                                <a:pt x="3537268" y="2164398"/>
                              </a:lnTo>
                              <a:lnTo>
                                <a:pt x="3539808" y="2172653"/>
                              </a:lnTo>
                              <a:lnTo>
                                <a:pt x="3541712" y="2180908"/>
                              </a:lnTo>
                              <a:lnTo>
                                <a:pt x="3542982" y="2189480"/>
                              </a:lnTo>
                              <a:lnTo>
                                <a:pt x="3543300" y="2198053"/>
                              </a:lnTo>
                              <a:lnTo>
                                <a:pt x="3542665" y="2206625"/>
                              </a:lnTo>
                              <a:lnTo>
                                <a:pt x="3542030" y="2211388"/>
                              </a:lnTo>
                              <a:lnTo>
                                <a:pt x="3541078" y="2215833"/>
                              </a:lnTo>
                              <a:lnTo>
                                <a:pt x="3539808" y="2220278"/>
                              </a:lnTo>
                              <a:lnTo>
                                <a:pt x="3538855" y="2224405"/>
                              </a:lnTo>
                              <a:lnTo>
                                <a:pt x="3445510" y="2512060"/>
                              </a:lnTo>
                              <a:lnTo>
                                <a:pt x="3443922" y="2516188"/>
                              </a:lnTo>
                              <a:lnTo>
                                <a:pt x="3442335" y="2520315"/>
                              </a:lnTo>
                              <a:lnTo>
                                <a:pt x="3438208" y="2528253"/>
                              </a:lnTo>
                              <a:lnTo>
                                <a:pt x="3433445" y="2535555"/>
                              </a:lnTo>
                              <a:lnTo>
                                <a:pt x="3428048" y="2542540"/>
                              </a:lnTo>
                              <a:lnTo>
                                <a:pt x="3422015" y="2548890"/>
                              </a:lnTo>
                              <a:lnTo>
                                <a:pt x="3415665" y="2554605"/>
                              </a:lnTo>
                              <a:lnTo>
                                <a:pt x="3408680" y="2559368"/>
                              </a:lnTo>
                              <a:lnTo>
                                <a:pt x="3401060" y="2563495"/>
                              </a:lnTo>
                              <a:lnTo>
                                <a:pt x="3393440" y="2567305"/>
                              </a:lnTo>
                              <a:lnTo>
                                <a:pt x="3385185" y="2569845"/>
                              </a:lnTo>
                              <a:lnTo>
                                <a:pt x="3376930" y="2571750"/>
                              </a:lnTo>
                              <a:lnTo>
                                <a:pt x="3368358" y="2573020"/>
                              </a:lnTo>
                              <a:lnTo>
                                <a:pt x="3359785" y="2573338"/>
                              </a:lnTo>
                              <a:lnTo>
                                <a:pt x="3350578" y="2573020"/>
                              </a:lnTo>
                              <a:lnTo>
                                <a:pt x="3346450" y="2572068"/>
                              </a:lnTo>
                              <a:lnTo>
                                <a:pt x="3342005" y="2571433"/>
                              </a:lnTo>
                              <a:lnTo>
                                <a:pt x="3337560" y="2570163"/>
                              </a:lnTo>
                              <a:lnTo>
                                <a:pt x="3333115" y="2568893"/>
                              </a:lnTo>
                              <a:lnTo>
                                <a:pt x="3048952" y="2476500"/>
                              </a:lnTo>
                              <a:lnTo>
                                <a:pt x="3035935" y="2499995"/>
                              </a:lnTo>
                              <a:lnTo>
                                <a:pt x="3023235" y="2523173"/>
                              </a:lnTo>
                              <a:lnTo>
                                <a:pt x="3009900" y="2546033"/>
                              </a:lnTo>
                              <a:lnTo>
                                <a:pt x="2996248" y="2568893"/>
                              </a:lnTo>
                              <a:lnTo>
                                <a:pt x="2981960" y="2590800"/>
                              </a:lnTo>
                              <a:lnTo>
                                <a:pt x="2967355" y="2613025"/>
                              </a:lnTo>
                              <a:lnTo>
                                <a:pt x="2952115" y="2634933"/>
                              </a:lnTo>
                              <a:lnTo>
                                <a:pt x="2936875" y="2656523"/>
                              </a:lnTo>
                              <a:lnTo>
                                <a:pt x="2921318" y="2677478"/>
                              </a:lnTo>
                              <a:lnTo>
                                <a:pt x="2905125" y="2698115"/>
                              </a:lnTo>
                              <a:lnTo>
                                <a:pt x="2888615" y="2718753"/>
                              </a:lnTo>
                              <a:lnTo>
                                <a:pt x="2871788" y="2739073"/>
                              </a:lnTo>
                              <a:lnTo>
                                <a:pt x="2854325" y="2759076"/>
                              </a:lnTo>
                              <a:lnTo>
                                <a:pt x="2837180" y="2778761"/>
                              </a:lnTo>
                              <a:lnTo>
                                <a:pt x="2819082" y="2797811"/>
                              </a:lnTo>
                              <a:lnTo>
                                <a:pt x="2800985" y="2817178"/>
                              </a:lnTo>
                              <a:lnTo>
                                <a:pt x="2976880" y="3059431"/>
                              </a:lnTo>
                              <a:lnTo>
                                <a:pt x="2979738" y="3063241"/>
                              </a:lnTo>
                              <a:lnTo>
                                <a:pt x="2981960" y="3067368"/>
                              </a:lnTo>
                              <a:lnTo>
                                <a:pt x="2986088" y="3075306"/>
                              </a:lnTo>
                              <a:lnTo>
                                <a:pt x="2988945" y="3083243"/>
                              </a:lnTo>
                              <a:lnTo>
                                <a:pt x="2991802" y="3091816"/>
                              </a:lnTo>
                              <a:lnTo>
                                <a:pt x="2993072" y="3100071"/>
                              </a:lnTo>
                              <a:lnTo>
                                <a:pt x="2994025" y="3108643"/>
                              </a:lnTo>
                              <a:lnTo>
                                <a:pt x="2994025" y="3117216"/>
                              </a:lnTo>
                              <a:lnTo>
                                <a:pt x="2992755" y="3125788"/>
                              </a:lnTo>
                              <a:lnTo>
                                <a:pt x="2991168" y="3134043"/>
                              </a:lnTo>
                              <a:lnTo>
                                <a:pt x="2988628" y="3142298"/>
                              </a:lnTo>
                              <a:lnTo>
                                <a:pt x="2985770" y="3150236"/>
                              </a:lnTo>
                              <a:lnTo>
                                <a:pt x="2981642" y="3157538"/>
                              </a:lnTo>
                              <a:lnTo>
                                <a:pt x="2976562" y="3165158"/>
                              </a:lnTo>
                              <a:lnTo>
                                <a:pt x="2970848" y="3171826"/>
                              </a:lnTo>
                              <a:lnTo>
                                <a:pt x="2967990" y="3175001"/>
                              </a:lnTo>
                              <a:lnTo>
                                <a:pt x="2964498" y="3177858"/>
                              </a:lnTo>
                              <a:lnTo>
                                <a:pt x="2961322" y="3181033"/>
                              </a:lnTo>
                              <a:lnTo>
                                <a:pt x="2957512" y="3183573"/>
                              </a:lnTo>
                              <a:lnTo>
                                <a:pt x="2712720" y="3361056"/>
                              </a:lnTo>
                              <a:lnTo>
                                <a:pt x="2709228" y="3363913"/>
                              </a:lnTo>
                              <a:lnTo>
                                <a:pt x="2705100" y="3366453"/>
                              </a:lnTo>
                              <a:lnTo>
                                <a:pt x="2697162" y="3370581"/>
                              </a:lnTo>
                              <a:lnTo>
                                <a:pt x="2688908" y="3373756"/>
                              </a:lnTo>
                              <a:lnTo>
                                <a:pt x="2680652" y="3376296"/>
                              </a:lnTo>
                              <a:lnTo>
                                <a:pt x="2671762" y="3377883"/>
                              </a:lnTo>
                              <a:lnTo>
                                <a:pt x="2663508" y="3378518"/>
                              </a:lnTo>
                              <a:lnTo>
                                <a:pt x="2654935" y="3378518"/>
                              </a:lnTo>
                              <a:lnTo>
                                <a:pt x="2646362" y="3377248"/>
                              </a:lnTo>
                              <a:lnTo>
                                <a:pt x="2638108" y="3375978"/>
                              </a:lnTo>
                              <a:lnTo>
                                <a:pt x="2629852" y="3373121"/>
                              </a:lnTo>
                              <a:lnTo>
                                <a:pt x="2621915" y="3369946"/>
                              </a:lnTo>
                              <a:lnTo>
                                <a:pt x="2614295" y="3365818"/>
                              </a:lnTo>
                              <a:lnTo>
                                <a:pt x="2606992" y="3360738"/>
                              </a:lnTo>
                              <a:lnTo>
                                <a:pt x="2600325" y="3355023"/>
                              </a:lnTo>
                              <a:lnTo>
                                <a:pt x="2597468" y="3352166"/>
                              </a:lnTo>
                              <a:lnTo>
                                <a:pt x="2593975" y="3348673"/>
                              </a:lnTo>
                              <a:lnTo>
                                <a:pt x="2591435" y="3345498"/>
                              </a:lnTo>
                              <a:lnTo>
                                <a:pt x="2588260" y="3341688"/>
                              </a:lnTo>
                              <a:lnTo>
                                <a:pt x="2412682" y="3099753"/>
                              </a:lnTo>
                              <a:lnTo>
                                <a:pt x="2388870" y="3110866"/>
                              </a:lnTo>
                              <a:lnTo>
                                <a:pt x="2365692" y="3122296"/>
                              </a:lnTo>
                              <a:lnTo>
                                <a:pt x="2341562" y="3132773"/>
                              </a:lnTo>
                              <a:lnTo>
                                <a:pt x="2317432" y="3142933"/>
                              </a:lnTo>
                              <a:lnTo>
                                <a:pt x="2292985" y="3152776"/>
                              </a:lnTo>
                              <a:lnTo>
                                <a:pt x="2268538" y="3161666"/>
                              </a:lnTo>
                              <a:lnTo>
                                <a:pt x="2243772" y="3170873"/>
                              </a:lnTo>
                              <a:lnTo>
                                <a:pt x="2218690" y="3179128"/>
                              </a:lnTo>
                              <a:lnTo>
                                <a:pt x="2193608" y="3187066"/>
                              </a:lnTo>
                              <a:lnTo>
                                <a:pt x="2167890" y="3194368"/>
                              </a:lnTo>
                              <a:lnTo>
                                <a:pt x="2142490" y="3201671"/>
                              </a:lnTo>
                              <a:lnTo>
                                <a:pt x="2116772" y="3208021"/>
                              </a:lnTo>
                              <a:lnTo>
                                <a:pt x="2091055" y="3214371"/>
                              </a:lnTo>
                              <a:lnTo>
                                <a:pt x="2064702" y="3220086"/>
                              </a:lnTo>
                              <a:lnTo>
                                <a:pt x="2038350" y="3225483"/>
                              </a:lnTo>
                              <a:lnTo>
                                <a:pt x="2011998" y="3229928"/>
                              </a:lnTo>
                              <a:lnTo>
                                <a:pt x="2011998" y="3529013"/>
                              </a:lnTo>
                              <a:lnTo>
                                <a:pt x="2011998" y="3533458"/>
                              </a:lnTo>
                              <a:lnTo>
                                <a:pt x="2011362" y="3537903"/>
                              </a:lnTo>
                              <a:lnTo>
                                <a:pt x="2010728" y="3542666"/>
                              </a:lnTo>
                              <a:lnTo>
                                <a:pt x="2010092" y="3547111"/>
                              </a:lnTo>
                              <a:lnTo>
                                <a:pt x="2007870" y="3555366"/>
                              </a:lnTo>
                              <a:lnTo>
                                <a:pt x="2005012" y="3563621"/>
                              </a:lnTo>
                              <a:lnTo>
                                <a:pt x="2001202" y="3571558"/>
                              </a:lnTo>
                              <a:lnTo>
                                <a:pt x="1996758" y="3578543"/>
                              </a:lnTo>
                              <a:lnTo>
                                <a:pt x="1991678" y="3585846"/>
                              </a:lnTo>
                              <a:lnTo>
                                <a:pt x="1985962" y="3591878"/>
                              </a:lnTo>
                              <a:lnTo>
                                <a:pt x="1979612" y="3597911"/>
                              </a:lnTo>
                              <a:lnTo>
                                <a:pt x="1972628" y="3602673"/>
                              </a:lnTo>
                              <a:lnTo>
                                <a:pt x="1965325" y="3607118"/>
                              </a:lnTo>
                              <a:lnTo>
                                <a:pt x="1957705" y="3610928"/>
                              </a:lnTo>
                              <a:lnTo>
                                <a:pt x="1949450" y="3614103"/>
                              </a:lnTo>
                              <a:lnTo>
                                <a:pt x="1940878" y="3616326"/>
                              </a:lnTo>
                              <a:lnTo>
                                <a:pt x="1931670" y="3617278"/>
                              </a:lnTo>
                              <a:lnTo>
                                <a:pt x="1927225" y="3617913"/>
                              </a:lnTo>
                              <a:lnTo>
                                <a:pt x="1922780" y="3617913"/>
                              </a:lnTo>
                              <a:lnTo>
                                <a:pt x="1620520" y="3617913"/>
                              </a:lnTo>
                              <a:lnTo>
                                <a:pt x="1615758" y="3617913"/>
                              </a:lnTo>
                              <a:lnTo>
                                <a:pt x="1611630" y="3617278"/>
                              </a:lnTo>
                              <a:lnTo>
                                <a:pt x="1602422" y="3616326"/>
                              </a:lnTo>
                              <a:lnTo>
                                <a:pt x="1594168" y="3614103"/>
                              </a:lnTo>
                              <a:lnTo>
                                <a:pt x="1585912" y="3610928"/>
                              </a:lnTo>
                              <a:lnTo>
                                <a:pt x="1577975" y="3607118"/>
                              </a:lnTo>
                              <a:lnTo>
                                <a:pt x="1570990" y="3602673"/>
                              </a:lnTo>
                              <a:lnTo>
                                <a:pt x="1563688" y="3597911"/>
                              </a:lnTo>
                              <a:lnTo>
                                <a:pt x="1557655" y="3591878"/>
                              </a:lnTo>
                              <a:lnTo>
                                <a:pt x="1551622" y="3585846"/>
                              </a:lnTo>
                              <a:lnTo>
                                <a:pt x="1546860" y="3578543"/>
                              </a:lnTo>
                              <a:lnTo>
                                <a:pt x="1542415" y="3571558"/>
                              </a:lnTo>
                              <a:lnTo>
                                <a:pt x="1538605" y="3563621"/>
                              </a:lnTo>
                              <a:lnTo>
                                <a:pt x="1535430" y="3555366"/>
                              </a:lnTo>
                              <a:lnTo>
                                <a:pt x="1533208" y="3547111"/>
                              </a:lnTo>
                              <a:lnTo>
                                <a:pt x="1532572" y="3542666"/>
                              </a:lnTo>
                              <a:lnTo>
                                <a:pt x="1531620" y="3537903"/>
                              </a:lnTo>
                              <a:lnTo>
                                <a:pt x="1531302" y="3533458"/>
                              </a:lnTo>
                              <a:lnTo>
                                <a:pt x="1531302" y="3529013"/>
                              </a:lnTo>
                              <a:lnTo>
                                <a:pt x="1531302" y="3229928"/>
                              </a:lnTo>
                              <a:lnTo>
                                <a:pt x="1504950" y="3225483"/>
                              </a:lnTo>
                              <a:lnTo>
                                <a:pt x="1478598" y="3220086"/>
                              </a:lnTo>
                              <a:lnTo>
                                <a:pt x="1452245" y="3214371"/>
                              </a:lnTo>
                              <a:lnTo>
                                <a:pt x="1426845" y="3208021"/>
                              </a:lnTo>
                              <a:lnTo>
                                <a:pt x="1400810" y="3201671"/>
                              </a:lnTo>
                              <a:lnTo>
                                <a:pt x="1375092" y="3194368"/>
                              </a:lnTo>
                              <a:lnTo>
                                <a:pt x="1350010" y="3187066"/>
                              </a:lnTo>
                              <a:lnTo>
                                <a:pt x="1324928" y="3179128"/>
                              </a:lnTo>
                              <a:lnTo>
                                <a:pt x="1299528" y="3170873"/>
                              </a:lnTo>
                              <a:lnTo>
                                <a:pt x="1274762" y="3161666"/>
                              </a:lnTo>
                              <a:lnTo>
                                <a:pt x="1250315" y="3152776"/>
                              </a:lnTo>
                              <a:lnTo>
                                <a:pt x="1225868" y="3142933"/>
                              </a:lnTo>
                              <a:lnTo>
                                <a:pt x="1201738" y="3132773"/>
                              </a:lnTo>
                              <a:lnTo>
                                <a:pt x="1177925" y="3122296"/>
                              </a:lnTo>
                              <a:lnTo>
                                <a:pt x="1154430" y="3110866"/>
                              </a:lnTo>
                              <a:lnTo>
                                <a:pt x="1130618" y="3099753"/>
                              </a:lnTo>
                              <a:lnTo>
                                <a:pt x="955040" y="3342006"/>
                              </a:lnTo>
                              <a:lnTo>
                                <a:pt x="952182" y="3345816"/>
                              </a:lnTo>
                              <a:lnTo>
                                <a:pt x="949325" y="3349308"/>
                              </a:lnTo>
                              <a:lnTo>
                                <a:pt x="946150" y="3352483"/>
                              </a:lnTo>
                              <a:lnTo>
                                <a:pt x="942975" y="3355658"/>
                              </a:lnTo>
                              <a:lnTo>
                                <a:pt x="935990" y="3361056"/>
                              </a:lnTo>
                              <a:lnTo>
                                <a:pt x="929005" y="3366136"/>
                              </a:lnTo>
                              <a:lnTo>
                                <a:pt x="921385" y="3369946"/>
                              </a:lnTo>
                              <a:lnTo>
                                <a:pt x="913448" y="3373121"/>
                              </a:lnTo>
                              <a:lnTo>
                                <a:pt x="905192" y="3375978"/>
                              </a:lnTo>
                              <a:lnTo>
                                <a:pt x="896938" y="3377248"/>
                              </a:lnTo>
                              <a:lnTo>
                                <a:pt x="888365" y="3378518"/>
                              </a:lnTo>
                              <a:lnTo>
                                <a:pt x="879792" y="3378518"/>
                              </a:lnTo>
                              <a:lnTo>
                                <a:pt x="870902" y="3377883"/>
                              </a:lnTo>
                              <a:lnTo>
                                <a:pt x="862648" y="3376296"/>
                              </a:lnTo>
                              <a:lnTo>
                                <a:pt x="854075" y="3373756"/>
                              </a:lnTo>
                              <a:lnTo>
                                <a:pt x="846138" y="3370581"/>
                              </a:lnTo>
                              <a:lnTo>
                                <a:pt x="837882" y="3366453"/>
                              </a:lnTo>
                              <a:lnTo>
                                <a:pt x="834072" y="3363913"/>
                              </a:lnTo>
                              <a:lnTo>
                                <a:pt x="830262" y="3361056"/>
                              </a:lnTo>
                              <a:lnTo>
                                <a:pt x="586105" y="3183573"/>
                              </a:lnTo>
                              <a:lnTo>
                                <a:pt x="582930" y="3181033"/>
                              </a:lnTo>
                              <a:lnTo>
                                <a:pt x="579438" y="3177858"/>
                              </a:lnTo>
                              <a:lnTo>
                                <a:pt x="575945" y="3175001"/>
                              </a:lnTo>
                              <a:lnTo>
                                <a:pt x="573088" y="3171826"/>
                              </a:lnTo>
                              <a:lnTo>
                                <a:pt x="567372" y="3165158"/>
                              </a:lnTo>
                              <a:lnTo>
                                <a:pt x="562610" y="3157538"/>
                              </a:lnTo>
                              <a:lnTo>
                                <a:pt x="558482" y="3150236"/>
                              </a:lnTo>
                              <a:lnTo>
                                <a:pt x="554990" y="3142298"/>
                              </a:lnTo>
                              <a:lnTo>
                                <a:pt x="552450" y="3134043"/>
                              </a:lnTo>
                              <a:lnTo>
                                <a:pt x="550862" y="3125788"/>
                              </a:lnTo>
                              <a:lnTo>
                                <a:pt x="549592" y="3117216"/>
                              </a:lnTo>
                              <a:lnTo>
                                <a:pt x="549592" y="3108643"/>
                              </a:lnTo>
                              <a:lnTo>
                                <a:pt x="550545" y="3100071"/>
                              </a:lnTo>
                              <a:lnTo>
                                <a:pt x="551815" y="3091816"/>
                              </a:lnTo>
                              <a:lnTo>
                                <a:pt x="554355" y="3083243"/>
                              </a:lnTo>
                              <a:lnTo>
                                <a:pt x="557530" y="3075306"/>
                              </a:lnTo>
                              <a:lnTo>
                                <a:pt x="559435" y="3071178"/>
                              </a:lnTo>
                              <a:lnTo>
                                <a:pt x="561340" y="3067368"/>
                              </a:lnTo>
                              <a:lnTo>
                                <a:pt x="563880" y="3063241"/>
                              </a:lnTo>
                              <a:lnTo>
                                <a:pt x="566738" y="3059431"/>
                              </a:lnTo>
                              <a:lnTo>
                                <a:pt x="742632" y="2817178"/>
                              </a:lnTo>
                              <a:lnTo>
                                <a:pt x="724218" y="2797811"/>
                              </a:lnTo>
                              <a:lnTo>
                                <a:pt x="706755" y="2778761"/>
                              </a:lnTo>
                              <a:lnTo>
                                <a:pt x="688975" y="2759076"/>
                              </a:lnTo>
                              <a:lnTo>
                                <a:pt x="671512" y="2739073"/>
                              </a:lnTo>
                              <a:lnTo>
                                <a:pt x="655002" y="2718753"/>
                              </a:lnTo>
                              <a:lnTo>
                                <a:pt x="638492" y="2698115"/>
                              </a:lnTo>
                              <a:lnTo>
                                <a:pt x="622300" y="2677478"/>
                              </a:lnTo>
                              <a:lnTo>
                                <a:pt x="606425" y="2656523"/>
                              </a:lnTo>
                              <a:lnTo>
                                <a:pt x="591185" y="2634933"/>
                              </a:lnTo>
                              <a:lnTo>
                                <a:pt x="576580" y="2613025"/>
                              </a:lnTo>
                              <a:lnTo>
                                <a:pt x="561658" y="2590800"/>
                              </a:lnTo>
                              <a:lnTo>
                                <a:pt x="547370" y="2568893"/>
                              </a:lnTo>
                              <a:lnTo>
                                <a:pt x="534035" y="2546033"/>
                              </a:lnTo>
                              <a:lnTo>
                                <a:pt x="520382" y="2523173"/>
                              </a:lnTo>
                              <a:lnTo>
                                <a:pt x="507682" y="2499995"/>
                              </a:lnTo>
                              <a:lnTo>
                                <a:pt x="494665" y="2476500"/>
                              </a:lnTo>
                              <a:lnTo>
                                <a:pt x="209868" y="2568893"/>
                              </a:lnTo>
                              <a:lnTo>
                                <a:pt x="205740" y="2570163"/>
                              </a:lnTo>
                              <a:lnTo>
                                <a:pt x="201295" y="2571433"/>
                              </a:lnTo>
                              <a:lnTo>
                                <a:pt x="196850" y="2572068"/>
                              </a:lnTo>
                              <a:lnTo>
                                <a:pt x="192722" y="2573020"/>
                              </a:lnTo>
                              <a:lnTo>
                                <a:pt x="183515" y="2573338"/>
                              </a:lnTo>
                              <a:lnTo>
                                <a:pt x="174942" y="2573020"/>
                              </a:lnTo>
                              <a:lnTo>
                                <a:pt x="166688" y="2571750"/>
                              </a:lnTo>
                              <a:lnTo>
                                <a:pt x="158115" y="2569845"/>
                              </a:lnTo>
                              <a:lnTo>
                                <a:pt x="150177" y="2567305"/>
                              </a:lnTo>
                              <a:lnTo>
                                <a:pt x="142240" y="2563495"/>
                              </a:lnTo>
                              <a:lnTo>
                                <a:pt x="134620" y="2559368"/>
                              </a:lnTo>
                              <a:lnTo>
                                <a:pt x="127952" y="2554605"/>
                              </a:lnTo>
                              <a:lnTo>
                                <a:pt x="121602" y="2548890"/>
                              </a:lnTo>
                              <a:lnTo>
                                <a:pt x="115570" y="2542540"/>
                              </a:lnTo>
                              <a:lnTo>
                                <a:pt x="109855" y="2535555"/>
                              </a:lnTo>
                              <a:lnTo>
                                <a:pt x="105410" y="2528253"/>
                              </a:lnTo>
                              <a:lnTo>
                                <a:pt x="101282" y="2520315"/>
                              </a:lnTo>
                              <a:lnTo>
                                <a:pt x="99377" y="2516188"/>
                              </a:lnTo>
                              <a:lnTo>
                                <a:pt x="97790" y="2512060"/>
                              </a:lnTo>
                              <a:lnTo>
                                <a:pt x="4445" y="2224405"/>
                              </a:lnTo>
                              <a:lnTo>
                                <a:pt x="3492" y="2220278"/>
                              </a:lnTo>
                              <a:lnTo>
                                <a:pt x="2222" y="2215833"/>
                              </a:lnTo>
                              <a:lnTo>
                                <a:pt x="1587" y="2211388"/>
                              </a:lnTo>
                              <a:lnTo>
                                <a:pt x="635" y="2206625"/>
                              </a:lnTo>
                              <a:lnTo>
                                <a:pt x="0" y="2198053"/>
                              </a:lnTo>
                              <a:lnTo>
                                <a:pt x="317" y="2189480"/>
                              </a:lnTo>
                              <a:lnTo>
                                <a:pt x="1587" y="2180908"/>
                              </a:lnTo>
                              <a:lnTo>
                                <a:pt x="3810" y="2172653"/>
                              </a:lnTo>
                              <a:lnTo>
                                <a:pt x="6350" y="2164398"/>
                              </a:lnTo>
                              <a:lnTo>
                                <a:pt x="9842" y="2156778"/>
                              </a:lnTo>
                              <a:lnTo>
                                <a:pt x="13970" y="2149158"/>
                              </a:lnTo>
                              <a:lnTo>
                                <a:pt x="19050" y="2142173"/>
                              </a:lnTo>
                              <a:lnTo>
                                <a:pt x="24447" y="2135505"/>
                              </a:lnTo>
                              <a:lnTo>
                                <a:pt x="30797" y="2129790"/>
                              </a:lnTo>
                              <a:lnTo>
                                <a:pt x="37465" y="2124393"/>
                              </a:lnTo>
                              <a:lnTo>
                                <a:pt x="45085" y="2119630"/>
                              </a:lnTo>
                              <a:lnTo>
                                <a:pt x="49212" y="2117725"/>
                              </a:lnTo>
                              <a:lnTo>
                                <a:pt x="53340" y="2115820"/>
                              </a:lnTo>
                              <a:lnTo>
                                <a:pt x="57467" y="2113915"/>
                              </a:lnTo>
                              <a:lnTo>
                                <a:pt x="61595" y="2112328"/>
                              </a:lnTo>
                              <a:lnTo>
                                <a:pt x="346392" y="2019618"/>
                              </a:lnTo>
                              <a:lnTo>
                                <a:pt x="342900" y="1993900"/>
                              </a:lnTo>
                              <a:lnTo>
                                <a:pt x="339725" y="1967865"/>
                              </a:lnTo>
                              <a:lnTo>
                                <a:pt x="337185" y="1941830"/>
                              </a:lnTo>
                              <a:lnTo>
                                <a:pt x="334962" y="1915478"/>
                              </a:lnTo>
                              <a:lnTo>
                                <a:pt x="333375" y="1889125"/>
                              </a:lnTo>
                              <a:lnTo>
                                <a:pt x="331788" y="1862455"/>
                              </a:lnTo>
                              <a:lnTo>
                                <a:pt x="331152" y="1835785"/>
                              </a:lnTo>
                              <a:lnTo>
                                <a:pt x="331152" y="1809115"/>
                              </a:lnTo>
                              <a:lnTo>
                                <a:pt x="331152" y="1782445"/>
                              </a:lnTo>
                              <a:lnTo>
                                <a:pt x="331788" y="1755775"/>
                              </a:lnTo>
                              <a:lnTo>
                                <a:pt x="333375" y="1729423"/>
                              </a:lnTo>
                              <a:lnTo>
                                <a:pt x="334962" y="1703070"/>
                              </a:lnTo>
                              <a:lnTo>
                                <a:pt x="337185" y="1676718"/>
                              </a:lnTo>
                              <a:lnTo>
                                <a:pt x="339725" y="1650365"/>
                              </a:lnTo>
                              <a:lnTo>
                                <a:pt x="342900" y="1624330"/>
                              </a:lnTo>
                              <a:lnTo>
                                <a:pt x="346392" y="1598295"/>
                              </a:lnTo>
                              <a:lnTo>
                                <a:pt x="61595" y="1506220"/>
                              </a:lnTo>
                              <a:lnTo>
                                <a:pt x="57467" y="1504633"/>
                              </a:lnTo>
                              <a:lnTo>
                                <a:pt x="53340" y="1502728"/>
                              </a:lnTo>
                              <a:lnTo>
                                <a:pt x="45085" y="1498600"/>
                              </a:lnTo>
                              <a:lnTo>
                                <a:pt x="37465" y="1494155"/>
                              </a:lnTo>
                              <a:lnTo>
                                <a:pt x="30797" y="1488440"/>
                              </a:lnTo>
                              <a:lnTo>
                                <a:pt x="24447" y="1482408"/>
                              </a:lnTo>
                              <a:lnTo>
                                <a:pt x="19050" y="1476058"/>
                              </a:lnTo>
                              <a:lnTo>
                                <a:pt x="13970" y="1468755"/>
                              </a:lnTo>
                              <a:lnTo>
                                <a:pt x="9842" y="1461453"/>
                              </a:lnTo>
                              <a:lnTo>
                                <a:pt x="6350" y="1453833"/>
                              </a:lnTo>
                              <a:lnTo>
                                <a:pt x="3810" y="1445578"/>
                              </a:lnTo>
                              <a:lnTo>
                                <a:pt x="1587" y="1437323"/>
                              </a:lnTo>
                              <a:lnTo>
                                <a:pt x="317" y="1428750"/>
                              </a:lnTo>
                              <a:lnTo>
                                <a:pt x="0" y="1419860"/>
                              </a:lnTo>
                              <a:lnTo>
                                <a:pt x="635" y="1411288"/>
                              </a:lnTo>
                              <a:lnTo>
                                <a:pt x="1587" y="1406843"/>
                              </a:lnTo>
                              <a:lnTo>
                                <a:pt x="2222" y="1402398"/>
                              </a:lnTo>
                              <a:lnTo>
                                <a:pt x="3492" y="1397635"/>
                              </a:lnTo>
                              <a:lnTo>
                                <a:pt x="4445" y="1393508"/>
                              </a:lnTo>
                              <a:lnTo>
                                <a:pt x="97790" y="1106488"/>
                              </a:lnTo>
                              <a:lnTo>
                                <a:pt x="99377" y="1102043"/>
                              </a:lnTo>
                              <a:lnTo>
                                <a:pt x="101282" y="1097915"/>
                              </a:lnTo>
                              <a:lnTo>
                                <a:pt x="103187" y="1093788"/>
                              </a:lnTo>
                              <a:lnTo>
                                <a:pt x="105410" y="1089978"/>
                              </a:lnTo>
                              <a:lnTo>
                                <a:pt x="109855" y="1082358"/>
                              </a:lnTo>
                              <a:lnTo>
                                <a:pt x="115570" y="1075690"/>
                              </a:lnTo>
                              <a:lnTo>
                                <a:pt x="121602" y="1069340"/>
                              </a:lnTo>
                              <a:lnTo>
                                <a:pt x="127952" y="1063625"/>
                              </a:lnTo>
                              <a:lnTo>
                                <a:pt x="134620" y="1058863"/>
                              </a:lnTo>
                              <a:lnTo>
                                <a:pt x="142240" y="1054735"/>
                              </a:lnTo>
                              <a:lnTo>
                                <a:pt x="150177" y="1051243"/>
                              </a:lnTo>
                              <a:lnTo>
                                <a:pt x="158115" y="1048068"/>
                              </a:lnTo>
                              <a:lnTo>
                                <a:pt x="166688" y="1046480"/>
                              </a:lnTo>
                              <a:lnTo>
                                <a:pt x="174942" y="1045210"/>
                              </a:lnTo>
                              <a:lnTo>
                                <a:pt x="183515" y="1044893"/>
                              </a:lnTo>
                              <a:lnTo>
                                <a:pt x="192722" y="1045528"/>
                              </a:lnTo>
                              <a:lnTo>
                                <a:pt x="196850" y="1046480"/>
                              </a:lnTo>
                              <a:lnTo>
                                <a:pt x="201295" y="1047115"/>
                              </a:lnTo>
                              <a:lnTo>
                                <a:pt x="205740" y="1048068"/>
                              </a:lnTo>
                              <a:lnTo>
                                <a:pt x="209868" y="1049338"/>
                              </a:lnTo>
                              <a:lnTo>
                                <a:pt x="494665" y="1141413"/>
                              </a:lnTo>
                              <a:lnTo>
                                <a:pt x="507682" y="1118235"/>
                              </a:lnTo>
                              <a:lnTo>
                                <a:pt x="520382" y="1095375"/>
                              </a:lnTo>
                              <a:lnTo>
                                <a:pt x="534035" y="1072198"/>
                              </a:lnTo>
                              <a:lnTo>
                                <a:pt x="547370" y="1049655"/>
                              </a:lnTo>
                              <a:lnTo>
                                <a:pt x="561658" y="1027113"/>
                              </a:lnTo>
                              <a:lnTo>
                                <a:pt x="576580" y="1005205"/>
                              </a:lnTo>
                              <a:lnTo>
                                <a:pt x="591185" y="983615"/>
                              </a:lnTo>
                              <a:lnTo>
                                <a:pt x="606425" y="961707"/>
                              </a:lnTo>
                              <a:lnTo>
                                <a:pt x="622300" y="940752"/>
                              </a:lnTo>
                              <a:lnTo>
                                <a:pt x="638492" y="919797"/>
                              </a:lnTo>
                              <a:lnTo>
                                <a:pt x="655002" y="899160"/>
                              </a:lnTo>
                              <a:lnTo>
                                <a:pt x="671512" y="878840"/>
                              </a:lnTo>
                              <a:lnTo>
                                <a:pt x="688975" y="858837"/>
                              </a:lnTo>
                              <a:lnTo>
                                <a:pt x="706755" y="839470"/>
                              </a:lnTo>
                              <a:lnTo>
                                <a:pt x="724218" y="819785"/>
                              </a:lnTo>
                              <a:lnTo>
                                <a:pt x="742632" y="801052"/>
                              </a:lnTo>
                              <a:lnTo>
                                <a:pt x="566420" y="558800"/>
                              </a:lnTo>
                              <a:lnTo>
                                <a:pt x="563562" y="554990"/>
                              </a:lnTo>
                              <a:lnTo>
                                <a:pt x="561340" y="551180"/>
                              </a:lnTo>
                              <a:lnTo>
                                <a:pt x="559118" y="547370"/>
                              </a:lnTo>
                              <a:lnTo>
                                <a:pt x="557212" y="543242"/>
                              </a:lnTo>
                              <a:lnTo>
                                <a:pt x="554355" y="534987"/>
                              </a:lnTo>
                              <a:lnTo>
                                <a:pt x="551498" y="526732"/>
                              </a:lnTo>
                              <a:lnTo>
                                <a:pt x="550228" y="518160"/>
                              </a:lnTo>
                              <a:lnTo>
                                <a:pt x="549592" y="509270"/>
                              </a:lnTo>
                              <a:lnTo>
                                <a:pt x="549592" y="500697"/>
                              </a:lnTo>
                              <a:lnTo>
                                <a:pt x="550862" y="492442"/>
                              </a:lnTo>
                              <a:lnTo>
                                <a:pt x="552450" y="483870"/>
                              </a:lnTo>
                              <a:lnTo>
                                <a:pt x="554990" y="475932"/>
                              </a:lnTo>
                              <a:lnTo>
                                <a:pt x="558482" y="467677"/>
                              </a:lnTo>
                              <a:lnTo>
                                <a:pt x="562610" y="460057"/>
                              </a:lnTo>
                              <a:lnTo>
                                <a:pt x="567372" y="453072"/>
                              </a:lnTo>
                              <a:lnTo>
                                <a:pt x="573088" y="446087"/>
                              </a:lnTo>
                              <a:lnTo>
                                <a:pt x="575945" y="442912"/>
                              </a:lnTo>
                              <a:lnTo>
                                <a:pt x="579438" y="439737"/>
                              </a:lnTo>
                              <a:lnTo>
                                <a:pt x="582930" y="436880"/>
                              </a:lnTo>
                              <a:lnTo>
                                <a:pt x="586105" y="434022"/>
                              </a:lnTo>
                              <a:lnTo>
                                <a:pt x="830898" y="256857"/>
                              </a:lnTo>
                              <a:lnTo>
                                <a:pt x="834708" y="254317"/>
                              </a:lnTo>
                              <a:lnTo>
                                <a:pt x="838200" y="251777"/>
                              </a:lnTo>
                              <a:lnTo>
                                <a:pt x="842328" y="249872"/>
                              </a:lnTo>
                              <a:lnTo>
                                <a:pt x="846138" y="247967"/>
                              </a:lnTo>
                              <a:lnTo>
                                <a:pt x="854392" y="244475"/>
                              </a:lnTo>
                              <a:lnTo>
                                <a:pt x="862648" y="242252"/>
                              </a:lnTo>
                              <a:lnTo>
                                <a:pt x="871538" y="240665"/>
                              </a:lnTo>
                              <a:lnTo>
                                <a:pt x="880110" y="240030"/>
                              </a:lnTo>
                              <a:lnTo>
                                <a:pt x="888365" y="240030"/>
                              </a:lnTo>
                              <a:lnTo>
                                <a:pt x="896938" y="240665"/>
                              </a:lnTo>
                              <a:lnTo>
                                <a:pt x="905192" y="242570"/>
                              </a:lnTo>
                              <a:lnTo>
                                <a:pt x="913448" y="245110"/>
                              </a:lnTo>
                              <a:lnTo>
                                <a:pt x="921385" y="248602"/>
                              </a:lnTo>
                              <a:lnTo>
                                <a:pt x="929005" y="252412"/>
                              </a:lnTo>
                              <a:lnTo>
                                <a:pt x="935990" y="257175"/>
                              </a:lnTo>
                              <a:lnTo>
                                <a:pt x="942975" y="262890"/>
                              </a:lnTo>
                              <a:lnTo>
                                <a:pt x="946150" y="266065"/>
                              </a:lnTo>
                              <a:lnTo>
                                <a:pt x="949325" y="269240"/>
                              </a:lnTo>
                              <a:lnTo>
                                <a:pt x="952182" y="272732"/>
                              </a:lnTo>
                              <a:lnTo>
                                <a:pt x="955040" y="276542"/>
                              </a:lnTo>
                              <a:lnTo>
                                <a:pt x="1130618" y="518477"/>
                              </a:lnTo>
                              <a:lnTo>
                                <a:pt x="1154430" y="507047"/>
                              </a:lnTo>
                              <a:lnTo>
                                <a:pt x="1177925" y="496252"/>
                              </a:lnTo>
                              <a:lnTo>
                                <a:pt x="1201738" y="485457"/>
                              </a:lnTo>
                              <a:lnTo>
                                <a:pt x="1225868" y="475615"/>
                              </a:lnTo>
                              <a:lnTo>
                                <a:pt x="1250315" y="465772"/>
                              </a:lnTo>
                              <a:lnTo>
                                <a:pt x="1274762" y="456247"/>
                              </a:lnTo>
                              <a:lnTo>
                                <a:pt x="1299528" y="447675"/>
                              </a:lnTo>
                              <a:lnTo>
                                <a:pt x="1324928" y="439102"/>
                              </a:lnTo>
                              <a:lnTo>
                                <a:pt x="1350010" y="431165"/>
                              </a:lnTo>
                              <a:lnTo>
                                <a:pt x="1375092" y="423545"/>
                              </a:lnTo>
                              <a:lnTo>
                                <a:pt x="1400810" y="416877"/>
                              </a:lnTo>
                              <a:lnTo>
                                <a:pt x="1426845" y="410210"/>
                              </a:lnTo>
                              <a:lnTo>
                                <a:pt x="1452245" y="404177"/>
                              </a:lnTo>
                              <a:lnTo>
                                <a:pt x="1478598" y="398462"/>
                              </a:lnTo>
                              <a:lnTo>
                                <a:pt x="1504950" y="393065"/>
                              </a:lnTo>
                              <a:lnTo>
                                <a:pt x="1531302" y="388620"/>
                              </a:lnTo>
                              <a:lnTo>
                                <a:pt x="1531302" y="89217"/>
                              </a:lnTo>
                              <a:lnTo>
                                <a:pt x="1531302" y="84455"/>
                              </a:lnTo>
                              <a:lnTo>
                                <a:pt x="1531620" y="80010"/>
                              </a:lnTo>
                              <a:lnTo>
                                <a:pt x="1532572" y="75565"/>
                              </a:lnTo>
                              <a:lnTo>
                                <a:pt x="1533208" y="71120"/>
                              </a:lnTo>
                              <a:lnTo>
                                <a:pt x="1535430" y="62865"/>
                              </a:lnTo>
                              <a:lnTo>
                                <a:pt x="1538605" y="54610"/>
                              </a:lnTo>
                              <a:lnTo>
                                <a:pt x="1542415" y="46672"/>
                              </a:lnTo>
                              <a:lnTo>
                                <a:pt x="1546860" y="39370"/>
                              </a:lnTo>
                              <a:lnTo>
                                <a:pt x="1551622" y="32385"/>
                              </a:lnTo>
                              <a:lnTo>
                                <a:pt x="1557655" y="26352"/>
                              </a:lnTo>
                              <a:lnTo>
                                <a:pt x="1563688" y="20320"/>
                              </a:lnTo>
                              <a:lnTo>
                                <a:pt x="1570990" y="15240"/>
                              </a:lnTo>
                              <a:lnTo>
                                <a:pt x="1577975" y="10795"/>
                              </a:lnTo>
                              <a:lnTo>
                                <a:pt x="1585912" y="6985"/>
                              </a:lnTo>
                              <a:lnTo>
                                <a:pt x="1594168" y="4127"/>
                              </a:lnTo>
                              <a:lnTo>
                                <a:pt x="1602422" y="1905"/>
                              </a:lnTo>
                              <a:lnTo>
                                <a:pt x="1607185" y="952"/>
                              </a:lnTo>
                              <a:lnTo>
                                <a:pt x="1611630" y="317"/>
                              </a:lnTo>
                              <a:lnTo>
                                <a:pt x="161575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任意多边形 218" o:spid="_x0000_s1026" o:spt="100" style="position:absolute;left:0pt;flip:y;margin-left:-38pt;margin-top:518.6pt;height:14.7pt;width:14.5pt;z-index:251681792;v-text-anchor:middle;mso-width-relative:page;mso-height-relative:page;" fillcolor="#FFFFFF [3212]" filled="t" stroked="f" coordsize="3543300,3617913" o:gfxdata="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" path="m1752918,1088708l1734502,1089660,1716088,1090613,1697990,1092518,1679892,1094423,1662112,1097280,1644332,1100138,1626552,1103630,1608772,1107440,1591628,1111568,1574800,1116013,1557338,1121093,1540828,1126490,1524318,1132523,1507808,1138555,1491615,1145223,1475422,1152525,1459548,1159510,1443672,1167448,1428432,1175703,1413192,1183958,1398270,1193165,1383665,1202055,1368742,1211898,1354772,1221740,1340485,1231900,1327150,1242378,1313498,1253173,1300480,1264285,1287462,1275715,1274762,1287463,1262380,1299528,1250315,1311910,1238568,1324928,1227138,1337628,1215708,1350645,1205230,1364298,1194752,1377950,1183958,1392238,1174432,1406525,1164908,1420813,1155382,1435418,1146810,1450340,1138391,1465309,1130549,1480376,1122615,1496257,1114998,1512138,1108333,1528337,1101668,1544536,1095321,1561052,1089608,1577568,1083895,1594402,1079134,1611554,1074056,1628388,1069931,1646175,1066122,1663327,1062948,1681114,1059774,1698901,1057553,1717005,1055331,1735110,1053744,1753532,1052792,1771319,1051840,1790376,1051523,1808798,1051840,1827221,1052792,1845960,1053744,1864065,1055331,1882487,1057553,1900592,1059774,1918696,1062948,1936483,1066122,1953952,1069931,1971739,1074056,1988891,1079134,2006043,1083895,2022877,1089608,2039711,1095321,2056545,1101668,2073061,1108333,2089260,1114998,2105459,1122615,2121022,1130549,2136904,1138484,2152467,1147053,2167395,1155622,2182641,1165144,2197252,1174665,2211863,1184186,2225838,1194977,2240131,1205450,2253789,1215924,2267129,1227349,2280469,1238775,2293174,1250518,2305879,1262578,2318267,1274956,2330336,1287651,2342088,1300663,2353840,1313676,2364640,1327323,2375756,1340653,2386238,1354935,2396402,1368899,2406566,1383816,2415777,1398415,2424988,1413332,2433882,1428566,2442775,1443800,2450398,1459669,2458339,1475538,2465644,1491724,2472632,1507910,2479619,1524414,2485654,1540917,2491689,1557421,2496771,1574877,2502171,1591698,2506617,1608836,2510746,1626609,2514876,1644382,2518369,1662155,2520910,1679928,2523451,1698019,2525675,1716109,2527263,1734517,2528533,1752925,2529169,1771967,2529169,1790375,2529169,1808783,2528533,1827191,2527263,1845281,2525675,1863372,2523451,1881145,2520910,1898918,2518369,1916691,2514876,1934464,2510746,1951602,2506617,1969058,2502171,1985879,2496771,2002383,2491689,2019204,2485654,2035390,2479619,2051894,2472632,2067762,2465644,2083631,2458339,2099500,2450398,2114734,2442775,2129968,2433882,2144885,2424988,2159484,2415777,2174401,2406566,2188683,2396402,2202647,2386238,2215977,2375756,2229624,2364640,2242637,2353840,2255966,2342088,2268344,2330336,2280722,2318267,2292782,2305879,2304525,2293174,2315951,2280469,2327376,2267129,2338167,2253789,2348958,2240131,2359114,2225838,2368635,2211863,2378156,2197252,2387678,2182641,2396247,2167395,2404816,2152467,2412750,2136904,2420685,2121022,2428302,2105459,2434967,2089260,2441632,2073061,2447979,2056545,2453692,2039711,2459405,2022877,2464166,2006043,2469244,1988891,2473370,1971739,2477178,1953952,2480352,1936483,2483526,1918696,2486064,1900592,2487969,1882487,2489556,1864065,2490508,1845960,2491460,1827221,2491777,1808798,2491460,1790376,2490508,1771319,2489556,1753532,2487969,1735110,2486064,1717005,2483526,1698901,2480352,1681114,2477178,1663327,2473370,1646175,2469244,1628388,2464166,1611554,2459405,1594402,2453692,1577568,2447979,1561052,2441632,1544536,2434967,1528337,2428302,1512138,2420685,1496257,2412750,1480376,2404909,1465308,2396490,1450340,2387918,1435418,2378392,1420813,2368868,1406525,2359342,1392238,2349182,1377950,2338388,1364298,2327592,1350645,2316162,1337628,2304732,1324928,2292985,1311910,2280920,1299528,2268538,1287463,2256155,1275715,2242820,1264285,2229802,1253173,2216150,1242378,2202815,1231900,2188845,1221740,2174558,1211898,2159635,1202055,2145030,1193165,2130108,1183958,2114868,1175703,2099628,1167448,2083752,1159510,2067878,1152525,2052002,1145223,2035492,1138555,2019300,1132523,2002472,1126490,1985962,1121093,1969135,1116013,1951672,1111568,1934528,1107440,1916748,1103630,1898968,1100138,1881188,1097280,1863408,1094423,1845310,1092518,1827212,1090613,1808798,1089660,1790382,1088708,1771968,1088708,1752918,1088708xm1615758,0l1620520,0,1922780,0,1927225,0,1931670,317,1936115,952,1940878,1905,1949450,4127,1957705,6985,1965325,10795,1972628,14922,1979612,20320,1985962,26035,1991678,32385,1996758,39052,2001202,46672,2005012,54610,2007870,62230,2010092,71120,2010728,75565,2011362,80010,2011998,84455,2011998,89217,2011998,388620,2038350,393065,2064702,398462,2091055,404177,2116772,410210,2142490,416877,2167890,423545,2193608,431165,2218690,439102,2243772,447675,2268538,456247,2292985,465772,2317432,475615,2341562,485457,2365692,496252,2388870,507047,2412682,518477,2588260,276542,2591435,272732,2593975,269240,2597468,266065,2600325,262890,2606992,257175,2614295,252412,2621915,248602,2629852,245110,2638108,242570,2646362,240665,2654935,240030,2663508,240030,2671762,240665,2680652,242252,2688908,244475,2697162,247967,2705100,251777,2709228,254317,2712720,256857,2957512,434022,2960688,437197,2964498,439737,2967672,443230,2970848,446087,2976245,453072,2981008,460375,2985452,467995,2988628,475932,2991168,484187,2992755,492442,2994025,501015,2994025,509270,2993072,518160,2991802,526732,2988945,534987,2986088,543242,2981960,551180,2979738,554990,2976880,558800,2800985,801052,2819082,819785,2837180,839470,2854642,858837,2871788,878840,2888615,899160,2905125,919797,2921318,940752,2937192,962025,2952432,983615,2967672,1005205,2981960,1027113,2996248,1049655,3010218,1072198,3023235,1095375,3036570,1118553,3048952,1142048,3333115,1049338,3337560,1048068,3342005,1047115,3346450,1046480,3350578,1045528,3359785,1044893,3368358,1045210,3376930,1046480,3385185,1048068,3393440,1051243,3401060,1054735,3408680,1058863,3415665,1063625,3422015,1069340,3428048,1075690,3433445,1082358,3438208,1089978,3442335,1097915,3443922,1102043,3445510,1106488,3538855,1393508,3539808,1397635,3541078,1402398,3542030,1406843,3542665,1411288,3543300,1419860,3542982,1428750,3541712,1437323,3539808,1445578,3537268,1453833,3533458,1461453,3529330,1468755,3524568,1476058,3518852,1482408,3512502,1488440,3505518,1494155,3498215,1498600,3490278,1502728,3486150,1504633,3481705,1506220,3197225,1598295,3200400,1624330,3203892,1650365,3206115,1676718,3208338,1703070,3210242,1729423,3211512,1755775,3212148,1782445,3212465,1809115,3212148,1835785,3211512,1862455,3210242,1889125,3208338,1915478,3206115,1941830,3203892,1967865,3200400,1993900,3197225,2019618,3481705,2112328,3486150,2113915,3490278,2115820,3498215,2119630,3505518,2124393,3512502,2129790,3518852,2135505,3524568,2142173,3529330,2149158,3533458,2156778,3537268,2164398,3539808,2172653,3541712,2180908,3542982,2189480,3543300,2198053,3542665,2206625,3542030,2211388,3541078,2215833,3539808,2220278,3538855,2224405,3445510,2512060,3443922,2516188,3442335,2520315,3438208,2528253,3433445,2535555,3428048,2542540,3422015,2548890,3415665,2554605,3408680,2559368,3401060,2563495,3393440,2567305,3385185,2569845,3376930,2571750,3368358,2573020,3359785,2573338,3350578,2573020,3346450,2572068,3342005,2571433,3337560,2570163,3333115,2568893,3048952,2476500,3035935,2499995,3023235,2523173,3009900,2546033,2996248,2568893,2981960,2590800,2967355,2613025,2952115,2634933,2936875,2656523,2921318,2677478,2905125,2698115,2888615,2718753,2871788,2739073,2854325,2759076,2837180,2778761,2819082,2797811,2800985,2817178,2976880,3059431,2979738,3063241,2981960,3067368,2986088,3075306,2988945,3083243,2991802,3091816,2993072,3100071,2994025,3108643,2994025,3117216,2992755,3125788,2991168,3134043,2988628,3142298,2985770,3150236,2981642,3157538,2976562,3165158,2970848,3171826,2967990,3175001,2964498,3177858,2961322,3181033,2957512,3183573,2712720,3361056,2709228,3363913,2705100,3366453,2697162,3370581,2688908,3373756,2680652,3376296,2671762,3377883,2663508,3378518,2654935,3378518,2646362,3377248,2638108,3375978,2629852,3373121,2621915,3369946,2614295,3365818,2606992,3360738,2600325,3355023,2597468,3352166,2593975,3348673,2591435,3345498,2588260,3341688,2412682,3099753,2388870,3110866,2365692,3122296,2341562,3132773,2317432,3142933,2292985,3152776,2268538,3161666,2243772,3170873,2218690,3179128,2193608,3187066,2167890,3194368,2142490,3201671,2116772,3208021,2091055,3214371,2064702,3220086,2038350,3225483,2011998,3229928,2011998,3529013,2011998,3533458,2011362,3537903,2010728,3542666,2010092,3547111,2007870,3555366,2005012,3563621,2001202,3571558,1996758,3578543,1991678,3585846,1985962,3591878,1979612,3597911,1972628,3602673,1965325,3607118,1957705,3610928,1949450,3614103,1940878,3616326,1931670,3617278,1927225,3617913,1922780,3617913,1620520,3617913,1615758,3617913,1611630,3617278,1602422,3616326,1594168,3614103,1585912,3610928,1577975,3607118,1570990,3602673,1563688,3597911,1557655,3591878,1551622,3585846,1546860,3578543,1542415,3571558,1538605,3563621,1535430,3555366,1533208,3547111,1532572,3542666,1531620,3537903,1531302,3533458,1531302,3529013,1531302,3229928,1504950,3225483,1478598,3220086,1452245,3214371,1426845,3208021,1400810,3201671,1375092,3194368,1350010,3187066,1324928,3179128,1299528,3170873,1274762,3161666,1250315,3152776,1225868,3142933,1201738,3132773,1177925,3122296,1154430,3110866,1130618,3099753,955040,3342006,952182,3345816,949325,3349308,946150,3352483,942975,3355658,935990,3361056,929005,3366136,921385,3369946,913448,3373121,905192,3375978,896938,3377248,888365,3378518,879792,3378518,870902,3377883,862648,3376296,854075,3373756,846138,3370581,837882,3366453,834072,3363913,830262,3361056,586105,3183573,582930,3181033,579438,3177858,575945,3175001,573088,3171826,567372,3165158,562610,3157538,558482,3150236,554990,3142298,552450,3134043,550862,3125788,549592,3117216,549592,3108643,550545,3100071,551815,3091816,554355,3083243,557530,3075306,559435,3071178,561340,3067368,563880,3063241,566738,3059431,742632,2817178,724218,2797811,706755,2778761,688975,2759076,671512,2739073,655002,2718753,638492,2698115,622300,2677478,606425,2656523,591185,2634933,576580,2613025,561658,2590800,547370,2568893,534035,2546033,520382,2523173,507682,2499995,494665,2476500,209868,2568893,205740,2570163,201295,2571433,196850,2572068,192722,2573020,183515,2573338,174942,2573020,166688,2571750,158115,2569845,150177,2567305,142240,2563495,134620,2559368,127952,2554605,121602,2548890,115570,2542540,109855,2535555,105410,2528253,101282,2520315,99377,2516188,97790,2512060,4445,2224405,3492,2220278,2222,2215833,1587,2211388,635,2206625,0,2198053,317,2189480,1587,2180908,3810,2172653,6350,2164398,9842,2156778,13970,2149158,19050,2142173,24447,2135505,30797,2129790,37465,2124393,45085,2119630,49212,2117725,53340,2115820,57467,2113915,61595,2112328,346392,2019618,342900,1993900,339725,1967865,337185,1941830,334962,1915478,333375,1889125,331788,1862455,331152,1835785,331152,1809115,331152,1782445,331788,1755775,333375,1729423,334962,1703070,337185,1676718,339725,1650365,342900,1624330,346392,1598295,61595,1506220,57467,1504633,53340,1502728,45085,1498600,37465,1494155,30797,1488440,24447,1482408,19050,1476058,13970,1468755,9842,1461453,6350,1453833,3810,1445578,1587,1437323,317,1428750,0,1419860,635,1411288,1587,1406843,2222,1402398,3492,1397635,4445,1393508,97790,1106488,99377,1102043,101282,1097915,103187,1093788,105410,1089978,109855,1082358,115570,1075690,121602,1069340,127952,1063625,134620,1058863,142240,1054735,150177,1051243,158115,1048068,166688,1046480,174942,1045210,183515,1044893,192722,1045528,196850,1046480,201295,1047115,205740,1048068,209868,1049338,494665,1141413,507682,1118235,520382,1095375,534035,1072198,547370,1049655,561658,1027113,576580,1005205,591185,983615,606425,961707,622300,940752,638492,919797,655002,899160,671512,878840,688975,858837,706755,839470,724218,819785,742632,801052,566420,558800,563562,554990,561340,551180,559118,547370,557212,543242,554355,534987,551498,526732,550228,518160,549592,509270,549592,500697,550862,492442,552450,483870,554990,475932,558482,467677,562610,460057,567372,453072,573088,446087,575945,442912,579438,439737,582930,436880,586105,434022,830898,256857,834708,254317,838200,251777,842328,249872,846138,247967,854392,244475,862648,242252,871538,240665,880110,240030,888365,240030,896938,240665,905192,242570,913448,245110,921385,248602,929005,252412,935990,257175,942975,262890,946150,266065,949325,269240,952182,272732,955040,276542,1130618,518477,1154430,507047,1177925,496252,1201738,485457,1225868,475615,1250315,465772,1274762,456247,1299528,447675,1324928,439102,1350010,431165,1375092,423545,1400810,416877,1426845,410210,1452245,404177,1478598,398462,1504950,393065,1531302,388620,1531302,89217,1531302,84455,1531620,80010,1532572,75565,1533208,71120,1535430,62865,1538605,54610,1542415,46672,1546860,39370,1551622,32385,1557655,26352,1563688,20320,1570990,15240,1577975,10795,1585912,6985,1594168,4127,1602422,1905,1607185,952,1611630,317,1615758,0xe">
                <v:path textboxrect="0,0,3543300,3617913" o:connectlocs="70752,52675;60967,58287;53627,66763;49484,77364;49190,89241;52843,100114;59767,108934;69239,115006;80508,117606;92176,116128;102237,110987;109942,102877;114611,92506;115480,80702;112357,69593;105870,60443;96718,53930;85651,50814;90868,324;93388,4149;108685,22579;122832,11193;137894,20748;138306,25813;139073,48821;157509,48895;164406,65434;162003,69894;149005,87866;163816,99960;159778,117223;155328,119631;134843,125493;138969,144588;125750,156461;120696,156047;101818,148235;93064,165749;75217,168275;71268,165365;61497,147866;43444,156328;38537,156328;25553,144189;29636,125493;9136,119631;4701,117223;648,99960;15547,89091;2667,69982;29,65641;6248,49249;24153,50947;34469,37258;25922,21752;40040,11267;44328,12862;67407,18798;72299,1225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-534035</wp:posOffset>
                </wp:positionH>
                <wp:positionV relativeFrom="paragraph">
                  <wp:posOffset>6543040</wp:posOffset>
                </wp:positionV>
                <wp:extent cx="6407150" cy="328930"/>
                <wp:effectExtent l="0" t="0" r="12700" b="13970"/>
                <wp:wrapNone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150" cy="328930"/>
                          <a:chOff x="1456" y="3847"/>
                          <a:chExt cx="10090" cy="518"/>
                        </a:xfrm>
                      </wpg:grpSpPr>
                      <wps:wsp>
                        <wps:cNvPr id="102" name="椭圆 86"/>
                        <wps:cNvSpPr/>
                        <wps:spPr>
                          <a:xfrm>
                            <a:off x="1468" y="3847"/>
                            <a:ext cx="442" cy="440"/>
                          </a:xfrm>
                          <a:prstGeom prst="rect">
                            <a:avLst/>
                          </a:prstGeom>
                          <a:solidFill>
                            <a:srgbClr val="4CBAD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4" name="直接连接符 89"/>
                        <wps:cNvCnPr/>
                        <wps:spPr>
                          <a:xfrm>
                            <a:off x="1456" y="4365"/>
                            <a:ext cx="1009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2.05pt;margin-top:515.2pt;height:25.9pt;width:504.5pt;z-index:251660288;mso-width-relative:page;mso-height-relative:page;" coordorigin="1456,3847" coordsize="10090,518" o:gfxdata="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">
                <o:lock v:ext="edit" aspectratio="f"/>
                <v:rect id="椭圆 86" o:spid="_x0000_s1026" o:spt="1" style="position:absolute;left:1468;top:3847;height:440;width:442;v-text-anchor:middle;" fillcolor="#4CBAD5" filled="t" stroked="f" coordsize="21600,21600" o:gfxdata="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fXwtr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line id="直接连接符 89" o:spid="_x0000_s1026" o:spt="20" style="position:absolute;left:1456;top:4365;height:0;width:10091;" filled="f" stroked="t" coordsize="21600,21600" o:gfxdata="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LJNe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E7E6E6 [321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3097530</wp:posOffset>
                </wp:positionV>
                <wp:extent cx="177165" cy="160020"/>
                <wp:effectExtent l="0" t="0" r="13335" b="11430"/>
                <wp:wrapNone/>
                <wp:docPr id="47" name="任意多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4050" y="4070985"/>
                          <a:ext cx="177165" cy="16002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78435" y="75691"/>
                            </a:cxn>
                            <a:cxn ang="0">
                              <a:pos x="178435" y="143879"/>
                            </a:cxn>
                            <a:cxn ang="0">
                              <a:pos x="178343" y="144705"/>
                            </a:cxn>
                            <a:cxn ang="0">
                              <a:pos x="178159" y="145439"/>
                            </a:cxn>
                            <a:cxn ang="0">
                              <a:pos x="177975" y="146082"/>
                            </a:cxn>
                            <a:cxn ang="0">
                              <a:pos x="177515" y="146724"/>
                            </a:cxn>
                            <a:cxn ang="0">
                              <a:pos x="177147" y="147367"/>
                            </a:cxn>
                            <a:cxn ang="0">
                              <a:pos x="176687" y="148009"/>
                            </a:cxn>
                            <a:cxn ang="0">
                              <a:pos x="176043" y="148560"/>
                            </a:cxn>
                            <a:cxn ang="0">
                              <a:pos x="175215" y="149110"/>
                            </a:cxn>
                            <a:cxn ang="0">
                              <a:pos x="173744" y="150028"/>
                            </a:cxn>
                            <a:cxn ang="0">
                              <a:pos x="171904" y="150671"/>
                            </a:cxn>
                            <a:cxn ang="0">
                              <a:pos x="169881" y="151038"/>
                            </a:cxn>
                            <a:cxn ang="0">
                              <a:pos x="167765" y="151130"/>
                            </a:cxn>
                            <a:cxn ang="0">
                              <a:pos x="10761" y="151130"/>
                            </a:cxn>
                            <a:cxn ang="0">
                              <a:pos x="8645" y="151038"/>
                            </a:cxn>
                            <a:cxn ang="0">
                              <a:pos x="6622" y="150671"/>
                            </a:cxn>
                            <a:cxn ang="0">
                              <a:pos x="4782" y="150028"/>
                            </a:cxn>
                            <a:cxn ang="0">
                              <a:pos x="3127" y="149110"/>
                            </a:cxn>
                            <a:cxn ang="0">
                              <a:pos x="2575" y="148560"/>
                            </a:cxn>
                            <a:cxn ang="0">
                              <a:pos x="1931" y="148009"/>
                            </a:cxn>
                            <a:cxn ang="0">
                              <a:pos x="1379" y="147367"/>
                            </a:cxn>
                            <a:cxn ang="0">
                              <a:pos x="919" y="146724"/>
                            </a:cxn>
                            <a:cxn ang="0">
                              <a:pos x="459" y="146082"/>
                            </a:cxn>
                            <a:cxn ang="0">
                              <a:pos x="275" y="145439"/>
                            </a:cxn>
                            <a:cxn ang="0">
                              <a:pos x="91" y="144705"/>
                            </a:cxn>
                            <a:cxn ang="0">
                              <a:pos x="0" y="143879"/>
                            </a:cxn>
                            <a:cxn ang="0">
                              <a:pos x="0" y="75874"/>
                            </a:cxn>
                            <a:cxn ang="0">
                              <a:pos x="10761" y="78719"/>
                            </a:cxn>
                            <a:cxn ang="0">
                              <a:pos x="22258" y="81656"/>
                            </a:cxn>
                            <a:cxn ang="0">
                              <a:pos x="36146" y="84960"/>
                            </a:cxn>
                            <a:cxn ang="0">
                              <a:pos x="43504" y="86796"/>
                            </a:cxn>
                            <a:cxn ang="0">
                              <a:pos x="51047" y="88448"/>
                            </a:cxn>
                            <a:cxn ang="0">
                              <a:pos x="58405" y="89916"/>
                            </a:cxn>
                            <a:cxn ang="0">
                              <a:pos x="65671" y="91293"/>
                            </a:cxn>
                            <a:cxn ang="0">
                              <a:pos x="72569" y="92486"/>
                            </a:cxn>
                            <a:cxn ang="0">
                              <a:pos x="78916" y="93312"/>
                            </a:cxn>
                            <a:cxn ang="0">
                              <a:pos x="84526" y="93954"/>
                            </a:cxn>
                            <a:cxn ang="0">
                              <a:pos x="86918" y="94138"/>
                            </a:cxn>
                            <a:cxn ang="0">
                              <a:pos x="89217" y="94229"/>
                            </a:cxn>
                            <a:cxn ang="0">
                              <a:pos x="91516" y="94138"/>
                            </a:cxn>
                            <a:cxn ang="0">
                              <a:pos x="94092" y="93954"/>
                            </a:cxn>
                            <a:cxn ang="0">
                              <a:pos x="99610" y="93312"/>
                            </a:cxn>
                            <a:cxn ang="0">
                              <a:pos x="105865" y="92486"/>
                            </a:cxn>
                            <a:cxn ang="0">
                              <a:pos x="112763" y="91293"/>
                            </a:cxn>
                            <a:cxn ang="0">
                              <a:pos x="120029" y="89916"/>
                            </a:cxn>
                            <a:cxn ang="0">
                              <a:pos x="127479" y="88264"/>
                            </a:cxn>
                            <a:cxn ang="0">
                              <a:pos x="134929" y="86612"/>
                            </a:cxn>
                            <a:cxn ang="0">
                              <a:pos x="142380" y="84868"/>
                            </a:cxn>
                            <a:cxn ang="0">
                              <a:pos x="156176" y="81564"/>
                            </a:cxn>
                            <a:cxn ang="0">
                              <a:pos x="167765" y="78536"/>
                            </a:cxn>
                            <a:cxn ang="0">
                              <a:pos x="82538" y="65897"/>
                            </a:cxn>
                            <a:cxn ang="0">
                              <a:pos x="77539" y="70888"/>
                            </a:cxn>
                            <a:cxn ang="0">
                              <a:pos x="77539" y="71792"/>
                            </a:cxn>
                            <a:cxn ang="0">
                              <a:pos x="82538" y="76783"/>
                            </a:cxn>
                            <a:cxn ang="0">
                              <a:pos x="95896" y="76783"/>
                            </a:cxn>
                            <a:cxn ang="0">
                              <a:pos x="100895" y="71792"/>
                            </a:cxn>
                            <a:cxn ang="0">
                              <a:pos x="100895" y="70888"/>
                            </a:cxn>
                            <a:cxn ang="0">
                              <a:pos x="95896" y="65897"/>
                            </a:cxn>
                            <a:cxn ang="0">
                              <a:pos x="89217" y="9520"/>
                            </a:cxn>
                            <a:cxn ang="0">
                              <a:pos x="60983" y="25618"/>
                            </a:cxn>
                            <a:cxn ang="0">
                              <a:pos x="60797" y="26907"/>
                            </a:cxn>
                            <a:cxn ang="0">
                              <a:pos x="117637" y="26907"/>
                            </a:cxn>
                            <a:cxn ang="0">
                              <a:pos x="117451" y="25618"/>
                            </a:cxn>
                            <a:cxn ang="0">
                              <a:pos x="89217" y="9520"/>
                            </a:cxn>
                            <a:cxn ang="0">
                              <a:pos x="89217" y="0"/>
                            </a:cxn>
                            <a:cxn ang="0">
                              <a:pos x="124195" y="26682"/>
                            </a:cxn>
                            <a:cxn ang="0">
                              <a:pos x="124209" y="26907"/>
                            </a:cxn>
                            <a:cxn ang="0">
                              <a:pos x="167765" y="26907"/>
                            </a:cxn>
                            <a:cxn ang="0">
                              <a:pos x="169881" y="26999"/>
                            </a:cxn>
                            <a:cxn ang="0">
                              <a:pos x="171904" y="27366"/>
                            </a:cxn>
                            <a:cxn ang="0">
                              <a:pos x="173744" y="28008"/>
                            </a:cxn>
                            <a:cxn ang="0">
                              <a:pos x="175215" y="28926"/>
                            </a:cxn>
                            <a:cxn ang="0">
                              <a:pos x="176043" y="29477"/>
                            </a:cxn>
                            <a:cxn ang="0">
                              <a:pos x="176687" y="30027"/>
                            </a:cxn>
                            <a:cxn ang="0">
                              <a:pos x="177147" y="30670"/>
                            </a:cxn>
                            <a:cxn ang="0">
                              <a:pos x="177515" y="31312"/>
                            </a:cxn>
                            <a:cxn ang="0">
                              <a:pos x="177975" y="31955"/>
                            </a:cxn>
                            <a:cxn ang="0">
                              <a:pos x="178159" y="32597"/>
                            </a:cxn>
                            <a:cxn ang="0">
                              <a:pos x="178343" y="33331"/>
                            </a:cxn>
                            <a:cxn ang="0">
                              <a:pos x="178435" y="34157"/>
                            </a:cxn>
                            <a:cxn ang="0">
                              <a:pos x="178435" y="72473"/>
                            </a:cxn>
                            <a:cxn ang="0">
                              <a:pos x="178434" y="72473"/>
                            </a:cxn>
                            <a:cxn ang="0">
                              <a:pos x="178434" y="72473"/>
                            </a:cxn>
                            <a:cxn ang="0">
                              <a:pos x="167765" y="75318"/>
                            </a:cxn>
                            <a:cxn ang="0">
                              <a:pos x="156176" y="78347"/>
                            </a:cxn>
                            <a:cxn ang="0">
                              <a:pos x="142380" y="81651"/>
                            </a:cxn>
                            <a:cxn ang="0">
                              <a:pos x="134930" y="83394"/>
                            </a:cxn>
                            <a:cxn ang="0">
                              <a:pos x="127480" y="85046"/>
                            </a:cxn>
                            <a:cxn ang="0">
                              <a:pos x="120029" y="86698"/>
                            </a:cxn>
                            <a:cxn ang="0">
                              <a:pos x="112763" y="88075"/>
                            </a:cxn>
                            <a:cxn ang="0">
                              <a:pos x="105865" y="89268"/>
                            </a:cxn>
                            <a:cxn ang="0">
                              <a:pos x="99611" y="90094"/>
                            </a:cxn>
                            <a:cxn ang="0">
                              <a:pos x="94092" y="90736"/>
                            </a:cxn>
                            <a:cxn ang="0">
                              <a:pos x="91517" y="90920"/>
                            </a:cxn>
                            <a:cxn ang="0">
                              <a:pos x="89217" y="91012"/>
                            </a:cxn>
                            <a:cxn ang="0">
                              <a:pos x="86918" y="90920"/>
                            </a:cxn>
                            <a:cxn ang="0">
                              <a:pos x="84526" y="90736"/>
                            </a:cxn>
                            <a:cxn ang="0">
                              <a:pos x="78916" y="90094"/>
                            </a:cxn>
                            <a:cxn ang="0">
                              <a:pos x="72569" y="89268"/>
                            </a:cxn>
                            <a:cxn ang="0">
                              <a:pos x="65671" y="88075"/>
                            </a:cxn>
                            <a:cxn ang="0">
                              <a:pos x="58405" y="86698"/>
                            </a:cxn>
                            <a:cxn ang="0">
                              <a:pos x="51047" y="85230"/>
                            </a:cxn>
                            <a:cxn ang="0">
                              <a:pos x="43505" y="83578"/>
                            </a:cxn>
                            <a:cxn ang="0">
                              <a:pos x="36147" y="81742"/>
                            </a:cxn>
                            <a:cxn ang="0">
                              <a:pos x="22258" y="78438"/>
                            </a:cxn>
                            <a:cxn ang="0">
                              <a:pos x="10761" y="75502"/>
                            </a:cxn>
                            <a:cxn ang="0">
                              <a:pos x="0" y="72657"/>
                            </a:cxn>
                            <a:cxn ang="0">
                              <a:pos x="0" y="72771"/>
                            </a:cxn>
                            <a:cxn ang="0">
                              <a:pos x="0" y="72771"/>
                            </a:cxn>
                            <a:cxn ang="0">
                              <a:pos x="0" y="53063"/>
                            </a:cxn>
                            <a:cxn ang="0">
                              <a:pos x="0" y="34157"/>
                            </a:cxn>
                            <a:cxn ang="0">
                              <a:pos x="92" y="33331"/>
                            </a:cxn>
                            <a:cxn ang="0">
                              <a:pos x="276" y="32597"/>
                            </a:cxn>
                            <a:cxn ang="0">
                              <a:pos x="459" y="31955"/>
                            </a:cxn>
                            <a:cxn ang="0">
                              <a:pos x="919" y="31312"/>
                            </a:cxn>
                            <a:cxn ang="0">
                              <a:pos x="1379" y="30670"/>
                            </a:cxn>
                            <a:cxn ang="0">
                              <a:pos x="1931" y="30027"/>
                            </a:cxn>
                            <a:cxn ang="0">
                              <a:pos x="2575" y="29477"/>
                            </a:cxn>
                            <a:cxn ang="0">
                              <a:pos x="3127" y="28926"/>
                            </a:cxn>
                            <a:cxn ang="0">
                              <a:pos x="4782" y="28008"/>
                            </a:cxn>
                            <a:cxn ang="0">
                              <a:pos x="6622" y="27366"/>
                            </a:cxn>
                            <a:cxn ang="0">
                              <a:pos x="8645" y="26999"/>
                            </a:cxn>
                            <a:cxn ang="0">
                              <a:pos x="10761" y="26907"/>
                            </a:cxn>
                            <a:cxn ang="0">
                              <a:pos x="54225" y="26907"/>
                            </a:cxn>
                            <a:cxn ang="0">
                              <a:pos x="54239" y="26682"/>
                            </a:cxn>
                            <a:cxn ang="0">
                              <a:pos x="89217" y="0"/>
                            </a:cxn>
                          </a:cxnLst>
                          <a:pathLst>
                            <a:path w="3261356" h="2766950">
                              <a:moveTo>
                                <a:pt x="3261356" y="1385789"/>
                              </a:moveTo>
                              <a:lnTo>
                                <a:pt x="3261356" y="2634211"/>
                              </a:lnTo>
                              <a:lnTo>
                                <a:pt x="3259675" y="2649333"/>
                              </a:lnTo>
                              <a:lnTo>
                                <a:pt x="3256313" y="2662775"/>
                              </a:lnTo>
                              <a:lnTo>
                                <a:pt x="3252951" y="2674537"/>
                              </a:lnTo>
                              <a:lnTo>
                                <a:pt x="3244545" y="2686298"/>
                              </a:lnTo>
                              <a:lnTo>
                                <a:pt x="3237821" y="2698060"/>
                              </a:lnTo>
                              <a:lnTo>
                                <a:pt x="3229415" y="2709822"/>
                              </a:lnTo>
                              <a:lnTo>
                                <a:pt x="3217647" y="2719903"/>
                              </a:lnTo>
                              <a:lnTo>
                                <a:pt x="3202517" y="2729985"/>
                              </a:lnTo>
                              <a:lnTo>
                                <a:pt x="3175619" y="2746787"/>
                              </a:lnTo>
                              <a:lnTo>
                                <a:pt x="3141997" y="2758549"/>
                              </a:lnTo>
                              <a:lnTo>
                                <a:pt x="3105013" y="2765270"/>
                              </a:lnTo>
                              <a:lnTo>
                                <a:pt x="3066347" y="2766950"/>
                              </a:lnTo>
                              <a:lnTo>
                                <a:pt x="196690" y="2766950"/>
                              </a:lnTo>
                              <a:lnTo>
                                <a:pt x="158024" y="2765270"/>
                              </a:lnTo>
                              <a:lnTo>
                                <a:pt x="121040" y="2758549"/>
                              </a:lnTo>
                              <a:lnTo>
                                <a:pt x="87418" y="2746787"/>
                              </a:lnTo>
                              <a:lnTo>
                                <a:pt x="57158" y="2729985"/>
                              </a:lnTo>
                              <a:lnTo>
                                <a:pt x="47071" y="2719903"/>
                              </a:lnTo>
                              <a:lnTo>
                                <a:pt x="35303" y="2709822"/>
                              </a:lnTo>
                              <a:lnTo>
                                <a:pt x="25217" y="2698060"/>
                              </a:lnTo>
                              <a:lnTo>
                                <a:pt x="16811" y="2686298"/>
                              </a:lnTo>
                              <a:lnTo>
                                <a:pt x="8405" y="2674537"/>
                              </a:lnTo>
                              <a:lnTo>
                                <a:pt x="5043" y="2662775"/>
                              </a:lnTo>
                              <a:lnTo>
                                <a:pt x="1681" y="2649333"/>
                              </a:lnTo>
                              <a:lnTo>
                                <a:pt x="0" y="2634211"/>
                              </a:lnTo>
                              <a:lnTo>
                                <a:pt x="0" y="1389150"/>
                              </a:lnTo>
                              <a:lnTo>
                                <a:pt x="196690" y="1441237"/>
                              </a:lnTo>
                              <a:lnTo>
                                <a:pt x="406829" y="1495005"/>
                              </a:lnTo>
                              <a:lnTo>
                                <a:pt x="660677" y="1555494"/>
                              </a:lnTo>
                              <a:lnTo>
                                <a:pt x="795165" y="1589099"/>
                              </a:lnTo>
                              <a:lnTo>
                                <a:pt x="933017" y="1619343"/>
                              </a:lnTo>
                              <a:lnTo>
                                <a:pt x="1067506" y="1646227"/>
                              </a:lnTo>
                              <a:lnTo>
                                <a:pt x="1200314" y="1671431"/>
                              </a:lnTo>
                              <a:lnTo>
                                <a:pt x="1326397" y="1693274"/>
                              </a:lnTo>
                              <a:lnTo>
                                <a:pt x="1442394" y="1708396"/>
                              </a:lnTo>
                              <a:lnTo>
                                <a:pt x="1544942" y="1720158"/>
                              </a:lnTo>
                              <a:lnTo>
                                <a:pt x="1588650" y="1723518"/>
                              </a:lnTo>
                              <a:lnTo>
                                <a:pt x="1630678" y="1725199"/>
                              </a:lnTo>
                              <a:lnTo>
                                <a:pt x="1672706" y="1723518"/>
                              </a:lnTo>
                              <a:lnTo>
                                <a:pt x="1719777" y="1720158"/>
                              </a:lnTo>
                              <a:lnTo>
                                <a:pt x="1820644" y="1708396"/>
                              </a:lnTo>
                              <a:lnTo>
                                <a:pt x="1934959" y="1693274"/>
                              </a:lnTo>
                              <a:lnTo>
                                <a:pt x="2061043" y="1671431"/>
                              </a:lnTo>
                              <a:lnTo>
                                <a:pt x="2193850" y="1646227"/>
                              </a:lnTo>
                              <a:lnTo>
                                <a:pt x="2330020" y="1615983"/>
                              </a:lnTo>
                              <a:lnTo>
                                <a:pt x="2466190" y="1585738"/>
                              </a:lnTo>
                              <a:lnTo>
                                <a:pt x="2602360" y="1553814"/>
                              </a:lnTo>
                              <a:lnTo>
                                <a:pt x="2854527" y="1493325"/>
                              </a:lnTo>
                              <a:lnTo>
                                <a:pt x="3066347" y="1437877"/>
                              </a:lnTo>
                              <a:close/>
                              <a:moveTo>
                                <a:pt x="1508607" y="1206475"/>
                              </a:moveTo>
                              <a:cubicBezTo>
                                <a:pt x="1458141" y="1206475"/>
                                <a:pt x="1417230" y="1247386"/>
                                <a:pt x="1417230" y="1297852"/>
                              </a:cubicBezTo>
                              <a:lnTo>
                                <a:pt x="1417230" y="1314415"/>
                              </a:lnTo>
                              <a:cubicBezTo>
                                <a:pt x="1417230" y="1364881"/>
                                <a:pt x="1458141" y="1405791"/>
                                <a:pt x="1508607" y="1405791"/>
                              </a:cubicBezTo>
                              <a:lnTo>
                                <a:pt x="1752750" y="1405791"/>
                              </a:lnTo>
                              <a:cubicBezTo>
                                <a:pt x="1803215" y="1405791"/>
                                <a:pt x="1844126" y="1364881"/>
                                <a:pt x="1844126" y="1314415"/>
                              </a:cubicBezTo>
                              <a:lnTo>
                                <a:pt x="1844126" y="1297852"/>
                              </a:lnTo>
                              <a:cubicBezTo>
                                <a:pt x="1844126" y="1247386"/>
                                <a:pt x="1803215" y="1206475"/>
                                <a:pt x="1752750" y="1206475"/>
                              </a:cubicBezTo>
                              <a:close/>
                              <a:moveTo>
                                <a:pt x="1630678" y="174304"/>
                              </a:moveTo>
                              <a:cubicBezTo>
                                <a:pt x="1376124" y="174304"/>
                                <a:pt x="1163742" y="300833"/>
                                <a:pt x="1114624" y="469036"/>
                              </a:cubicBezTo>
                              <a:lnTo>
                                <a:pt x="1111230" y="492633"/>
                              </a:lnTo>
                              <a:lnTo>
                                <a:pt x="2150126" y="492633"/>
                              </a:lnTo>
                              <a:lnTo>
                                <a:pt x="2146731" y="469036"/>
                              </a:lnTo>
                              <a:cubicBezTo>
                                <a:pt x="2097613" y="300833"/>
                                <a:pt x="1885231" y="174304"/>
                                <a:pt x="1630678" y="174304"/>
                              </a:cubicBezTo>
                              <a:close/>
                              <a:moveTo>
                                <a:pt x="1630678" y="0"/>
                              </a:moveTo>
                              <a:cubicBezTo>
                                <a:pt x="1963411" y="0"/>
                                <a:pt x="2237083" y="214121"/>
                                <a:pt x="2269992" y="488510"/>
                              </a:cubicBezTo>
                              <a:lnTo>
                                <a:pt x="2270238" y="492633"/>
                              </a:lnTo>
                              <a:lnTo>
                                <a:pt x="3066347" y="492633"/>
                              </a:lnTo>
                              <a:lnTo>
                                <a:pt x="3105012" y="494313"/>
                              </a:lnTo>
                              <a:lnTo>
                                <a:pt x="3141998" y="501035"/>
                              </a:lnTo>
                              <a:lnTo>
                                <a:pt x="3175621" y="512796"/>
                              </a:lnTo>
                              <a:lnTo>
                                <a:pt x="3202518" y="529599"/>
                              </a:lnTo>
                              <a:lnTo>
                                <a:pt x="3217649" y="539681"/>
                              </a:lnTo>
                              <a:lnTo>
                                <a:pt x="3229416" y="549763"/>
                              </a:lnTo>
                              <a:lnTo>
                                <a:pt x="3237821" y="561524"/>
                              </a:lnTo>
                              <a:lnTo>
                                <a:pt x="3244546" y="573285"/>
                              </a:lnTo>
                              <a:lnTo>
                                <a:pt x="3252951" y="585046"/>
                              </a:lnTo>
                              <a:lnTo>
                                <a:pt x="3256314" y="596807"/>
                              </a:lnTo>
                              <a:lnTo>
                                <a:pt x="3259676" y="610251"/>
                              </a:lnTo>
                              <a:lnTo>
                                <a:pt x="3261356" y="625372"/>
                              </a:lnTo>
                              <a:lnTo>
                                <a:pt x="3261356" y="1326877"/>
                              </a:lnTo>
                              <a:lnTo>
                                <a:pt x="3261353" y="1326877"/>
                              </a:lnTo>
                              <a:lnTo>
                                <a:pt x="3261350" y="1326880"/>
                              </a:lnTo>
                              <a:lnTo>
                                <a:pt x="3066350" y="1378964"/>
                              </a:lnTo>
                              <a:lnTo>
                                <a:pt x="2854531" y="1434413"/>
                              </a:lnTo>
                              <a:lnTo>
                                <a:pt x="2602365" y="1494902"/>
                              </a:lnTo>
                              <a:lnTo>
                                <a:pt x="2466193" y="1526826"/>
                              </a:lnTo>
                              <a:lnTo>
                                <a:pt x="2330026" y="1557071"/>
                              </a:lnTo>
                              <a:lnTo>
                                <a:pt x="2193854" y="1587315"/>
                              </a:lnTo>
                              <a:lnTo>
                                <a:pt x="2061046" y="1612517"/>
                              </a:lnTo>
                              <a:lnTo>
                                <a:pt x="1934963" y="1634360"/>
                              </a:lnTo>
                              <a:lnTo>
                                <a:pt x="1820647" y="1649484"/>
                              </a:lnTo>
                              <a:lnTo>
                                <a:pt x="1719781" y="1661245"/>
                              </a:lnTo>
                              <a:lnTo>
                                <a:pt x="1672711" y="1664604"/>
                              </a:lnTo>
                              <a:lnTo>
                                <a:pt x="1630683" y="1666287"/>
                              </a:lnTo>
                              <a:lnTo>
                                <a:pt x="1588655" y="1664604"/>
                              </a:lnTo>
                              <a:lnTo>
                                <a:pt x="1544944" y="1661245"/>
                              </a:lnTo>
                              <a:lnTo>
                                <a:pt x="1442396" y="1649484"/>
                              </a:lnTo>
                              <a:lnTo>
                                <a:pt x="1326400" y="1634360"/>
                              </a:lnTo>
                              <a:lnTo>
                                <a:pt x="1200317" y="1612517"/>
                              </a:lnTo>
                              <a:lnTo>
                                <a:pt x="1067508" y="1587315"/>
                              </a:lnTo>
                              <a:lnTo>
                                <a:pt x="933020" y="1560430"/>
                              </a:lnTo>
                              <a:lnTo>
                                <a:pt x="795169" y="1530186"/>
                              </a:lnTo>
                              <a:lnTo>
                                <a:pt x="660681" y="1496582"/>
                              </a:lnTo>
                              <a:lnTo>
                                <a:pt x="406834" y="1436093"/>
                              </a:lnTo>
                              <a:lnTo>
                                <a:pt x="196695" y="1382323"/>
                              </a:lnTo>
                              <a:lnTo>
                                <a:pt x="3" y="1330236"/>
                              </a:lnTo>
                              <a:lnTo>
                                <a:pt x="3" y="1332325"/>
                              </a:lnTo>
                              <a:lnTo>
                                <a:pt x="0" y="1332322"/>
                              </a:lnTo>
                              <a:lnTo>
                                <a:pt x="0" y="971511"/>
                              </a:lnTo>
                              <a:lnTo>
                                <a:pt x="0" y="625372"/>
                              </a:lnTo>
                              <a:lnTo>
                                <a:pt x="1683" y="610251"/>
                              </a:lnTo>
                              <a:lnTo>
                                <a:pt x="5046" y="596807"/>
                              </a:lnTo>
                              <a:lnTo>
                                <a:pt x="8405" y="585046"/>
                              </a:lnTo>
                              <a:lnTo>
                                <a:pt x="16813" y="573285"/>
                              </a:lnTo>
                              <a:lnTo>
                                <a:pt x="25218" y="561524"/>
                              </a:lnTo>
                              <a:lnTo>
                                <a:pt x="35303" y="549763"/>
                              </a:lnTo>
                              <a:lnTo>
                                <a:pt x="47073" y="539681"/>
                              </a:lnTo>
                              <a:lnTo>
                                <a:pt x="57158" y="529599"/>
                              </a:lnTo>
                              <a:lnTo>
                                <a:pt x="87418" y="512796"/>
                              </a:lnTo>
                              <a:lnTo>
                                <a:pt x="121041" y="501035"/>
                              </a:lnTo>
                              <a:lnTo>
                                <a:pt x="158027" y="494313"/>
                              </a:lnTo>
                              <a:lnTo>
                                <a:pt x="196692" y="492633"/>
                              </a:lnTo>
                              <a:lnTo>
                                <a:pt x="991117" y="492633"/>
                              </a:lnTo>
                              <a:lnTo>
                                <a:pt x="991363" y="488510"/>
                              </a:lnTo>
                              <a:cubicBezTo>
                                <a:pt x="1024272" y="214121"/>
                                <a:pt x="1297944" y="0"/>
                                <a:pt x="16306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任意多边形 129" o:spid="_x0000_s1026" o:spt="100" style="position:absolute;left:0pt;margin-left:-37.9pt;margin-top:243.9pt;height:12.6pt;width:13.95pt;z-index:251679744;v-text-anchor:middle;mso-width-relative:page;mso-height-relative:page;" fillcolor="#FFFFFF [3212]" filled="t" stroked="f" coordsize="3261356,2766950" o:gfxdata="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<v:path o:connectlocs="178435,75691;178435,143879;178343,144705;178159,145439;177975,146082;177515,146724;177147,147367;176687,148009;176043,148560;175215,149110;173744,150028;171904,150671;169881,151038;167765,151130;10761,151130;8645,151038;6622,150671;4782,150028;3127,149110;2575,148560;1931,148009;1379,147367;919,146724;459,146082;275,145439;91,144705;0,143879;0,75874;10761,78719;22258,81656;36146,84960;43504,86796;51047,88448;58405,89916;65671,91293;72569,92486;78916,93312;84526,93954;86918,94138;89217,94229;91516,94138;94092,93954;99610,93312;105865,92486;112763,91293;120029,89916;127479,88264;134929,86612;142380,84868;156176,81564;167765,78536;82538,65897;77539,70888;77539,71792;82538,76783;95896,76783;100895,71792;100895,70888;95896,65897;89217,9520;60983,25618;60797,26907;117637,26907;117451,25618;89217,9520;89217,0;124195,26682;124209,26907;167765,26907;169881,26999;171904,27366;173744,28008;175215,28926;176043,29477;176687,30027;177147,30670;177515,31312;177975,31955;178159,32597;178343,33331;178435,34157;178435,72473;178434,72473;178434,72473;167765,75318;156176,78347;142380,81651;134930,83394;127480,85046;120029,86698;112763,88075;105865,89268;99611,90094;94092,90736;91517,90920;89217,91012;86918,90920;84526,90736;78916,90094;72569,89268;65671,88075;58405,86698;51047,85230;43505,83578;36147,81742;22258,78438;10761,75502;0,72657;0,72771;0,72771;0,53063;0,34157;92,33331;276,32597;459,31955;919,31312;1379,30670;1931,30027;2575,29477;3127,28926;4782,28008;6622,27366;8645,26999;10761,26907;54225,26907;54239,26682;89217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-534035</wp:posOffset>
                </wp:positionH>
                <wp:positionV relativeFrom="paragraph">
                  <wp:posOffset>3034665</wp:posOffset>
                </wp:positionV>
                <wp:extent cx="6407150" cy="328930"/>
                <wp:effectExtent l="0" t="0" r="12700" b="13970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150" cy="328930"/>
                          <a:chOff x="1456" y="3847"/>
                          <a:chExt cx="10090" cy="518"/>
                        </a:xfrm>
                      </wpg:grpSpPr>
                      <wps:wsp>
                        <wps:cNvPr id="92" name="椭圆 86"/>
                        <wps:cNvSpPr/>
                        <wps:spPr>
                          <a:xfrm>
                            <a:off x="1468" y="3847"/>
                            <a:ext cx="442" cy="440"/>
                          </a:xfrm>
                          <a:prstGeom prst="rect">
                            <a:avLst/>
                          </a:prstGeom>
                          <a:solidFill>
                            <a:srgbClr val="4CBAD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9" name="直接连接符 89"/>
                        <wps:cNvCnPr/>
                        <wps:spPr>
                          <a:xfrm>
                            <a:off x="1456" y="4365"/>
                            <a:ext cx="1009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2.05pt;margin-top:238.95pt;height:25.9pt;width:504.5pt;z-index:251661312;mso-width-relative:page;mso-height-relative:page;" coordorigin="1456,3847" coordsize="10090,518" o:gfxdata="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BFPXWL3AAAAAsBAAAPAAAAAAAAAAEAIAAAACIA&#10;AABkcnMvZG93bnJldi54bWxQSwECFAAUAAAACACHTuJATBvGmVsDAADjBwAADgAAAAAAAAABACAA&#10;AAArAQAAZHJzL2Uyb0RvYy54bWxQSwUGAAAAAAYABgBZAQAA+AYAAAAA&#10;">
                <o:lock v:ext="edit" aspectratio="f"/>
                <v:rect id="椭圆 86" o:spid="_x0000_s1026" o:spt="1" style="position:absolute;left:1468;top:3847;height:440;width:442;v-text-anchor:middle;" fillcolor="#4CBAD5" filled="t" stroked="f" coordsize="21600,21600" o:gfxdata="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nrgS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line id="直接连接符 89" o:spid="_x0000_s1026" o:spt="20" style="position:absolute;left:1456;top:4365;height:0;width:10091;" filled="f" stroked="t" coordsize="21600,21600" o:gfxdata="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r0Zt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E7E6E6 [321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-490855</wp:posOffset>
                </wp:positionH>
                <wp:positionV relativeFrom="paragraph">
                  <wp:posOffset>1414780</wp:posOffset>
                </wp:positionV>
                <wp:extent cx="206375" cy="152400"/>
                <wp:effectExtent l="0" t="0" r="3175" b="635"/>
                <wp:wrapNone/>
                <wp:docPr id="30" name="任意多边形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645795" y="2373630"/>
                          <a:ext cx="206375" cy="1524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76" o:spid="_x0000_s1026" o:spt="100" style="position:absolute;left:0pt;margin-left:-38.65pt;margin-top:111.4pt;height:12pt;width:16.25pt;z-index:251680768;mso-width-relative:page;mso-height-relative:page;" fillcolor="#FFFFFF [3212]" filled="t" stroked="f" coordsize="263,184" o:gfxdata="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-534035</wp:posOffset>
                </wp:positionH>
                <wp:positionV relativeFrom="paragraph">
                  <wp:posOffset>1348740</wp:posOffset>
                </wp:positionV>
                <wp:extent cx="6407150" cy="328930"/>
                <wp:effectExtent l="0" t="0" r="12700" b="13970"/>
                <wp:wrapNone/>
                <wp:docPr id="90" name="组合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150" cy="328930"/>
                          <a:chOff x="1456" y="3847"/>
                          <a:chExt cx="10090" cy="518"/>
                        </a:xfrm>
                      </wpg:grpSpPr>
                      <wps:wsp>
                        <wps:cNvPr id="86" name="椭圆 86"/>
                        <wps:cNvSpPr/>
                        <wps:spPr>
                          <a:xfrm>
                            <a:off x="1468" y="3847"/>
                            <a:ext cx="442" cy="440"/>
                          </a:xfrm>
                          <a:prstGeom prst="rect">
                            <a:avLst/>
                          </a:prstGeom>
                          <a:solidFill>
                            <a:srgbClr val="4CBAD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9" name="直接连接符 89"/>
                        <wps:cNvCnPr/>
                        <wps:spPr>
                          <a:xfrm>
                            <a:off x="1456" y="4365"/>
                            <a:ext cx="1009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2.05pt;margin-top:106.2pt;height:25.9pt;width:504.5pt;z-index:251662336;mso-width-relative:page;mso-height-relative:page;" coordorigin="1456,3847" coordsize="10090,518" o:gfxdata="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B5Po252wAAAAsBAAAPAAAAAAAAAAEAIAAA&#10;ACIAAABkcnMvZG93bnJldi54bWxQSwECFAAUAAAACACHTuJAWqZQnV8DAADjBwAADgAAAAAAAAAB&#10;ACAAAAAqAQAAZHJzL2Uyb0RvYy54bWxQSwUGAAAAAAYABgBZAQAA+wYAAAAA&#10;">
                <o:lock v:ext="edit" aspectratio="f"/>
                <v:rect id="椭圆 86" o:spid="_x0000_s1026" o:spt="1" style="position:absolute;left:1468;top:3847;height:440;width:442;v-text-anchor:middle;" fillcolor="#4CBAD5" filled="t" stroked="f" coordsize="21600,21600" o:gfxdata="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YcJ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line id="_x0000_s1026" o:spid="_x0000_s1026" o:spt="20" style="position:absolute;left:1456;top:4365;height:0;width:10091;" filled="f" stroked="t" coordsize="21600,21600" o:gfxdata="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dtC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E7E6E6 [321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2941955</wp:posOffset>
                </wp:positionV>
                <wp:extent cx="929005" cy="435610"/>
                <wp:effectExtent l="0" t="0" r="0" b="0"/>
                <wp:wrapNone/>
                <wp:docPr id="4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8370" y="3940175"/>
                          <a:ext cx="929005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实践经历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20.55pt;margin-top:231.65pt;height:34.3pt;width:73.15pt;z-index:251671552;mso-width-relative:page;mso-height-relative:page;" filled="f" stroked="f" coordsize="21600,21600" o:gfxdata="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kRtum3AAAAAsBAAAPAAAAAAAA&#10;AAEAIAAAACIAAABkcnMvZG93bnJldi54bWxQSwECFAAUAAAACACHTuJA631wGUcCAABxBAAADgAA&#10;AAAAAAABACAAAAAr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实践经历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1250950</wp:posOffset>
                </wp:positionV>
                <wp:extent cx="941070" cy="435610"/>
                <wp:effectExtent l="0" t="0" r="0" b="0"/>
                <wp:wrapNone/>
                <wp:docPr id="3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6940" y="2273935"/>
                          <a:ext cx="94107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教育经历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20.55pt;margin-top:98.5pt;height:34.3pt;width:74.1pt;z-index:251668480;mso-width-relative:page;mso-height-relative:page;" filled="f" stroked="f" coordsize="21600,21600" o:gfxdata="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fR4PS2wAAAAsBAAAPAAAAAAAA&#10;AAEAIAAAACIAAABkcnMvZG93bnJldi54bWxQSwECFAAUAAAACACHTuJAimiFbkgCAABx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教育经历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8111490</wp:posOffset>
                </wp:positionV>
                <wp:extent cx="956310" cy="435610"/>
                <wp:effectExtent l="0" t="0" r="0" b="0"/>
                <wp:wrapNone/>
                <wp:docPr id="4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0430" y="8947785"/>
                          <a:ext cx="95631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20.55pt;margin-top:638.7pt;height:34.3pt;width:75.3pt;z-index:251670528;mso-width-relative:page;mso-height-relative:page;" filled="f" stroked="f" coordsize="21600,21600" o:gfxdata="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no3D90AAAANAQAADwAAAAAA&#10;AAABACAAAAAiAAAAZHJzL2Rvd25yZXYueG1sUEsBAhQAFAAAAAgAh07iQKVxl0pHAgAAcgQAAA4A&#10;AAAAAAAAAQAgAAAALA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6447790</wp:posOffset>
                </wp:positionV>
                <wp:extent cx="933450" cy="435610"/>
                <wp:effectExtent l="0" t="0" r="0" b="0"/>
                <wp:wrapNone/>
                <wp:docPr id="4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2655" y="7432040"/>
                          <a:ext cx="93345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-20.55pt;margin-top:507.7pt;height:34.3pt;width:73.5pt;z-index:251672576;mso-width-relative:page;mso-height-relative:page;" filled="f" stroked="f" coordsize="21600,21600" o:gfxdata="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EyPg43AAAAA0BAAAPAAAAAAAA&#10;AAEAIAAAACIAAABkcnMvZG93bnJldi54bWxQSwECFAAUAAAACACHTuJAi2A3pkcCAAByBAAADgAA&#10;AAAAAAABACAAAAAr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-527685</wp:posOffset>
            </wp:positionH>
            <wp:positionV relativeFrom="paragraph">
              <wp:posOffset>-619125</wp:posOffset>
            </wp:positionV>
            <wp:extent cx="1173480" cy="1648460"/>
            <wp:effectExtent l="0" t="0" r="7620" b="8890"/>
            <wp:wrapNone/>
            <wp:docPr id="35" name="图片 35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648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1142365</wp:posOffset>
                </wp:positionH>
                <wp:positionV relativeFrom="paragraph">
                  <wp:posOffset>-3810</wp:posOffset>
                </wp:positionV>
                <wp:extent cx="2395855" cy="1275715"/>
                <wp:effectExtent l="0" t="0" r="0" b="0"/>
                <wp:wrapNone/>
                <wp:docPr id="3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5855" cy="1275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0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eastAsia="zh-CN"/>
                              </w:rPr>
                              <w:t>民族：汉族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0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eastAsia="zh-CN"/>
                              </w:rPr>
                              <w:t>电话：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  <w:t>138-0000-0001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0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eastAsia="zh-CN"/>
                              </w:rPr>
                              <w:t>邮箱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>123456@qq.com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0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>住址：湖北.武汉市XX大道XX号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12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89.95pt;margin-top:-0.3pt;height:100.45pt;width:188.65pt;z-index:251674624;mso-width-relative:page;mso-height-relative:page;" filled="f" stroked="f" coordsize="21600,21600" o:gfxdata="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Dgbgf2QAAAAkBAAAPAAAAAAAAAAEAIAAA&#10;ACIAAABkcnMvZG93bnJldi54bWxQSwECFAAUAAAACACHTuJAzNyaokQCAAB2BAAADgAAAAAAAAAB&#10;ACAAAAAo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0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eastAsia="zh-CN"/>
                        </w:rPr>
                        <w:t>民族：汉族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0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eastAsia="zh-CN"/>
                        </w:rPr>
                        <w:t>电话：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  <w:t>138-0000-0001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00" w:lineRule="auto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eastAsia="zh-CN"/>
                        </w:rPr>
                        <w:t>邮箱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</w:rPr>
                        <w:t>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  <w:t>123456@qq.com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00" w:lineRule="auto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  <w:t>住址：湖北.武汉市XX大道XX号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12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-3810</wp:posOffset>
                </wp:positionV>
                <wp:extent cx="2061210" cy="1303020"/>
                <wp:effectExtent l="0" t="0" r="0" b="0"/>
                <wp:wrapNone/>
                <wp:docPr id="5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1303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0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eastAsia="zh-CN"/>
                              </w:rPr>
                              <w:t>年龄：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  <w:t xml:space="preserve">25岁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0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eastAsia="zh-CN"/>
                              </w:rPr>
                              <w:t>面群：中共党员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0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eastAsia="zh-CN"/>
                              </w:rPr>
                              <w:t>毕业院校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>PC6学院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0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>学历：电子商务学士学位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12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316.8pt;margin-top:-0.3pt;height:102.6pt;width:162.3pt;z-index:251675648;mso-width-relative:page;mso-height-relative:page;" filled="f" stroked="f" coordsize="21600,21600" o:gfxdata="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F+99C2wAAAAkBAAAPAAAAAAAAAAEA&#10;IAAAACIAAABkcnMvZG93bnJldi54bWxQSwECFAAUAAAACACHTuJAKe62X0UCAAB2BAAADgAAAAAA&#10;AAABACAAAAAq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0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eastAsia="zh-CN"/>
                        </w:rPr>
                        <w:t>年龄：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  <w:t xml:space="preserve">25岁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0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eastAsia="zh-CN"/>
                        </w:rPr>
                        <w:t>面群：中共党员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0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eastAsia="zh-CN"/>
                        </w:rPr>
                        <w:t>毕业院校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</w:rPr>
                        <w:t>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  <w:t>PC6学院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00" w:lineRule="auto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  <w:t>学历：电子商务学士学位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12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2420620</wp:posOffset>
                </wp:positionH>
                <wp:positionV relativeFrom="paragraph">
                  <wp:posOffset>-588645</wp:posOffset>
                </wp:positionV>
                <wp:extent cx="1605280" cy="544195"/>
                <wp:effectExtent l="0" t="0" r="0" b="0"/>
                <wp:wrapNone/>
                <wp:docPr id="386" name="文本框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280" cy="544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640" w:lineRule="exact"/>
                              <w:rPr>
                                <w:rFonts w:hint="eastAsia" w:ascii="汉仪文黑-55简" w:hAnsi="汉仪文黑-55简" w:eastAsia="汉仪文黑-55简" w:cs="汉仪文黑-55简"/>
                                <w:color w:val="FFFFFF" w:themeColor="background1"/>
                                <w:spacing w:val="6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FFFFFF" w:themeColor="background1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FFFFFF" w:themeColor="background1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游戏运营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6pt;margin-top:-46.35pt;height:42.85pt;width:126.4pt;mso-position-horizontal-relative:margin;z-index:251673600;mso-width-relative:page;mso-height-relative:page;" filled="f" stroked="f" coordsize="21600,21600" o:gfxdata="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illlvbAAAACgEAAA8AAAAAAAAAAQAg&#10;AAAAIgAAAGRycy9kb3ducmV2LnhtbFBLAQIUABQAAAAIAIdO4kBt2mdVRAIAAHgEAAAOAAAAAAAA&#10;AAEAIAAAACo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640" w:lineRule="exact"/>
                        <w:rPr>
                          <w:rFonts w:hint="eastAsia" w:ascii="汉仪文黑-55简" w:hAnsi="汉仪文黑-55简" w:eastAsia="汉仪文黑-55简" w:cs="汉仪文黑-55简"/>
                          <w:color w:val="FFFFFF" w:themeColor="background1"/>
                          <w:spacing w:val="6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color w:val="FFFFFF" w:themeColor="background1"/>
                          <w:sz w:val="22"/>
                          <w:szCs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FFFFFF" w:themeColor="background1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游戏运营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-886460</wp:posOffset>
                </wp:positionV>
                <wp:extent cx="1572260" cy="4254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260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汉仪文黑-55简" w:hAnsi="汉仪文黑-55简" w:eastAsia="汉仪文黑-55简" w:cs="汉仪文黑-55简"/>
                                <w:color w:val="808080" w:themeColor="text1" w:themeTint="80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808080" w:themeColor="text1" w:themeTint="80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1.5pt;margin-top:-69.8pt;height:33.5pt;width:123.8pt;z-index:251684864;mso-width-relative:page;mso-height-relative:page;" filled="f" stroked="f" coordsize="21600,21600" o:gfxdata="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PQSk1N0AAAAMAQAADwAAAAAAAAABACAAAAAiAAAAZHJz&#10;L2Rvd25yZXYueG1sUEsBAhQAFAAAAAgAh07iQJLJRHw4AgAAZgQAAA4AAAAAAAAAAQAgAAAAL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汉仪文黑-55简" w:hAnsi="汉仪文黑-55简" w:eastAsia="汉仪文黑-55简" w:cs="汉仪文黑-55简"/>
                          <w:color w:val="808080" w:themeColor="text1" w:themeTint="80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color w:val="808080" w:themeColor="text1" w:themeTint="80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-902970</wp:posOffset>
                </wp:positionV>
                <wp:extent cx="1146175" cy="447675"/>
                <wp:effectExtent l="0" t="0" r="0" b="0"/>
                <wp:wrapNone/>
                <wp:docPr id="8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85pt;margin-top:-71.1pt;height:35.25pt;width:90.25pt;z-index:251683840;mso-width-relative:page;mso-height-relative:page;" filled="f" stroked="f" coordsize="21600,21600" o:gfxdata="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XtMsd2wAAAAwBAAAPAAAAAAAAAAEAIAAAACIAAABk&#10;cnMvZG93bnJldi54bWxQSwECFAAUAAAACACHTuJAfwPNjjwCAABo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1125220</wp:posOffset>
                </wp:positionH>
                <wp:positionV relativeFrom="paragraph">
                  <wp:posOffset>-492760</wp:posOffset>
                </wp:positionV>
                <wp:extent cx="5481320" cy="420370"/>
                <wp:effectExtent l="0" t="0" r="5080" b="1778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00" y="831850"/>
                          <a:ext cx="5481320" cy="420370"/>
                        </a:xfrm>
                        <a:prstGeom prst="rect">
                          <a:avLst/>
                        </a:prstGeom>
                        <a:solidFill>
                          <a:srgbClr val="4CBAD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8.6pt;margin-top:-38.8pt;height:33.1pt;width:431.6pt;z-index:251663360;v-text-anchor:middle;mso-width-relative:page;mso-height-relative:page;" fillcolor="#4CBAD5" filled="t" stroked="f" coordsize="21600,21600" o:gfxdata="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PmOfr9gAAAAMAQAADwAAAAAAAAABACAAAAAi&#10;AAAAZHJzL2Rvd25yZXYueG1sUEsBAhQAFAAAAAgAh07iQLEZj6R8AgAA4g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1142365</wp:posOffset>
                </wp:positionH>
                <wp:positionV relativeFrom="paragraph">
                  <wp:posOffset>-550545</wp:posOffset>
                </wp:positionV>
                <wp:extent cx="1102360" cy="50990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2360" cy="50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640" w:lineRule="exact"/>
                              <w:jc w:val="distribute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FFFFFF" w:themeColor="background1"/>
                                <w:spacing w:val="60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FFFFFF" w:themeColor="background1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95pt;margin-top:-43.35pt;height:40.15pt;width:86.8pt;mso-position-horizontal-relative:margin;z-index:251676672;mso-width-relative:page;mso-height-relative:page;" filled="f" stroked="f" coordsize="21600,21600" o:gfxdata="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dD0EvbAAAACgEAAA8AAAAAAAAAAQAgAAAA&#10;IgAAAGRycy9kb3ducmV2LnhtbFBLAQIUABQAAAAIAIdO4kBHCsJUQQIAAHYEAAAOAAAAAAAAAAEA&#10;IAAAACo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640" w:lineRule="exact"/>
                        <w:jc w:val="distribute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FFFFFF" w:themeColor="background1"/>
                          <w:spacing w:val="60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FFFFFF" w:themeColor="background1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8648065</wp:posOffset>
                </wp:positionV>
                <wp:extent cx="6538595" cy="82232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8595" cy="822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</w:rPr>
                              <w:t>本人有扎实的专业知识，较强动手能力和适应能力，思维敏捷，自学能力较强。对工作积极主动，认真负责、善于创新、敢于迎接挑战、敢于承当责任，富有工作激情，乐业敬业，具有良好的组织能力、团队协作精神，我相信我能胜任这份工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35pt;margin-top:680.95pt;height:64.75pt;width:514.85pt;z-index:251669504;mso-width-relative:page;mso-height-relative:page;" filled="f" stroked="f" coordsize="21600,21600" o:gfxdata="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dIiuzN0AAAANAQAADwAAAAAAAAABACAAAAAiAAAA&#10;ZHJzL2Rvd25yZXYueG1sUEsBAhQAFAAAAAgAh07iQFOYAAE7AgAAZgQAAA4AAAAAAAAAAQAgAAAA&#10;LA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</w:rPr>
                        <w:t>本人有扎实的专业知识，较强动手能力和适应能力，思维敏捷，自学能力较强。对工作积极主动，认真负责、善于创新、敢于迎接挑战、敢于承当责任，富有工作激情，乐业敬业，具有良好的组织能力、团队协作精神，我相信我能胜任这份工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6991985</wp:posOffset>
                </wp:positionV>
                <wp:extent cx="6604000" cy="111442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0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>荣誉证书： 获“国家励志奖学金”二等奖2次（20XX-20XX年度），获“优秀毕业生称号”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>个人特长： 善于网络沟通并与玩家建立良好感情，擅长文案策划、话题策划、口碑营销和事件炒作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>语言技能： 大学英语四级（CET-4），良好的听说读写能力，口语流利，快速浏览英文文件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>办公技能： 电脑操作熟练，熟练操作Word、Excel、PPt等办公自动化软件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35pt;margin-top:550.55pt;height:87.75pt;width:520pt;z-index:251667456;mso-width-relative:page;mso-height-relative:page;" filled="f" stroked="f" coordsize="21600,21600" o:gfxdata="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4M5mc3QAAAA0BAAAPAAAAAAAAAAEAIAAAACIAAABk&#10;cnMvZG93bnJldi54bWxQSwECFAAUAAAACACHTuJA/jWf3DoCAABpBAAADgAAAAAAAAABACAAAAAs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>荣誉证书： 获“国家励志奖学金”二等奖2次（20XX-20XX年度），获“优秀毕业生称号”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>个人特长： 善于网络沟通并与玩家建立良好感情，擅长文案策划、话题策划、口碑营销和事件炒作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>语言技能： 大学英语四级（CET-4），良好的听说读写能力，口语流利，快速浏览英文文件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>办公技能： 电脑操作熟练，熟练操作Word、Excel、PPt等办公自动化软件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5024120</wp:posOffset>
                </wp:positionV>
                <wp:extent cx="6602730" cy="138557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2730" cy="1385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21B6D3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4CBAD5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 xml:space="preserve">20XX-3至20XX-7                  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4CBAD5"/>
                                <w:sz w:val="22"/>
                                <w:szCs w:val="22"/>
                                <w:lang w:val="en-US" w:eastAsia="zh-CN"/>
                              </w:rPr>
                              <w:t>PC6学院                                           学生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52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>工作描述：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52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>加入游戏俱乐部，担任网络小组负责人，小组核心技术人员，参与学校各院系的网站制作；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52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>担任社会实践团团长，通过和游戏公司人员的交流与学习中，对游戏行业的工作有了更深入的了解；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52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>在校期间，与同学共同开发了小型游戏，主要负责后期游戏功能的测试任务和推广。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1100" w:firstLineChars="50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35pt;margin-top:395.6pt;height:109.1pt;width:519.9pt;z-index:251677696;mso-width-relative:page;mso-height-relative:page;" filled="f" stroked="f" coordsize="21600,21600" o:gfxdata="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FWVTdwAAAAMAQAADwAAAAAAAAABACAAAAAi&#10;AAAAZHJzL2Rvd25yZXYueG1sUEsBAhQAFAAAAAgAh07iQLwe9sg/AgAAaQQAAA4AAAAAAAAAAQAg&#10;AAAAKw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21B6D3"/>
                          <w:sz w:val="22"/>
                          <w:szCs w:val="2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4CBAD5"/>
                          <w:sz w:val="22"/>
                          <w:szCs w:val="22"/>
                          <w:u w:val="none"/>
                          <w:lang w:val="en-US" w:eastAsia="zh-CN"/>
                        </w:rPr>
                        <w:t xml:space="preserve">20XX-3至20XX-7                  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4CBAD5"/>
                          <w:sz w:val="22"/>
                          <w:szCs w:val="22"/>
                          <w:lang w:val="en-US" w:eastAsia="zh-CN"/>
                        </w:rPr>
                        <w:t>PC6学院                                           学生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52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  <w:t>工作描述：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52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>加入游戏俱乐部，担任网络小组负责人，小组核心技术人员，参与学校各院系的网站制作；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52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>担任社会实践团团长，通过和游戏公司人员的交流与学习中，对游戏行业的工作有了更深入的了解；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52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>在校期间，与同学共同开发了小型游戏，主要负责后期游戏功能的测试任务和推广。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1100" w:firstLineChars="50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3461385</wp:posOffset>
                </wp:positionV>
                <wp:extent cx="6602730" cy="1579245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2730" cy="157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4CBAD5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4CBAD5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 xml:space="preserve">20XX-8至20XX-2                  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4CBAD5"/>
                                <w:sz w:val="22"/>
                                <w:szCs w:val="22"/>
                                <w:lang w:val="en-US" w:eastAsia="zh-CN"/>
                              </w:rPr>
                              <w:t>PC6软件有限公司                     游戏运营实习生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52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>工作描述：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52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  <w:t>负责公司所运营的游戏平台，组织活动、与玩家建立良性沟通关系，提高玩家粘性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52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>通过网络渠道，在游戏中积极与玩家交流互动，大力开发招募玩家资源；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52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>引导玩家在游戏中找到乐趣，同时维护玩家并营造良好的游戏氛围，实现合理消费；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52" w:lineRule="auto"/>
                              <w:ind w:left="420" w:leftChars="0" w:hanging="420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>通过不断学习提升综合能力，按时完成主管交给的工作任务，确保完成个人的业绩指标。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1100" w:firstLineChars="50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35pt;margin-top:272.55pt;height:124.35pt;width:519.9pt;z-index:251665408;mso-width-relative:page;mso-height-relative:page;" filled="f" stroked="f" coordsize="21600,21600" o:gfxdata="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oT5VG3QAAAAsBAAAPAAAAAAAAAAEAIAAAACIA&#10;AABkcnMvZG93bnJldi54bWxQSwECFAAUAAAACACHTuJAO+u+Pj0CAABp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4CBAD5"/>
                          <w:sz w:val="22"/>
                          <w:szCs w:val="2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4CBAD5"/>
                          <w:sz w:val="22"/>
                          <w:szCs w:val="22"/>
                          <w:u w:val="none"/>
                          <w:lang w:val="en-US" w:eastAsia="zh-CN"/>
                        </w:rPr>
                        <w:t xml:space="preserve">20XX-8至20XX-2                  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4CBAD5"/>
                          <w:sz w:val="22"/>
                          <w:szCs w:val="22"/>
                          <w:lang w:val="en-US" w:eastAsia="zh-CN"/>
                        </w:rPr>
                        <w:t>PC6软件有限公司                     游戏运营实习生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52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u w:val="none"/>
                          <w:lang w:val="en-US" w:eastAsia="zh-CN"/>
                        </w:rPr>
                        <w:t>工作描述：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52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</w:rPr>
                        <w:t>负责公司所运营的游戏平台，组织活动、与玩家建立良性沟通关系，提高玩家粘性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52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>通过网络渠道，在游戏中积极与玩家交流互动，大力开发招募玩家资源；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52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>引导玩家在游戏中找到乐趣，同时维护玩家并营造良好的游戏氛围，实现合理消费；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52" w:lineRule="auto"/>
                        <w:ind w:left="420" w:leftChars="0" w:hanging="420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>通过不断学习提升综合能力，按时完成主管交给的工作任务，确保完成个人的业绩指标。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1100" w:firstLineChars="50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1763395</wp:posOffset>
                </wp:positionV>
                <wp:extent cx="6549390" cy="114808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9390" cy="1148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4CBAD5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4CBAD5"/>
                                <w:sz w:val="22"/>
                                <w:szCs w:val="22"/>
                                <w:u w:val="none"/>
                                <w:lang w:val="en-US" w:eastAsia="zh-CN"/>
                              </w:rPr>
                              <w:t>20XX-9至20XX-6                   PC6学院                                电子商务 - 本科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</w:rPr>
                              <w:t>主修课程：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</w:rPr>
                              <w:t>计算机网络技术、网页设计与网站制作、网络数据库、电子商务技术基础、编程语言、网站推广、网站优化、网站运营、PS、DW、管理学、经济学、电子商务概论、网络营销等。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35pt;margin-top:138.85pt;height:90.4pt;width:515.7pt;z-index:251664384;mso-width-relative:page;mso-height-relative:page;" filled="f" stroked="f" coordsize="21600,21600" o:gfxdata="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FELQXcAAAACwEAAA8AAAAAAAAAAQAgAAAAIgAA&#10;AGRycy9kb3ducmV2LnhtbFBLAQIUABQAAAAIAIdO4kA9FWbrPQIAAGc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4CBAD5"/>
                          <w:sz w:val="22"/>
                          <w:szCs w:val="22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4CBAD5"/>
                          <w:sz w:val="22"/>
                          <w:szCs w:val="22"/>
                          <w:u w:val="none"/>
                          <w:lang w:val="en-US" w:eastAsia="zh-CN"/>
                        </w:rPr>
                        <w:t>20XX-9至20XX-6                   PC6学院                                电子商务 - 本科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</w:rPr>
                        <w:t>主修课程：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</w:rPr>
                        <w:t>计算机网络技术、网页设计与网站制作、网络数据库、电子商务技术基础、编程语言、网站推广、网站优化、网站运营、PS、DW、管理学、经济学、电子商务概论、网络营销等。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-1193800</wp:posOffset>
                </wp:positionH>
                <wp:positionV relativeFrom="paragraph">
                  <wp:posOffset>-1057275</wp:posOffset>
                </wp:positionV>
                <wp:extent cx="7715250" cy="11137265"/>
                <wp:effectExtent l="0" t="0" r="0" b="6985"/>
                <wp:wrapNone/>
                <wp:docPr id="60" name="剪去单角的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0" cy="11137265"/>
                        </a:xfrm>
                        <a:prstGeom prst="snip1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94pt;margin-top:-83.25pt;height:876.95pt;width:607.5pt;z-index:-251650048;v-text-anchor:middle;mso-width-relative:page;mso-height-relative:page;" fillcolor="#FFFFFF [3212]" filled="t" stroked="f" coordsize="7715250,11137265" o:gfxdata="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n/sS03QAAAA8BAAAPAAAAAAAAAAEAIAAAACIAAABkcnMvZG93&#10;bnJldi54bWxQSwECFAAUAAAACACHTuJAEv/od6YCAAAWBQAADgAAAAAAAAABACAAAAAsAQAAZHJz&#10;L2Uyb0RvYy54bWxQSwUGAAAAAAYABgBZAQAARAYAAAAA&#10;" path="m0,0l7715250,0,7715250,0,7715250,11137265,0,11137265xe">
                <v:path textboxrect="0,0,7715250,11137265" o:connectlocs="7715250,5568632;3857625,11137265;0,5568632;3857625,0" o:connectangles="0,82,164,247"/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B586C7F-F42D-497D-A451-337FA29AF37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09098A07-94FC-4BD2-8577-FD3B691F9A82}"/>
  </w:font>
  <w:font w:name="汉仪文黑-55简">
    <w:panose1 w:val="00020600040101010101"/>
    <w:charset w:val="86"/>
    <w:family w:val="auto"/>
    <w:pitch w:val="default"/>
    <w:sig w:usb0="A00002BF" w:usb1="1ACF7CFA" w:usb2="00000016" w:usb3="00000000" w:csb0="0004009F" w:csb1="DFD70000"/>
    <w:embedRegular r:id="rId3" w:fontKey="{678AACE4-006B-4A6B-83D7-5037A37DFB8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4F5BAA"/>
    <w:multiLevelType w:val="singleLevel"/>
    <w:tmpl w:val="B94F5BAA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4D2BECD"/>
    <w:multiLevelType w:val="singleLevel"/>
    <w:tmpl w:val="24D2BEC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SwiaGRpZCI6IjA4ZjVjYWQwYzU1Yjc1NmUyOTBiYzFlNjg5NTA0NzBjIiwidXNlckNvdW50IjoxfQ=="/>
  </w:docVars>
  <w:rsids>
    <w:rsidRoot w:val="2B7D5F2D"/>
    <w:rsid w:val="001142AF"/>
    <w:rsid w:val="002560E1"/>
    <w:rsid w:val="002732C2"/>
    <w:rsid w:val="00414CE6"/>
    <w:rsid w:val="00936F15"/>
    <w:rsid w:val="00A917B4"/>
    <w:rsid w:val="00C92AAA"/>
    <w:rsid w:val="00D036C3"/>
    <w:rsid w:val="00D97949"/>
    <w:rsid w:val="00DC3BFA"/>
    <w:rsid w:val="00E6068F"/>
    <w:rsid w:val="012968A8"/>
    <w:rsid w:val="01421EC1"/>
    <w:rsid w:val="01701FD7"/>
    <w:rsid w:val="01894E35"/>
    <w:rsid w:val="018B7EFC"/>
    <w:rsid w:val="01FB5163"/>
    <w:rsid w:val="02262F06"/>
    <w:rsid w:val="02353540"/>
    <w:rsid w:val="023772EA"/>
    <w:rsid w:val="02466DF4"/>
    <w:rsid w:val="02491B6D"/>
    <w:rsid w:val="026B1029"/>
    <w:rsid w:val="026C4797"/>
    <w:rsid w:val="02A1157D"/>
    <w:rsid w:val="031D5ED8"/>
    <w:rsid w:val="033B01D3"/>
    <w:rsid w:val="0353306A"/>
    <w:rsid w:val="035D76AB"/>
    <w:rsid w:val="036A60C3"/>
    <w:rsid w:val="03746426"/>
    <w:rsid w:val="0384091E"/>
    <w:rsid w:val="03AE6DD7"/>
    <w:rsid w:val="03BC2831"/>
    <w:rsid w:val="040A0742"/>
    <w:rsid w:val="04160CB4"/>
    <w:rsid w:val="04237D89"/>
    <w:rsid w:val="042C3E7C"/>
    <w:rsid w:val="043158F8"/>
    <w:rsid w:val="04395400"/>
    <w:rsid w:val="0489456D"/>
    <w:rsid w:val="049F4EAB"/>
    <w:rsid w:val="04C03FF9"/>
    <w:rsid w:val="04C437E6"/>
    <w:rsid w:val="04C63F04"/>
    <w:rsid w:val="04DE3E15"/>
    <w:rsid w:val="04E36635"/>
    <w:rsid w:val="04FB005D"/>
    <w:rsid w:val="051D3F2A"/>
    <w:rsid w:val="057115B6"/>
    <w:rsid w:val="05726074"/>
    <w:rsid w:val="05924FA8"/>
    <w:rsid w:val="05934C7C"/>
    <w:rsid w:val="05A3343E"/>
    <w:rsid w:val="05B11293"/>
    <w:rsid w:val="05B16635"/>
    <w:rsid w:val="05B32A20"/>
    <w:rsid w:val="05B94171"/>
    <w:rsid w:val="05C44922"/>
    <w:rsid w:val="060E53C9"/>
    <w:rsid w:val="064C3473"/>
    <w:rsid w:val="064E667D"/>
    <w:rsid w:val="06546D16"/>
    <w:rsid w:val="06616BA5"/>
    <w:rsid w:val="06792749"/>
    <w:rsid w:val="0683602B"/>
    <w:rsid w:val="06906036"/>
    <w:rsid w:val="07373417"/>
    <w:rsid w:val="073D5688"/>
    <w:rsid w:val="075057EF"/>
    <w:rsid w:val="076D2A28"/>
    <w:rsid w:val="076E74F9"/>
    <w:rsid w:val="07820B94"/>
    <w:rsid w:val="079B586D"/>
    <w:rsid w:val="07C7693D"/>
    <w:rsid w:val="07E317F8"/>
    <w:rsid w:val="07FC091D"/>
    <w:rsid w:val="08575FFD"/>
    <w:rsid w:val="08B10699"/>
    <w:rsid w:val="08D74B38"/>
    <w:rsid w:val="08DC243F"/>
    <w:rsid w:val="090E1192"/>
    <w:rsid w:val="091750AE"/>
    <w:rsid w:val="09302F2B"/>
    <w:rsid w:val="09392BF6"/>
    <w:rsid w:val="09425845"/>
    <w:rsid w:val="0969178C"/>
    <w:rsid w:val="09692781"/>
    <w:rsid w:val="098722A0"/>
    <w:rsid w:val="098F22C3"/>
    <w:rsid w:val="09931565"/>
    <w:rsid w:val="09AC0570"/>
    <w:rsid w:val="09B36064"/>
    <w:rsid w:val="0A273913"/>
    <w:rsid w:val="0A476236"/>
    <w:rsid w:val="0A4A640F"/>
    <w:rsid w:val="0A501117"/>
    <w:rsid w:val="0A5F0CEF"/>
    <w:rsid w:val="0A9901F3"/>
    <w:rsid w:val="0AC60DB6"/>
    <w:rsid w:val="0AC6218B"/>
    <w:rsid w:val="0AD05B39"/>
    <w:rsid w:val="0AFE5794"/>
    <w:rsid w:val="0B1F59B1"/>
    <w:rsid w:val="0B492593"/>
    <w:rsid w:val="0B6F6730"/>
    <w:rsid w:val="0BA61BD1"/>
    <w:rsid w:val="0BD625B4"/>
    <w:rsid w:val="0C653676"/>
    <w:rsid w:val="0C6725E8"/>
    <w:rsid w:val="0C851D03"/>
    <w:rsid w:val="0C8E5402"/>
    <w:rsid w:val="0CAC4B4C"/>
    <w:rsid w:val="0CBB5AEB"/>
    <w:rsid w:val="0CCE2B10"/>
    <w:rsid w:val="0CFA5AB9"/>
    <w:rsid w:val="0D450288"/>
    <w:rsid w:val="0DC52185"/>
    <w:rsid w:val="0DC5664A"/>
    <w:rsid w:val="0DDA5C85"/>
    <w:rsid w:val="0DF071A2"/>
    <w:rsid w:val="0E1513DE"/>
    <w:rsid w:val="0E3A3137"/>
    <w:rsid w:val="0E642DE5"/>
    <w:rsid w:val="0E6E7B0F"/>
    <w:rsid w:val="0E7200BB"/>
    <w:rsid w:val="0EBC5DAA"/>
    <w:rsid w:val="0EE52393"/>
    <w:rsid w:val="0F0C6660"/>
    <w:rsid w:val="0F264768"/>
    <w:rsid w:val="0F2C51F5"/>
    <w:rsid w:val="0F377A67"/>
    <w:rsid w:val="0F580654"/>
    <w:rsid w:val="0F7B4AA5"/>
    <w:rsid w:val="0F9A5C31"/>
    <w:rsid w:val="0FA638D0"/>
    <w:rsid w:val="0FAF0F65"/>
    <w:rsid w:val="0FEF2A05"/>
    <w:rsid w:val="0FFC1742"/>
    <w:rsid w:val="10154E1F"/>
    <w:rsid w:val="10B61EA5"/>
    <w:rsid w:val="110D3C99"/>
    <w:rsid w:val="11136D56"/>
    <w:rsid w:val="112F311B"/>
    <w:rsid w:val="1138707B"/>
    <w:rsid w:val="11765EE8"/>
    <w:rsid w:val="118E2678"/>
    <w:rsid w:val="11A31353"/>
    <w:rsid w:val="11A449DB"/>
    <w:rsid w:val="11A74A72"/>
    <w:rsid w:val="11B05DF7"/>
    <w:rsid w:val="11D03898"/>
    <w:rsid w:val="11D7588F"/>
    <w:rsid w:val="11DA2096"/>
    <w:rsid w:val="11E240F5"/>
    <w:rsid w:val="11E31F9A"/>
    <w:rsid w:val="11E46472"/>
    <w:rsid w:val="11E70D4E"/>
    <w:rsid w:val="11FC61E0"/>
    <w:rsid w:val="11FC6864"/>
    <w:rsid w:val="121542B6"/>
    <w:rsid w:val="122B5EB2"/>
    <w:rsid w:val="1231672F"/>
    <w:rsid w:val="123E3FE7"/>
    <w:rsid w:val="12435A12"/>
    <w:rsid w:val="12471B05"/>
    <w:rsid w:val="128F4427"/>
    <w:rsid w:val="129944BC"/>
    <w:rsid w:val="12A4231F"/>
    <w:rsid w:val="12BA18EA"/>
    <w:rsid w:val="12F80EE3"/>
    <w:rsid w:val="130540FB"/>
    <w:rsid w:val="130B091F"/>
    <w:rsid w:val="134955D0"/>
    <w:rsid w:val="13504F46"/>
    <w:rsid w:val="13665E1A"/>
    <w:rsid w:val="137A38BD"/>
    <w:rsid w:val="13846FD5"/>
    <w:rsid w:val="138D6B2C"/>
    <w:rsid w:val="13A00711"/>
    <w:rsid w:val="13BD50C3"/>
    <w:rsid w:val="13C750AF"/>
    <w:rsid w:val="13DB1521"/>
    <w:rsid w:val="14440E04"/>
    <w:rsid w:val="14784523"/>
    <w:rsid w:val="14A2445B"/>
    <w:rsid w:val="152509A4"/>
    <w:rsid w:val="152B0805"/>
    <w:rsid w:val="152C2D85"/>
    <w:rsid w:val="15895010"/>
    <w:rsid w:val="15CE099A"/>
    <w:rsid w:val="161D553A"/>
    <w:rsid w:val="162E6712"/>
    <w:rsid w:val="163A376E"/>
    <w:rsid w:val="165750CB"/>
    <w:rsid w:val="16704F85"/>
    <w:rsid w:val="16B7108E"/>
    <w:rsid w:val="16BA53EF"/>
    <w:rsid w:val="16DF0C31"/>
    <w:rsid w:val="172F50E9"/>
    <w:rsid w:val="175E0287"/>
    <w:rsid w:val="17667BAA"/>
    <w:rsid w:val="17860118"/>
    <w:rsid w:val="179C678F"/>
    <w:rsid w:val="17C72C5B"/>
    <w:rsid w:val="18066A1E"/>
    <w:rsid w:val="181B31B5"/>
    <w:rsid w:val="18420CED"/>
    <w:rsid w:val="185D7493"/>
    <w:rsid w:val="18652742"/>
    <w:rsid w:val="188A0D17"/>
    <w:rsid w:val="18935D6D"/>
    <w:rsid w:val="18A647FB"/>
    <w:rsid w:val="18B74A50"/>
    <w:rsid w:val="18B97B94"/>
    <w:rsid w:val="18C16234"/>
    <w:rsid w:val="18DA394F"/>
    <w:rsid w:val="18F72A28"/>
    <w:rsid w:val="18FC11D9"/>
    <w:rsid w:val="19126181"/>
    <w:rsid w:val="193405B1"/>
    <w:rsid w:val="19400582"/>
    <w:rsid w:val="19473BBD"/>
    <w:rsid w:val="194F0A68"/>
    <w:rsid w:val="19716871"/>
    <w:rsid w:val="198163B3"/>
    <w:rsid w:val="19A06BF3"/>
    <w:rsid w:val="19AA2992"/>
    <w:rsid w:val="19BA30CC"/>
    <w:rsid w:val="19D27EB7"/>
    <w:rsid w:val="19F96CFC"/>
    <w:rsid w:val="1A8C17C0"/>
    <w:rsid w:val="1A920B66"/>
    <w:rsid w:val="1A9466BB"/>
    <w:rsid w:val="1AB5423B"/>
    <w:rsid w:val="1AC2035B"/>
    <w:rsid w:val="1ACC4CC5"/>
    <w:rsid w:val="1AD37C69"/>
    <w:rsid w:val="1AD40C4E"/>
    <w:rsid w:val="1AFE50A2"/>
    <w:rsid w:val="1B003E05"/>
    <w:rsid w:val="1B536BEB"/>
    <w:rsid w:val="1B7D2CDE"/>
    <w:rsid w:val="1B822DCE"/>
    <w:rsid w:val="1BA01C5A"/>
    <w:rsid w:val="1BA87E53"/>
    <w:rsid w:val="1BC11527"/>
    <w:rsid w:val="1BE86F08"/>
    <w:rsid w:val="1C2B6B65"/>
    <w:rsid w:val="1C393BCD"/>
    <w:rsid w:val="1C4F04A0"/>
    <w:rsid w:val="1C6534D5"/>
    <w:rsid w:val="1CB62A9D"/>
    <w:rsid w:val="1CC14CD6"/>
    <w:rsid w:val="1CDB3B52"/>
    <w:rsid w:val="1CEC3AC7"/>
    <w:rsid w:val="1CFD5685"/>
    <w:rsid w:val="1D1E1D0B"/>
    <w:rsid w:val="1D3922D9"/>
    <w:rsid w:val="1D50022B"/>
    <w:rsid w:val="1D9E609E"/>
    <w:rsid w:val="1DBD39A9"/>
    <w:rsid w:val="1DC076F7"/>
    <w:rsid w:val="1DE212EF"/>
    <w:rsid w:val="1DED372A"/>
    <w:rsid w:val="1DEE64BF"/>
    <w:rsid w:val="1E15088F"/>
    <w:rsid w:val="1E3434A5"/>
    <w:rsid w:val="1E70600C"/>
    <w:rsid w:val="1EBC1EF4"/>
    <w:rsid w:val="1EBC2096"/>
    <w:rsid w:val="1ED41662"/>
    <w:rsid w:val="1F2A443D"/>
    <w:rsid w:val="1F903A73"/>
    <w:rsid w:val="1FA40790"/>
    <w:rsid w:val="1FD75C38"/>
    <w:rsid w:val="1FF22AB9"/>
    <w:rsid w:val="204E4BD9"/>
    <w:rsid w:val="205276F9"/>
    <w:rsid w:val="20864DB8"/>
    <w:rsid w:val="208B431E"/>
    <w:rsid w:val="209A6896"/>
    <w:rsid w:val="20AF2650"/>
    <w:rsid w:val="20CD3575"/>
    <w:rsid w:val="20DB4433"/>
    <w:rsid w:val="210274E9"/>
    <w:rsid w:val="210340D6"/>
    <w:rsid w:val="210670D2"/>
    <w:rsid w:val="213E065A"/>
    <w:rsid w:val="21790FFE"/>
    <w:rsid w:val="21AB3F96"/>
    <w:rsid w:val="222F27FB"/>
    <w:rsid w:val="225919EB"/>
    <w:rsid w:val="22830324"/>
    <w:rsid w:val="228A78F1"/>
    <w:rsid w:val="228D434D"/>
    <w:rsid w:val="22A11895"/>
    <w:rsid w:val="22A56D84"/>
    <w:rsid w:val="22A9285D"/>
    <w:rsid w:val="22EA57D7"/>
    <w:rsid w:val="22F63329"/>
    <w:rsid w:val="230E04A1"/>
    <w:rsid w:val="231B494E"/>
    <w:rsid w:val="233E615E"/>
    <w:rsid w:val="23451684"/>
    <w:rsid w:val="23586583"/>
    <w:rsid w:val="23BC11FA"/>
    <w:rsid w:val="23BE2423"/>
    <w:rsid w:val="241114BD"/>
    <w:rsid w:val="24145847"/>
    <w:rsid w:val="24225F77"/>
    <w:rsid w:val="243E65BE"/>
    <w:rsid w:val="245B5D30"/>
    <w:rsid w:val="247C6B1D"/>
    <w:rsid w:val="24AB6C23"/>
    <w:rsid w:val="24C611D6"/>
    <w:rsid w:val="2513099B"/>
    <w:rsid w:val="2564604E"/>
    <w:rsid w:val="25A1630B"/>
    <w:rsid w:val="25D753BC"/>
    <w:rsid w:val="25DB23F1"/>
    <w:rsid w:val="25E90BDC"/>
    <w:rsid w:val="25F00F1A"/>
    <w:rsid w:val="2622585A"/>
    <w:rsid w:val="26341541"/>
    <w:rsid w:val="266A65CC"/>
    <w:rsid w:val="266C4583"/>
    <w:rsid w:val="268714FF"/>
    <w:rsid w:val="26B034DD"/>
    <w:rsid w:val="27530B9C"/>
    <w:rsid w:val="2754104E"/>
    <w:rsid w:val="27637208"/>
    <w:rsid w:val="27987F0B"/>
    <w:rsid w:val="279A2070"/>
    <w:rsid w:val="27A665C8"/>
    <w:rsid w:val="27AE362C"/>
    <w:rsid w:val="27C94939"/>
    <w:rsid w:val="27E65A8A"/>
    <w:rsid w:val="28386601"/>
    <w:rsid w:val="28476FE9"/>
    <w:rsid w:val="285B4B90"/>
    <w:rsid w:val="287F4463"/>
    <w:rsid w:val="28854825"/>
    <w:rsid w:val="289D2958"/>
    <w:rsid w:val="28B615CC"/>
    <w:rsid w:val="28C6526E"/>
    <w:rsid w:val="28E3255D"/>
    <w:rsid w:val="290106E0"/>
    <w:rsid w:val="292C2C40"/>
    <w:rsid w:val="29564034"/>
    <w:rsid w:val="298B05D7"/>
    <w:rsid w:val="29F21C8A"/>
    <w:rsid w:val="29FC1EA0"/>
    <w:rsid w:val="2A1771DF"/>
    <w:rsid w:val="2A774EC1"/>
    <w:rsid w:val="2A795E61"/>
    <w:rsid w:val="2A8621E4"/>
    <w:rsid w:val="2A8A4B47"/>
    <w:rsid w:val="2AAA4DDE"/>
    <w:rsid w:val="2ACC38B1"/>
    <w:rsid w:val="2AE362B1"/>
    <w:rsid w:val="2B070C22"/>
    <w:rsid w:val="2B106417"/>
    <w:rsid w:val="2B192DEC"/>
    <w:rsid w:val="2B3449E5"/>
    <w:rsid w:val="2B5F5760"/>
    <w:rsid w:val="2B6F6496"/>
    <w:rsid w:val="2B7D5F2D"/>
    <w:rsid w:val="2BD273E5"/>
    <w:rsid w:val="2BEF06F8"/>
    <w:rsid w:val="2C10394A"/>
    <w:rsid w:val="2C2B4D4A"/>
    <w:rsid w:val="2C6C7899"/>
    <w:rsid w:val="2C926286"/>
    <w:rsid w:val="2C9E4EE2"/>
    <w:rsid w:val="2CD91894"/>
    <w:rsid w:val="2D0D6D7A"/>
    <w:rsid w:val="2D362FFF"/>
    <w:rsid w:val="2D6A48E8"/>
    <w:rsid w:val="2D8F6BF2"/>
    <w:rsid w:val="2D9049E7"/>
    <w:rsid w:val="2DC21AD1"/>
    <w:rsid w:val="2DC3461C"/>
    <w:rsid w:val="2DE92358"/>
    <w:rsid w:val="2DF93A56"/>
    <w:rsid w:val="2E01406E"/>
    <w:rsid w:val="2E0E59B7"/>
    <w:rsid w:val="2E173713"/>
    <w:rsid w:val="2E2F0C89"/>
    <w:rsid w:val="2E6B5FB9"/>
    <w:rsid w:val="2E7653DA"/>
    <w:rsid w:val="2E824F6F"/>
    <w:rsid w:val="2EEA406D"/>
    <w:rsid w:val="2F065AC7"/>
    <w:rsid w:val="2F0D113F"/>
    <w:rsid w:val="2F0D4596"/>
    <w:rsid w:val="2F165E67"/>
    <w:rsid w:val="2F255DE2"/>
    <w:rsid w:val="2F552474"/>
    <w:rsid w:val="2F5704C4"/>
    <w:rsid w:val="2F6D2DF6"/>
    <w:rsid w:val="2F6D372F"/>
    <w:rsid w:val="2FB1324F"/>
    <w:rsid w:val="2FB406CF"/>
    <w:rsid w:val="2FC57D55"/>
    <w:rsid w:val="30013F99"/>
    <w:rsid w:val="301C491F"/>
    <w:rsid w:val="30C80FB3"/>
    <w:rsid w:val="30EF2188"/>
    <w:rsid w:val="31140211"/>
    <w:rsid w:val="313A3F87"/>
    <w:rsid w:val="313B752E"/>
    <w:rsid w:val="314900E1"/>
    <w:rsid w:val="31B64812"/>
    <w:rsid w:val="31B8739E"/>
    <w:rsid w:val="31BD4BAF"/>
    <w:rsid w:val="321441E4"/>
    <w:rsid w:val="322504AE"/>
    <w:rsid w:val="324D78A8"/>
    <w:rsid w:val="325A1469"/>
    <w:rsid w:val="3271649E"/>
    <w:rsid w:val="327C4FBC"/>
    <w:rsid w:val="329B3304"/>
    <w:rsid w:val="32A17336"/>
    <w:rsid w:val="32A27C71"/>
    <w:rsid w:val="32AF3948"/>
    <w:rsid w:val="32BF1A24"/>
    <w:rsid w:val="32E761C4"/>
    <w:rsid w:val="33305E77"/>
    <w:rsid w:val="335B4520"/>
    <w:rsid w:val="338F6883"/>
    <w:rsid w:val="339B7DBF"/>
    <w:rsid w:val="33AA0345"/>
    <w:rsid w:val="33AF78C9"/>
    <w:rsid w:val="33BA1E63"/>
    <w:rsid w:val="33F74B00"/>
    <w:rsid w:val="34070D26"/>
    <w:rsid w:val="34481AFC"/>
    <w:rsid w:val="34484F30"/>
    <w:rsid w:val="34731B08"/>
    <w:rsid w:val="347474FF"/>
    <w:rsid w:val="34843D93"/>
    <w:rsid w:val="34A76F77"/>
    <w:rsid w:val="34CD147F"/>
    <w:rsid w:val="34DD23F3"/>
    <w:rsid w:val="35883204"/>
    <w:rsid w:val="35AE6E11"/>
    <w:rsid w:val="35CA4F85"/>
    <w:rsid w:val="35DA3A24"/>
    <w:rsid w:val="35F9161E"/>
    <w:rsid w:val="36066CE5"/>
    <w:rsid w:val="361F560E"/>
    <w:rsid w:val="36246759"/>
    <w:rsid w:val="36462E68"/>
    <w:rsid w:val="3647586B"/>
    <w:rsid w:val="364F2C9B"/>
    <w:rsid w:val="365031FF"/>
    <w:rsid w:val="366F08D9"/>
    <w:rsid w:val="36763B2E"/>
    <w:rsid w:val="36833557"/>
    <w:rsid w:val="36CB7E1B"/>
    <w:rsid w:val="36F9173F"/>
    <w:rsid w:val="37BC6733"/>
    <w:rsid w:val="37DB0ECC"/>
    <w:rsid w:val="37EC2D29"/>
    <w:rsid w:val="380A7DB9"/>
    <w:rsid w:val="38330051"/>
    <w:rsid w:val="384F7445"/>
    <w:rsid w:val="385F0C77"/>
    <w:rsid w:val="387605F5"/>
    <w:rsid w:val="3879584B"/>
    <w:rsid w:val="38A67788"/>
    <w:rsid w:val="38BA17E2"/>
    <w:rsid w:val="38FF429D"/>
    <w:rsid w:val="392A2DC2"/>
    <w:rsid w:val="392C0473"/>
    <w:rsid w:val="394D008C"/>
    <w:rsid w:val="396C17B1"/>
    <w:rsid w:val="398306DC"/>
    <w:rsid w:val="39BA50A4"/>
    <w:rsid w:val="3A140BA9"/>
    <w:rsid w:val="3A2D3996"/>
    <w:rsid w:val="3A3B1957"/>
    <w:rsid w:val="3A6046F2"/>
    <w:rsid w:val="3A7101F6"/>
    <w:rsid w:val="3A79139C"/>
    <w:rsid w:val="3ABA6326"/>
    <w:rsid w:val="3ABE0451"/>
    <w:rsid w:val="3B122A11"/>
    <w:rsid w:val="3B270265"/>
    <w:rsid w:val="3B567D25"/>
    <w:rsid w:val="3B6960BF"/>
    <w:rsid w:val="3B8C1BE2"/>
    <w:rsid w:val="3BCC57B1"/>
    <w:rsid w:val="3BF607B4"/>
    <w:rsid w:val="3C004173"/>
    <w:rsid w:val="3C037A1A"/>
    <w:rsid w:val="3C0A1D3F"/>
    <w:rsid w:val="3C2454C2"/>
    <w:rsid w:val="3C2953F1"/>
    <w:rsid w:val="3C2A51BA"/>
    <w:rsid w:val="3C375B96"/>
    <w:rsid w:val="3C533B74"/>
    <w:rsid w:val="3C880419"/>
    <w:rsid w:val="3CB93D65"/>
    <w:rsid w:val="3CFB041D"/>
    <w:rsid w:val="3D383DBA"/>
    <w:rsid w:val="3D4637E1"/>
    <w:rsid w:val="3DC34DC9"/>
    <w:rsid w:val="3DF61F78"/>
    <w:rsid w:val="3E32349B"/>
    <w:rsid w:val="3E46115A"/>
    <w:rsid w:val="3E4E4053"/>
    <w:rsid w:val="3E7B12F8"/>
    <w:rsid w:val="3E81719E"/>
    <w:rsid w:val="3E847E51"/>
    <w:rsid w:val="3E9B4298"/>
    <w:rsid w:val="3ECF1C51"/>
    <w:rsid w:val="3EEB161B"/>
    <w:rsid w:val="3F065453"/>
    <w:rsid w:val="3F4674F1"/>
    <w:rsid w:val="3F8F1825"/>
    <w:rsid w:val="3FA23805"/>
    <w:rsid w:val="3FAD2C3B"/>
    <w:rsid w:val="3FBA1ED5"/>
    <w:rsid w:val="3FCA5F3C"/>
    <w:rsid w:val="3FEC4FBB"/>
    <w:rsid w:val="40185D56"/>
    <w:rsid w:val="403A69F2"/>
    <w:rsid w:val="40486C8E"/>
    <w:rsid w:val="40587E62"/>
    <w:rsid w:val="4074251B"/>
    <w:rsid w:val="40875682"/>
    <w:rsid w:val="414046AA"/>
    <w:rsid w:val="41561554"/>
    <w:rsid w:val="41572D65"/>
    <w:rsid w:val="416D035D"/>
    <w:rsid w:val="41712063"/>
    <w:rsid w:val="41754D1F"/>
    <w:rsid w:val="4184032E"/>
    <w:rsid w:val="41955490"/>
    <w:rsid w:val="41A22DAB"/>
    <w:rsid w:val="41D6397F"/>
    <w:rsid w:val="423B4745"/>
    <w:rsid w:val="423C1A41"/>
    <w:rsid w:val="42604EB2"/>
    <w:rsid w:val="427609FD"/>
    <w:rsid w:val="428622B0"/>
    <w:rsid w:val="429174CE"/>
    <w:rsid w:val="42E27E1C"/>
    <w:rsid w:val="4300499A"/>
    <w:rsid w:val="43010085"/>
    <w:rsid w:val="43156590"/>
    <w:rsid w:val="4322086C"/>
    <w:rsid w:val="434E7431"/>
    <w:rsid w:val="435940F8"/>
    <w:rsid w:val="43797EC0"/>
    <w:rsid w:val="43871C5A"/>
    <w:rsid w:val="438E19DA"/>
    <w:rsid w:val="43BD4CDA"/>
    <w:rsid w:val="43BE5D24"/>
    <w:rsid w:val="43FD257C"/>
    <w:rsid w:val="440B6591"/>
    <w:rsid w:val="441279FF"/>
    <w:rsid w:val="4418479D"/>
    <w:rsid w:val="44453DDE"/>
    <w:rsid w:val="44527D02"/>
    <w:rsid w:val="445A4AC2"/>
    <w:rsid w:val="44B0064D"/>
    <w:rsid w:val="44DF66BC"/>
    <w:rsid w:val="4561558A"/>
    <w:rsid w:val="45927D48"/>
    <w:rsid w:val="45B14780"/>
    <w:rsid w:val="45B875A4"/>
    <w:rsid w:val="45C2203C"/>
    <w:rsid w:val="45CE5548"/>
    <w:rsid w:val="45D2293C"/>
    <w:rsid w:val="460126F5"/>
    <w:rsid w:val="461E7035"/>
    <w:rsid w:val="4634511B"/>
    <w:rsid w:val="46351951"/>
    <w:rsid w:val="463B6739"/>
    <w:rsid w:val="464A7F94"/>
    <w:rsid w:val="464E2802"/>
    <w:rsid w:val="468D25D9"/>
    <w:rsid w:val="469A5ED6"/>
    <w:rsid w:val="469F52BB"/>
    <w:rsid w:val="46A316E5"/>
    <w:rsid w:val="46D26669"/>
    <w:rsid w:val="477052EA"/>
    <w:rsid w:val="479730E4"/>
    <w:rsid w:val="47B97FF5"/>
    <w:rsid w:val="47C40320"/>
    <w:rsid w:val="47CB1285"/>
    <w:rsid w:val="47DD14A5"/>
    <w:rsid w:val="47F3708B"/>
    <w:rsid w:val="47F606D6"/>
    <w:rsid w:val="481B4975"/>
    <w:rsid w:val="486C312C"/>
    <w:rsid w:val="486D0FEC"/>
    <w:rsid w:val="48860AFB"/>
    <w:rsid w:val="489B7043"/>
    <w:rsid w:val="48C9031A"/>
    <w:rsid w:val="48F42103"/>
    <w:rsid w:val="49235724"/>
    <w:rsid w:val="492C50E1"/>
    <w:rsid w:val="49395942"/>
    <w:rsid w:val="49444A16"/>
    <w:rsid w:val="495B5813"/>
    <w:rsid w:val="495F7D92"/>
    <w:rsid w:val="499542B4"/>
    <w:rsid w:val="49E81B9B"/>
    <w:rsid w:val="4A23504B"/>
    <w:rsid w:val="4A3D4188"/>
    <w:rsid w:val="4A7941ED"/>
    <w:rsid w:val="4A795210"/>
    <w:rsid w:val="4A9345DE"/>
    <w:rsid w:val="4ACA2718"/>
    <w:rsid w:val="4AEA0856"/>
    <w:rsid w:val="4AFF7730"/>
    <w:rsid w:val="4B2101C4"/>
    <w:rsid w:val="4B387A70"/>
    <w:rsid w:val="4B4C251E"/>
    <w:rsid w:val="4B680EB6"/>
    <w:rsid w:val="4B7340AE"/>
    <w:rsid w:val="4BA87F43"/>
    <w:rsid w:val="4BA91AC7"/>
    <w:rsid w:val="4BBC5FA5"/>
    <w:rsid w:val="4BF24C6A"/>
    <w:rsid w:val="4C101B25"/>
    <w:rsid w:val="4C1E4784"/>
    <w:rsid w:val="4C57491D"/>
    <w:rsid w:val="4C5F6EB9"/>
    <w:rsid w:val="4C604586"/>
    <w:rsid w:val="4C62274E"/>
    <w:rsid w:val="4C841607"/>
    <w:rsid w:val="4C86123A"/>
    <w:rsid w:val="4C8B4705"/>
    <w:rsid w:val="4CD34FA2"/>
    <w:rsid w:val="4CD7314E"/>
    <w:rsid w:val="4CE409DD"/>
    <w:rsid w:val="4CE640FE"/>
    <w:rsid w:val="4CE86BE9"/>
    <w:rsid w:val="4D146BC3"/>
    <w:rsid w:val="4D290B4E"/>
    <w:rsid w:val="4D2C4451"/>
    <w:rsid w:val="4D4B6677"/>
    <w:rsid w:val="4D5D54B5"/>
    <w:rsid w:val="4D637AFB"/>
    <w:rsid w:val="4DB62700"/>
    <w:rsid w:val="4DBF3025"/>
    <w:rsid w:val="4DC63704"/>
    <w:rsid w:val="4DCF4F68"/>
    <w:rsid w:val="4DF43E5D"/>
    <w:rsid w:val="4E121B55"/>
    <w:rsid w:val="4E323AFF"/>
    <w:rsid w:val="4E3C1A0A"/>
    <w:rsid w:val="4E416111"/>
    <w:rsid w:val="4E777A24"/>
    <w:rsid w:val="4EAE77CF"/>
    <w:rsid w:val="4EAF7232"/>
    <w:rsid w:val="4F250EBF"/>
    <w:rsid w:val="4F2D26BB"/>
    <w:rsid w:val="4F7106DC"/>
    <w:rsid w:val="4FB903B3"/>
    <w:rsid w:val="4FF67BBA"/>
    <w:rsid w:val="5001751B"/>
    <w:rsid w:val="50025DE9"/>
    <w:rsid w:val="50113B43"/>
    <w:rsid w:val="50137B2E"/>
    <w:rsid w:val="503C43F9"/>
    <w:rsid w:val="505D5184"/>
    <w:rsid w:val="50C93269"/>
    <w:rsid w:val="50CC56A2"/>
    <w:rsid w:val="50CC5E28"/>
    <w:rsid w:val="50E631AF"/>
    <w:rsid w:val="515A15AA"/>
    <w:rsid w:val="518277D6"/>
    <w:rsid w:val="51A21957"/>
    <w:rsid w:val="51B44F9E"/>
    <w:rsid w:val="51C16550"/>
    <w:rsid w:val="51DC25AC"/>
    <w:rsid w:val="51FC79EF"/>
    <w:rsid w:val="522B4A59"/>
    <w:rsid w:val="522D1A84"/>
    <w:rsid w:val="524F00F6"/>
    <w:rsid w:val="52547F2A"/>
    <w:rsid w:val="52C41019"/>
    <w:rsid w:val="52DE645B"/>
    <w:rsid w:val="52ED65B5"/>
    <w:rsid w:val="53606524"/>
    <w:rsid w:val="5393041A"/>
    <w:rsid w:val="539546B8"/>
    <w:rsid w:val="53D23D42"/>
    <w:rsid w:val="53F72C97"/>
    <w:rsid w:val="541B187A"/>
    <w:rsid w:val="5435008D"/>
    <w:rsid w:val="54350C7B"/>
    <w:rsid w:val="54357592"/>
    <w:rsid w:val="54433EFC"/>
    <w:rsid w:val="547C2C41"/>
    <w:rsid w:val="54BF6735"/>
    <w:rsid w:val="54C53DC5"/>
    <w:rsid w:val="54FC0E6B"/>
    <w:rsid w:val="54FE4287"/>
    <w:rsid w:val="551E7D0C"/>
    <w:rsid w:val="55740673"/>
    <w:rsid w:val="55A4094D"/>
    <w:rsid w:val="55DF20DF"/>
    <w:rsid w:val="560B0BE3"/>
    <w:rsid w:val="560E1F74"/>
    <w:rsid w:val="56480272"/>
    <w:rsid w:val="56793A56"/>
    <w:rsid w:val="567C220F"/>
    <w:rsid w:val="569B60FF"/>
    <w:rsid w:val="56D00224"/>
    <w:rsid w:val="56DA3FAE"/>
    <w:rsid w:val="572D4037"/>
    <w:rsid w:val="573D3E09"/>
    <w:rsid w:val="57611CFC"/>
    <w:rsid w:val="576A3605"/>
    <w:rsid w:val="5785222F"/>
    <w:rsid w:val="57873ABE"/>
    <w:rsid w:val="57942026"/>
    <w:rsid w:val="57A37E54"/>
    <w:rsid w:val="57CC0489"/>
    <w:rsid w:val="58383450"/>
    <w:rsid w:val="583E4329"/>
    <w:rsid w:val="585303BA"/>
    <w:rsid w:val="587A09A5"/>
    <w:rsid w:val="589446D1"/>
    <w:rsid w:val="58D93E38"/>
    <w:rsid w:val="58DE6796"/>
    <w:rsid w:val="58E37794"/>
    <w:rsid w:val="590E4D67"/>
    <w:rsid w:val="590F7087"/>
    <w:rsid w:val="593D2D3F"/>
    <w:rsid w:val="598705F0"/>
    <w:rsid w:val="59963B53"/>
    <w:rsid w:val="59A93B20"/>
    <w:rsid w:val="59D83A01"/>
    <w:rsid w:val="5A070962"/>
    <w:rsid w:val="5A091B3D"/>
    <w:rsid w:val="5A0971BA"/>
    <w:rsid w:val="5A1D5393"/>
    <w:rsid w:val="5A421A14"/>
    <w:rsid w:val="5A5F3294"/>
    <w:rsid w:val="5A671054"/>
    <w:rsid w:val="5A7F38A9"/>
    <w:rsid w:val="5AEF5207"/>
    <w:rsid w:val="5B184203"/>
    <w:rsid w:val="5B6D2BB9"/>
    <w:rsid w:val="5B9B0752"/>
    <w:rsid w:val="5BA03966"/>
    <w:rsid w:val="5BA1789E"/>
    <w:rsid w:val="5BBF00D8"/>
    <w:rsid w:val="5BC04C26"/>
    <w:rsid w:val="5BC934AE"/>
    <w:rsid w:val="5BF7657B"/>
    <w:rsid w:val="5C3A27C4"/>
    <w:rsid w:val="5C5B43DA"/>
    <w:rsid w:val="5C631D82"/>
    <w:rsid w:val="5C9E14F0"/>
    <w:rsid w:val="5CA3644F"/>
    <w:rsid w:val="5CE76D33"/>
    <w:rsid w:val="5D2F34D2"/>
    <w:rsid w:val="5D553153"/>
    <w:rsid w:val="5D915875"/>
    <w:rsid w:val="5DAE1A5C"/>
    <w:rsid w:val="5DB61475"/>
    <w:rsid w:val="5DB63261"/>
    <w:rsid w:val="5DD20DA8"/>
    <w:rsid w:val="5DEA3DA1"/>
    <w:rsid w:val="5DFB1B8B"/>
    <w:rsid w:val="5E147D54"/>
    <w:rsid w:val="5E2A4A80"/>
    <w:rsid w:val="5E303390"/>
    <w:rsid w:val="5E597D54"/>
    <w:rsid w:val="5E7F4605"/>
    <w:rsid w:val="5E802B0B"/>
    <w:rsid w:val="5EA217F0"/>
    <w:rsid w:val="5EA77CE6"/>
    <w:rsid w:val="5EB0148F"/>
    <w:rsid w:val="5EB8281C"/>
    <w:rsid w:val="5EBF6657"/>
    <w:rsid w:val="5F1D0B53"/>
    <w:rsid w:val="5F244F3A"/>
    <w:rsid w:val="5F473B24"/>
    <w:rsid w:val="5F7028EC"/>
    <w:rsid w:val="5F90691B"/>
    <w:rsid w:val="5F9B2CCF"/>
    <w:rsid w:val="5FA44497"/>
    <w:rsid w:val="5FB375DD"/>
    <w:rsid w:val="5FEF4696"/>
    <w:rsid w:val="600C14F4"/>
    <w:rsid w:val="604D170E"/>
    <w:rsid w:val="609A10A0"/>
    <w:rsid w:val="60D86DCD"/>
    <w:rsid w:val="612018A5"/>
    <w:rsid w:val="613F2803"/>
    <w:rsid w:val="613F636B"/>
    <w:rsid w:val="61463B9B"/>
    <w:rsid w:val="617A1764"/>
    <w:rsid w:val="619647ED"/>
    <w:rsid w:val="61A1335F"/>
    <w:rsid w:val="61B24465"/>
    <w:rsid w:val="61B31912"/>
    <w:rsid w:val="61DD1577"/>
    <w:rsid w:val="61FC203F"/>
    <w:rsid w:val="62066D8B"/>
    <w:rsid w:val="621D3918"/>
    <w:rsid w:val="621E21B5"/>
    <w:rsid w:val="626A582B"/>
    <w:rsid w:val="629038A5"/>
    <w:rsid w:val="62976268"/>
    <w:rsid w:val="62DE0FC5"/>
    <w:rsid w:val="62E46882"/>
    <w:rsid w:val="630948A4"/>
    <w:rsid w:val="630D4CDB"/>
    <w:rsid w:val="631018F4"/>
    <w:rsid w:val="631E41BA"/>
    <w:rsid w:val="63224615"/>
    <w:rsid w:val="635D4115"/>
    <w:rsid w:val="63701DA1"/>
    <w:rsid w:val="637552C3"/>
    <w:rsid w:val="637C0EDD"/>
    <w:rsid w:val="63827FAD"/>
    <w:rsid w:val="644B3D4B"/>
    <w:rsid w:val="644C54F8"/>
    <w:rsid w:val="648A0F80"/>
    <w:rsid w:val="64910EE0"/>
    <w:rsid w:val="64920659"/>
    <w:rsid w:val="64B818DE"/>
    <w:rsid w:val="64BB6734"/>
    <w:rsid w:val="64EA5102"/>
    <w:rsid w:val="6536344C"/>
    <w:rsid w:val="65430DA7"/>
    <w:rsid w:val="654678FD"/>
    <w:rsid w:val="654B280B"/>
    <w:rsid w:val="65681BDD"/>
    <w:rsid w:val="65A44FB7"/>
    <w:rsid w:val="65C5024C"/>
    <w:rsid w:val="662329DD"/>
    <w:rsid w:val="66314B53"/>
    <w:rsid w:val="66A31EBB"/>
    <w:rsid w:val="66A524D2"/>
    <w:rsid w:val="66B75B08"/>
    <w:rsid w:val="66BC37E2"/>
    <w:rsid w:val="66BF3F57"/>
    <w:rsid w:val="66E12268"/>
    <w:rsid w:val="67203A69"/>
    <w:rsid w:val="675B7BA5"/>
    <w:rsid w:val="67D71200"/>
    <w:rsid w:val="684E050E"/>
    <w:rsid w:val="685F0A6E"/>
    <w:rsid w:val="6873416A"/>
    <w:rsid w:val="68C356C6"/>
    <w:rsid w:val="68C92469"/>
    <w:rsid w:val="68CC2A0E"/>
    <w:rsid w:val="68CE2F67"/>
    <w:rsid w:val="68FA0AB5"/>
    <w:rsid w:val="69033CCB"/>
    <w:rsid w:val="69067B6A"/>
    <w:rsid w:val="69322E49"/>
    <w:rsid w:val="696856B4"/>
    <w:rsid w:val="697B3E37"/>
    <w:rsid w:val="69877F2E"/>
    <w:rsid w:val="69F1312B"/>
    <w:rsid w:val="6A9D14BF"/>
    <w:rsid w:val="6AA37957"/>
    <w:rsid w:val="6ACA59B0"/>
    <w:rsid w:val="6AD432D5"/>
    <w:rsid w:val="6AD56E0B"/>
    <w:rsid w:val="6ADB3225"/>
    <w:rsid w:val="6B6E566B"/>
    <w:rsid w:val="6B712F81"/>
    <w:rsid w:val="6B825E60"/>
    <w:rsid w:val="6B940BA3"/>
    <w:rsid w:val="6B9B5012"/>
    <w:rsid w:val="6BBF5098"/>
    <w:rsid w:val="6BC01CB1"/>
    <w:rsid w:val="6BC61F64"/>
    <w:rsid w:val="6C127766"/>
    <w:rsid w:val="6C367327"/>
    <w:rsid w:val="6C452FC1"/>
    <w:rsid w:val="6C630073"/>
    <w:rsid w:val="6C7D27B5"/>
    <w:rsid w:val="6C843175"/>
    <w:rsid w:val="6CE6228B"/>
    <w:rsid w:val="6D535020"/>
    <w:rsid w:val="6D7E6881"/>
    <w:rsid w:val="6DA56A0C"/>
    <w:rsid w:val="6DC7036B"/>
    <w:rsid w:val="6DE756AC"/>
    <w:rsid w:val="6E8971F7"/>
    <w:rsid w:val="6E9A21D9"/>
    <w:rsid w:val="6EE6429D"/>
    <w:rsid w:val="6EF42AB9"/>
    <w:rsid w:val="6F106739"/>
    <w:rsid w:val="6F15482A"/>
    <w:rsid w:val="6F5E6FA0"/>
    <w:rsid w:val="6F834FEC"/>
    <w:rsid w:val="6FA42641"/>
    <w:rsid w:val="6FB45C2C"/>
    <w:rsid w:val="6FC851A3"/>
    <w:rsid w:val="6FD53C37"/>
    <w:rsid w:val="6FDB390B"/>
    <w:rsid w:val="6FE21C8C"/>
    <w:rsid w:val="6FE7780C"/>
    <w:rsid w:val="6FF1787F"/>
    <w:rsid w:val="6FF62952"/>
    <w:rsid w:val="7024009B"/>
    <w:rsid w:val="704658AA"/>
    <w:rsid w:val="705B4EA4"/>
    <w:rsid w:val="706B74A1"/>
    <w:rsid w:val="70B07A9B"/>
    <w:rsid w:val="70C56C78"/>
    <w:rsid w:val="70CC084D"/>
    <w:rsid w:val="70F467DE"/>
    <w:rsid w:val="712B0468"/>
    <w:rsid w:val="71404768"/>
    <w:rsid w:val="71424559"/>
    <w:rsid w:val="714820BB"/>
    <w:rsid w:val="71620EC6"/>
    <w:rsid w:val="716416F5"/>
    <w:rsid w:val="71785FE9"/>
    <w:rsid w:val="719A7E52"/>
    <w:rsid w:val="71FC7C4F"/>
    <w:rsid w:val="72162418"/>
    <w:rsid w:val="722B7343"/>
    <w:rsid w:val="724215F5"/>
    <w:rsid w:val="72643751"/>
    <w:rsid w:val="728328AA"/>
    <w:rsid w:val="72884A0C"/>
    <w:rsid w:val="72E2669A"/>
    <w:rsid w:val="72F50EBB"/>
    <w:rsid w:val="732022A5"/>
    <w:rsid w:val="735C47A1"/>
    <w:rsid w:val="737030BA"/>
    <w:rsid w:val="73A57940"/>
    <w:rsid w:val="73FA0F56"/>
    <w:rsid w:val="74063195"/>
    <w:rsid w:val="74224686"/>
    <w:rsid w:val="742720C3"/>
    <w:rsid w:val="74535840"/>
    <w:rsid w:val="74806F69"/>
    <w:rsid w:val="74C019A6"/>
    <w:rsid w:val="74D626D4"/>
    <w:rsid w:val="74DD2969"/>
    <w:rsid w:val="75823BEA"/>
    <w:rsid w:val="759432AE"/>
    <w:rsid w:val="75982C9F"/>
    <w:rsid w:val="75E1239D"/>
    <w:rsid w:val="76004DC0"/>
    <w:rsid w:val="76167424"/>
    <w:rsid w:val="76316D58"/>
    <w:rsid w:val="768A4D12"/>
    <w:rsid w:val="77106F10"/>
    <w:rsid w:val="772F60A3"/>
    <w:rsid w:val="77486A7B"/>
    <w:rsid w:val="778C7FC9"/>
    <w:rsid w:val="77AC7D34"/>
    <w:rsid w:val="77C05673"/>
    <w:rsid w:val="78052087"/>
    <w:rsid w:val="782E4DD1"/>
    <w:rsid w:val="783D2A16"/>
    <w:rsid w:val="784979CE"/>
    <w:rsid w:val="786945CD"/>
    <w:rsid w:val="788E20A8"/>
    <w:rsid w:val="795B528B"/>
    <w:rsid w:val="79715B94"/>
    <w:rsid w:val="79883EEA"/>
    <w:rsid w:val="79932ACB"/>
    <w:rsid w:val="79C220D6"/>
    <w:rsid w:val="79C87ACE"/>
    <w:rsid w:val="79C96961"/>
    <w:rsid w:val="79D46A4F"/>
    <w:rsid w:val="79FF7F7D"/>
    <w:rsid w:val="7A0E1A7A"/>
    <w:rsid w:val="7A122CA7"/>
    <w:rsid w:val="7A275147"/>
    <w:rsid w:val="7A393EDC"/>
    <w:rsid w:val="7A5A209C"/>
    <w:rsid w:val="7A5D00E0"/>
    <w:rsid w:val="7A617199"/>
    <w:rsid w:val="7A650972"/>
    <w:rsid w:val="7A700C65"/>
    <w:rsid w:val="7A8C5EDA"/>
    <w:rsid w:val="7AB0176A"/>
    <w:rsid w:val="7AB44AC2"/>
    <w:rsid w:val="7AD24886"/>
    <w:rsid w:val="7AEF523A"/>
    <w:rsid w:val="7AF73507"/>
    <w:rsid w:val="7B12724C"/>
    <w:rsid w:val="7B1E35AB"/>
    <w:rsid w:val="7B830405"/>
    <w:rsid w:val="7B932B38"/>
    <w:rsid w:val="7B981AAD"/>
    <w:rsid w:val="7BA63594"/>
    <w:rsid w:val="7BCD31F5"/>
    <w:rsid w:val="7BE72367"/>
    <w:rsid w:val="7C4B35E7"/>
    <w:rsid w:val="7C730D9C"/>
    <w:rsid w:val="7C766462"/>
    <w:rsid w:val="7CD114B9"/>
    <w:rsid w:val="7CDF5601"/>
    <w:rsid w:val="7CED5FAC"/>
    <w:rsid w:val="7D0079C6"/>
    <w:rsid w:val="7D566EE1"/>
    <w:rsid w:val="7D5C0E39"/>
    <w:rsid w:val="7D687CAA"/>
    <w:rsid w:val="7E263FB5"/>
    <w:rsid w:val="7E3171B7"/>
    <w:rsid w:val="7E321063"/>
    <w:rsid w:val="7E486EB2"/>
    <w:rsid w:val="7E5336D1"/>
    <w:rsid w:val="7E742D92"/>
    <w:rsid w:val="7E851F07"/>
    <w:rsid w:val="7E934D87"/>
    <w:rsid w:val="7E951169"/>
    <w:rsid w:val="7E9A0D84"/>
    <w:rsid w:val="7E9B4418"/>
    <w:rsid w:val="7EA637B6"/>
    <w:rsid w:val="7F266B17"/>
    <w:rsid w:val="7F3B1986"/>
    <w:rsid w:val="7F402841"/>
    <w:rsid w:val="7F663224"/>
    <w:rsid w:val="7F8263BD"/>
    <w:rsid w:val="7FAD3BDA"/>
    <w:rsid w:val="7FB625A4"/>
    <w:rsid w:val="7FD37624"/>
    <w:rsid w:val="7FEA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2018-06-05T16:12:00Z</dcterms:created>
  <dc:creator>裸奔的蚂蚁</dc:creator>
  <cp:lastModifiedBy>铭</cp:lastModifiedBy>
  <dcterms:modified xsi:type="dcterms:W3CDTF">2022-09-02T08:56:22Z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KSORubyTemplateID" linkTarget="0">
    <vt:lpwstr>4</vt:lpwstr>
  </property>
  <property fmtid="{D5CDD505-2E9C-101B-9397-08002B2CF9AE}" pid="4" name="ICV">
    <vt:lpwstr>E9EE1CF3C52D4B429A378695D03CB04A</vt:lpwstr>
  </property>
  <property fmtid="{D5CDD505-2E9C-101B-9397-08002B2CF9AE}" pid="5" name="KSOTemplateUUID">
    <vt:lpwstr>v1.0_mb_ZsfIkffV6fJgZugoh1fnfA==</vt:lpwstr>
  </property>
</Properties>
</file>