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1"/>
        </w:numPr>
        <w:ind w:left="0" w:leftChars="0" w:firstLine="420" w:firstLineChars="200"/>
        <w:rPr>
          <w:rFonts w:hint="eastAsia"/>
          <w:sz w:val="21"/>
          <w:lang w:val="en-US" w:eastAsia="zh-CN"/>
        </w:rPr>
      </w:pPr>
      <w:r>
        <w:rPr>
          <w:sz w:val="21"/>
        </w:rPr>
        <mc:AlternateContent>
          <mc:Choice Requires="wpg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-572135</wp:posOffset>
                </wp:positionH>
                <wp:positionV relativeFrom="paragraph">
                  <wp:posOffset>8232775</wp:posOffset>
                </wp:positionV>
                <wp:extent cx="6551930" cy="320675"/>
                <wp:effectExtent l="0" t="0" r="1270" b="22225"/>
                <wp:wrapNone/>
                <wp:docPr id="67" name="组合 6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51930" cy="320675"/>
                          <a:chOff x="3511" y="3772"/>
                          <a:chExt cx="10318" cy="505"/>
                        </a:xfrm>
                      </wpg:grpSpPr>
                      <wps:wsp>
                        <wps:cNvPr id="68" name="椭圆 70"/>
                        <wps:cNvSpPr/>
                        <wps:spPr>
                          <a:xfrm flipH="1">
                            <a:off x="3520" y="3772"/>
                            <a:ext cx="194" cy="427"/>
                          </a:xfrm>
                          <a:prstGeom prst="snip1Rect">
                            <a:avLst>
                              <a:gd name="adj" fmla="val 0"/>
                            </a:avLst>
                          </a:prstGeom>
                          <a:solidFill>
                            <a:srgbClr val="825758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69" name="直接连接符 74"/>
                        <wps:cNvCnPr/>
                        <wps:spPr>
                          <a:xfrm>
                            <a:off x="3511" y="4277"/>
                            <a:ext cx="10318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bg1">
                                <a:lumMod val="85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2" name="椭圆 70"/>
                        <wps:cNvSpPr/>
                        <wps:spPr>
                          <a:xfrm flipH="1">
                            <a:off x="3765" y="3772"/>
                            <a:ext cx="108" cy="427"/>
                          </a:xfrm>
                          <a:prstGeom prst="snip1Rect">
                            <a:avLst>
                              <a:gd name="adj" fmla="val 0"/>
                            </a:avLst>
                          </a:prstGeom>
                          <a:solidFill>
                            <a:srgbClr val="825758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45.05pt;margin-top:648.25pt;height:25.25pt;width:515.9pt;z-index:251700224;mso-width-relative:page;mso-height-relative:page;" coordorigin="3511,3772" coordsize="10318,505" o:gfxdata="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">
                <o:lock v:ext="edit" aspectratio="f"/>
                <v:shape id="椭圆 70" o:spid="_x0000_s1026" style="position:absolute;left:3520;top:3772;flip:x;height:427;width:194;v-text-anchor:middle;" fillcolor="#825758" filled="t" stroked="f" coordsize="194,427" o:gfxdata="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JBuEnm8AAAA&#10;2wAAAA8AAAAAAAAAAQAgAAAAIgAAAGRycy9kb3ducmV2LnhtbFBLAQIUABQAAAAIAIdO4kAzLwWe&#10;OwAAADkAAAAQAAAAAAAAAAEAIAAAAAsBAABkcnMvc2hhcGV4bWwueG1sUEsFBgAAAAAGAAYAWwEA&#10;ALUDAAAAAA==&#10;" path="m0,0l194,0,194,0,194,427,0,427xe">
                  <v:path textboxrect="0,0,194,427" o:connectlocs="194,213;97,427;0,213;97,0" o:connectangles="0,82,164,247"/>
                  <v:fill on="t" focussize="0,0"/>
                  <v:stroke on="f" weight="1pt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</w:pPr>
                      </w:p>
                    </w:txbxContent>
                  </v:textbox>
                </v:shape>
                <v:line id="直接连接符 74" o:spid="_x0000_s1026" o:spt="20" style="position:absolute;left:3511;top:4277;height:0;width:10318;" filled="f" stroked="t" coordsize="21600,21600" o:gfxdata="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N472zq/&#10;AAAA2wAAAA8AAAAAAAAAAQAgAAAAIgAAAGRycy9kb3ducmV2LnhtbFBLAQIUABQAAAAIAIdO4kAz&#10;LwWeOwAAADkAAAAQAAAAAAAAAAEAIAAAAA4BAABkcnMvc2hhcGV4bWwueG1sUEsFBgAAAAAGAAYA&#10;WwEAALgDAAAAAA==&#10;">
                  <v:fill on="f" focussize="0,0"/>
                  <v:stroke weight="1pt" color="#D9D9D9 [2732]" miterlimit="8" joinstyle="miter"/>
                  <v:imagedata o:title=""/>
                  <o:lock v:ext="edit" aspectratio="f"/>
                </v:line>
                <v:shape id="椭圆 70" o:spid="_x0000_s1026" style="position:absolute;left:3765;top:3772;flip:x;height:427;width:108;v-text-anchor:middle;" fillcolor="#825758" filled="t" stroked="f" coordsize="108,427" o:gfxdata="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u2K0kL4A&#10;AADbAAAADwAAAAAAAAABACAAAAAiAAAAZHJzL2Rvd25yZXYueG1sUEsBAhQAFAAAAAgAh07iQDMv&#10;BZ47AAAAOQAAABAAAAAAAAAAAQAgAAAADQEAAGRycy9zaGFwZXhtbC54bWxQSwUGAAAAAAYABgBb&#10;AQAAtwMAAAAA&#10;" path="m0,0l108,0,108,0,108,427,0,427xe">
                  <v:path textboxrect="0,0,108,427" o:connectlocs="108,213;54,427;0,213;54,0" o:connectangles="0,82,164,247"/>
                  <v:fill on="t" focussize="0,0"/>
                  <v:stroke on="f" weight="1pt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5738495</wp:posOffset>
                </wp:positionH>
                <wp:positionV relativeFrom="paragraph">
                  <wp:posOffset>7174865</wp:posOffset>
                </wp:positionV>
                <wp:extent cx="172720" cy="173990"/>
                <wp:effectExtent l="0" t="0" r="17780" b="16510"/>
                <wp:wrapNone/>
                <wp:docPr id="118" name="扳手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6881495" y="8105775"/>
                          <a:ext cx="172720" cy="173990"/>
                        </a:xfrm>
                        <a:custGeom>
                          <a:avLst/>
                          <a:gdLst>
                            <a:gd name="T0" fmla="*/ 1166395 w 3845"/>
                            <a:gd name="T1" fmla="*/ 911373 h 3810"/>
                            <a:gd name="T2" fmla="*/ 1340582 w 3845"/>
                            <a:gd name="T3" fmla="*/ 945561 h 3810"/>
                            <a:gd name="T4" fmla="*/ 1800397 w 3845"/>
                            <a:gd name="T5" fmla="*/ 485660 h 3810"/>
                            <a:gd name="T6" fmla="*/ 1793842 w 3845"/>
                            <a:gd name="T7" fmla="*/ 407917 h 3810"/>
                            <a:gd name="T8" fmla="*/ 1467476 w 3845"/>
                            <a:gd name="T9" fmla="*/ 757292 h 3810"/>
                            <a:gd name="T10" fmla="*/ 1159371 w 3845"/>
                            <a:gd name="T11" fmla="*/ 701561 h 3810"/>
                            <a:gd name="T12" fmla="*/ 1053548 w 3845"/>
                            <a:gd name="T13" fmla="*/ 406512 h 3810"/>
                            <a:gd name="T14" fmla="*/ 1405199 w 3845"/>
                            <a:gd name="T15" fmla="*/ 30442 h 3810"/>
                            <a:gd name="T16" fmla="*/ 1340582 w 3845"/>
                            <a:gd name="T17" fmla="*/ 25290 h 3810"/>
                            <a:gd name="T18" fmla="*/ 880766 w 3845"/>
                            <a:gd name="T19" fmla="*/ 485660 h 3810"/>
                            <a:gd name="T20" fmla="*/ 919162 w 3845"/>
                            <a:gd name="T21" fmla="*/ 669246 h 3810"/>
                            <a:gd name="T22" fmla="*/ 480418 w 3845"/>
                            <a:gd name="T23" fmla="*/ 1205485 h 3810"/>
                            <a:gd name="T24" fmla="*/ 398475 w 3845"/>
                            <a:gd name="T25" fmla="*/ 1193309 h 3810"/>
                            <a:gd name="T26" fmla="*/ 114720 w 3845"/>
                            <a:gd name="T27" fmla="*/ 1477586 h 3810"/>
                            <a:gd name="T28" fmla="*/ 398475 w 3845"/>
                            <a:gd name="T29" fmla="*/ 1761395 h 3810"/>
                            <a:gd name="T30" fmla="*/ 682699 w 3845"/>
                            <a:gd name="T31" fmla="*/ 1477586 h 3810"/>
                            <a:gd name="T32" fmla="*/ 661628 w 3845"/>
                            <a:gd name="T33" fmla="*/ 1370338 h 3810"/>
                            <a:gd name="T34" fmla="*/ 1166395 w 3845"/>
                            <a:gd name="T35" fmla="*/ 911373 h 3810"/>
                            <a:gd name="T36" fmla="*/ 398475 w 3845"/>
                            <a:gd name="T37" fmla="*/ 1628389 h 3810"/>
                            <a:gd name="T38" fmla="*/ 247701 w 3845"/>
                            <a:gd name="T39" fmla="*/ 1477586 h 3810"/>
                            <a:gd name="T40" fmla="*/ 398475 w 3845"/>
                            <a:gd name="T41" fmla="*/ 1326315 h 3810"/>
                            <a:gd name="T42" fmla="*/ 549718 w 3845"/>
                            <a:gd name="T43" fmla="*/ 1477586 h 3810"/>
                            <a:gd name="T44" fmla="*/ 398475 w 3845"/>
                            <a:gd name="T45" fmla="*/ 1628389 h 3810"/>
                            <a:gd name="T46" fmla="*/ 426102 w 3845"/>
                            <a:gd name="T47" fmla="*/ 554973 h 3810"/>
                            <a:gd name="T48" fmla="*/ 694874 w 3845"/>
                            <a:gd name="T49" fmla="*/ 830820 h 3810"/>
                            <a:gd name="T50" fmla="*/ 824109 w 3845"/>
                            <a:gd name="T51" fmla="*/ 701561 h 3810"/>
                            <a:gd name="T52" fmla="*/ 554869 w 3845"/>
                            <a:gd name="T53" fmla="*/ 425713 h 3810"/>
                            <a:gd name="T54" fmla="*/ 619486 w 3845"/>
                            <a:gd name="T55" fmla="*/ 361084 h 3810"/>
                            <a:gd name="T56" fmla="*/ 258471 w 3845"/>
                            <a:gd name="T57" fmla="*/ 0 h 3810"/>
                            <a:gd name="T58" fmla="*/ 0 w 3845"/>
                            <a:gd name="T59" fmla="*/ 258051 h 3810"/>
                            <a:gd name="T60" fmla="*/ 361484 w 3845"/>
                            <a:gd name="T61" fmla="*/ 619134 h 3810"/>
                            <a:gd name="T62" fmla="*/ 426102 w 3845"/>
                            <a:gd name="T63" fmla="*/ 554973 h 3810"/>
                            <a:gd name="T64" fmla="*/ 889663 w 3845"/>
                            <a:gd name="T65" fmla="*/ 1296342 h 3810"/>
                            <a:gd name="T66" fmla="*/ 890131 w 3845"/>
                            <a:gd name="T67" fmla="*/ 1296342 h 3810"/>
                            <a:gd name="T68" fmla="*/ 889663 w 3845"/>
                            <a:gd name="T69" fmla="*/ 1296342 h 3810"/>
                            <a:gd name="T70" fmla="*/ 1263321 w 3845"/>
                            <a:gd name="T71" fmla="*/ 971788 h 3810"/>
                            <a:gd name="T72" fmla="*/ 890131 w 3845"/>
                            <a:gd name="T73" fmla="*/ 1296342 h 3810"/>
                            <a:gd name="T74" fmla="*/ 1297035 w 3845"/>
                            <a:gd name="T75" fmla="*/ 1713157 h 3810"/>
                            <a:gd name="T76" fmla="*/ 1555037 w 3845"/>
                            <a:gd name="T77" fmla="*/ 1713157 h 3810"/>
                            <a:gd name="T78" fmla="*/ 1658519 w 3845"/>
                            <a:gd name="T79" fmla="*/ 1610124 h 3810"/>
                            <a:gd name="T80" fmla="*/ 1658519 w 3845"/>
                            <a:gd name="T81" fmla="*/ 1352073 h 3810"/>
                            <a:gd name="T82" fmla="*/ 1263321 w 3845"/>
                            <a:gd name="T83" fmla="*/ 971788 h 3810"/>
                            <a:gd name="T84" fmla="*/ 1441254 w 3845"/>
                            <a:gd name="T85" fmla="*/ 1641970 h 3810"/>
                            <a:gd name="T86" fmla="*/ 1376636 w 3845"/>
                            <a:gd name="T87" fmla="*/ 1641970 h 3810"/>
                            <a:gd name="T88" fmla="*/ 1044652 w 3845"/>
                            <a:gd name="T89" fmla="*/ 1310392 h 3810"/>
                            <a:gd name="T90" fmla="*/ 1044652 w 3845"/>
                            <a:gd name="T91" fmla="*/ 1245293 h 3810"/>
                            <a:gd name="T92" fmla="*/ 1109738 w 3845"/>
                            <a:gd name="T93" fmla="*/ 1245293 h 3810"/>
                            <a:gd name="T94" fmla="*/ 1441254 w 3845"/>
                            <a:gd name="T95" fmla="*/ 1577340 h 3810"/>
                            <a:gd name="T96" fmla="*/ 1441254 w 3845"/>
                            <a:gd name="T97" fmla="*/ 1641970 h 3810"/>
                            <a:gd name="T98" fmla="*/ 1587346 w 3845"/>
                            <a:gd name="T99" fmla="*/ 1495851 h 3810"/>
                            <a:gd name="T100" fmla="*/ 1522260 w 3845"/>
                            <a:gd name="T101" fmla="*/ 1495851 h 3810"/>
                            <a:gd name="T102" fmla="*/ 1190744 w 3845"/>
                            <a:gd name="T103" fmla="*/ 1164272 h 3810"/>
                            <a:gd name="T104" fmla="*/ 1190744 w 3845"/>
                            <a:gd name="T105" fmla="*/ 1099642 h 3810"/>
                            <a:gd name="T106" fmla="*/ 1255830 w 3845"/>
                            <a:gd name="T107" fmla="*/ 1099642 h 3810"/>
                            <a:gd name="T108" fmla="*/ 1587346 w 3845"/>
                            <a:gd name="T109" fmla="*/ 1431221 h 3810"/>
                            <a:gd name="T110" fmla="*/ 1587346 w 3845"/>
                            <a:gd name="T111" fmla="*/ 1495851 h 3810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  <a:gd name="T150" fmla="*/ 0 60000 65536"/>
                            <a:gd name="T151" fmla="*/ 0 60000 65536"/>
                            <a:gd name="T152" fmla="*/ 0 60000 65536"/>
                            <a:gd name="T153" fmla="*/ 0 60000 65536"/>
                            <a:gd name="T154" fmla="*/ 0 60000 65536"/>
                            <a:gd name="T155" fmla="*/ 0 60000 65536"/>
                            <a:gd name="T156" fmla="*/ 0 60000 65536"/>
                            <a:gd name="T157" fmla="*/ 0 60000 65536"/>
                            <a:gd name="T158" fmla="*/ 0 60000 65536"/>
                            <a:gd name="T159" fmla="*/ 0 60000 65536"/>
                            <a:gd name="T160" fmla="*/ 0 60000 65536"/>
                            <a:gd name="T161" fmla="*/ 0 60000 65536"/>
                            <a:gd name="T162" fmla="*/ 0 60000 65536"/>
                            <a:gd name="T163" fmla="*/ 0 60000 65536"/>
                            <a:gd name="T164" fmla="*/ 0 60000 65536"/>
                            <a:gd name="T165" fmla="*/ 0 60000 65536"/>
                            <a:gd name="T166" fmla="*/ 0 60000 65536"/>
                            <a:gd name="T167" fmla="*/ 0 60000 65536"/>
                          </a:gdLst>
                          <a:ahLst/>
                          <a:cxnLst>
                            <a:cxn ang="T112">
                              <a:pos x="T0" y="T1"/>
                            </a:cxn>
                            <a:cxn ang="T113">
                              <a:pos x="T2" y="T3"/>
                            </a:cxn>
                            <a:cxn ang="T114">
                              <a:pos x="T4" y="T5"/>
                            </a:cxn>
                            <a:cxn ang="T115">
                              <a:pos x="T6" y="T7"/>
                            </a:cxn>
                            <a:cxn ang="T116">
                              <a:pos x="T8" y="T9"/>
                            </a:cxn>
                            <a:cxn ang="T117">
                              <a:pos x="T10" y="T11"/>
                            </a:cxn>
                            <a:cxn ang="T118">
                              <a:pos x="T12" y="T13"/>
                            </a:cxn>
                            <a:cxn ang="T119">
                              <a:pos x="T14" y="T15"/>
                            </a:cxn>
                            <a:cxn ang="T120">
                              <a:pos x="T16" y="T17"/>
                            </a:cxn>
                            <a:cxn ang="T121">
                              <a:pos x="T18" y="T19"/>
                            </a:cxn>
                            <a:cxn ang="T122">
                              <a:pos x="T20" y="T21"/>
                            </a:cxn>
                            <a:cxn ang="T123">
                              <a:pos x="T22" y="T23"/>
                            </a:cxn>
                            <a:cxn ang="T124">
                              <a:pos x="T24" y="T25"/>
                            </a:cxn>
                            <a:cxn ang="T125">
                              <a:pos x="T26" y="T27"/>
                            </a:cxn>
                            <a:cxn ang="T126">
                              <a:pos x="T28" y="T29"/>
                            </a:cxn>
                            <a:cxn ang="T127">
                              <a:pos x="T30" y="T31"/>
                            </a:cxn>
                            <a:cxn ang="T128">
                              <a:pos x="T32" y="T33"/>
                            </a:cxn>
                            <a:cxn ang="T129">
                              <a:pos x="T34" y="T35"/>
                            </a:cxn>
                            <a:cxn ang="T130">
                              <a:pos x="T36" y="T37"/>
                            </a:cxn>
                            <a:cxn ang="T131">
                              <a:pos x="T38" y="T39"/>
                            </a:cxn>
                            <a:cxn ang="T132">
                              <a:pos x="T40" y="T41"/>
                            </a:cxn>
                            <a:cxn ang="T133">
                              <a:pos x="T42" y="T43"/>
                            </a:cxn>
                            <a:cxn ang="T134">
                              <a:pos x="T44" y="T45"/>
                            </a:cxn>
                            <a:cxn ang="T135">
                              <a:pos x="T46" y="T47"/>
                            </a:cxn>
                            <a:cxn ang="T136">
                              <a:pos x="T48" y="T49"/>
                            </a:cxn>
                            <a:cxn ang="T137">
                              <a:pos x="T50" y="T51"/>
                            </a:cxn>
                            <a:cxn ang="T138">
                              <a:pos x="T52" y="T53"/>
                            </a:cxn>
                            <a:cxn ang="T139">
                              <a:pos x="T54" y="T55"/>
                            </a:cxn>
                            <a:cxn ang="T140">
                              <a:pos x="T56" y="T57"/>
                            </a:cxn>
                            <a:cxn ang="T141">
                              <a:pos x="T58" y="T59"/>
                            </a:cxn>
                            <a:cxn ang="T142">
                              <a:pos x="T60" y="T61"/>
                            </a:cxn>
                            <a:cxn ang="T143">
                              <a:pos x="T62" y="T63"/>
                            </a:cxn>
                            <a:cxn ang="T144">
                              <a:pos x="T64" y="T65"/>
                            </a:cxn>
                            <a:cxn ang="T145">
                              <a:pos x="T66" y="T67"/>
                            </a:cxn>
                            <a:cxn ang="T146">
                              <a:pos x="T68" y="T69"/>
                            </a:cxn>
                            <a:cxn ang="T147">
                              <a:pos x="T70" y="T71"/>
                            </a:cxn>
                            <a:cxn ang="T148">
                              <a:pos x="T72" y="T73"/>
                            </a:cxn>
                            <a:cxn ang="T149">
                              <a:pos x="T74" y="T75"/>
                            </a:cxn>
                            <a:cxn ang="T150">
                              <a:pos x="T76" y="T77"/>
                            </a:cxn>
                            <a:cxn ang="T151">
                              <a:pos x="T78" y="T79"/>
                            </a:cxn>
                            <a:cxn ang="T152">
                              <a:pos x="T80" y="T81"/>
                            </a:cxn>
                            <a:cxn ang="T153">
                              <a:pos x="T82" y="T83"/>
                            </a:cxn>
                            <a:cxn ang="T154">
                              <a:pos x="T84" y="T85"/>
                            </a:cxn>
                            <a:cxn ang="T155">
                              <a:pos x="T86" y="T87"/>
                            </a:cxn>
                            <a:cxn ang="T156">
                              <a:pos x="T88" y="T89"/>
                            </a:cxn>
                            <a:cxn ang="T157">
                              <a:pos x="T90" y="T91"/>
                            </a:cxn>
                            <a:cxn ang="T158">
                              <a:pos x="T92" y="T93"/>
                            </a:cxn>
                            <a:cxn ang="T159">
                              <a:pos x="T94" y="T95"/>
                            </a:cxn>
                            <a:cxn ang="T160">
                              <a:pos x="T96" y="T97"/>
                            </a:cxn>
                            <a:cxn ang="T161">
                              <a:pos x="T98" y="T99"/>
                            </a:cxn>
                            <a:cxn ang="T162">
                              <a:pos x="T100" y="T101"/>
                            </a:cxn>
                            <a:cxn ang="T163">
                              <a:pos x="T102" y="T103"/>
                            </a:cxn>
                            <a:cxn ang="T164">
                              <a:pos x="T104" y="T105"/>
                            </a:cxn>
                            <a:cxn ang="T165">
                              <a:pos x="T106" y="T107"/>
                            </a:cxn>
                            <a:cxn ang="T166">
                              <a:pos x="T108" y="T109"/>
                            </a:cxn>
                            <a:cxn ang="T167">
                              <a:pos x="T110" y="T111"/>
                            </a:cxn>
                          </a:cxnLst>
                          <a:rect l="0" t="0" r="r" b="b"/>
                          <a:pathLst>
                            <a:path w="3845" h="3810">
                              <a:moveTo>
                                <a:pt x="2491" y="1946"/>
                              </a:moveTo>
                              <a:cubicBezTo>
                                <a:pt x="2606" y="1993"/>
                                <a:pt x="2731" y="2019"/>
                                <a:pt x="2863" y="2019"/>
                              </a:cubicBezTo>
                              <a:cubicBezTo>
                                <a:pt x="3405" y="2019"/>
                                <a:pt x="3845" y="1579"/>
                                <a:pt x="3845" y="1037"/>
                              </a:cubicBezTo>
                              <a:cubicBezTo>
                                <a:pt x="3845" y="980"/>
                                <a:pt x="3840" y="925"/>
                                <a:pt x="3831" y="871"/>
                              </a:cubicBezTo>
                              <a:cubicBezTo>
                                <a:pt x="3134" y="1617"/>
                                <a:pt x="3134" y="1617"/>
                                <a:pt x="3134" y="1617"/>
                              </a:cubicBezTo>
                              <a:cubicBezTo>
                                <a:pt x="2476" y="1498"/>
                                <a:pt x="2476" y="1498"/>
                                <a:pt x="2476" y="1498"/>
                              </a:cubicBezTo>
                              <a:cubicBezTo>
                                <a:pt x="2250" y="868"/>
                                <a:pt x="2250" y="868"/>
                                <a:pt x="2250" y="868"/>
                              </a:cubicBezTo>
                              <a:cubicBezTo>
                                <a:pt x="3001" y="65"/>
                                <a:pt x="3001" y="65"/>
                                <a:pt x="3001" y="65"/>
                              </a:cubicBezTo>
                              <a:cubicBezTo>
                                <a:pt x="2956" y="59"/>
                                <a:pt x="2910" y="54"/>
                                <a:pt x="2863" y="54"/>
                              </a:cubicBezTo>
                              <a:cubicBezTo>
                                <a:pt x="2320" y="54"/>
                                <a:pt x="1881" y="494"/>
                                <a:pt x="1881" y="1037"/>
                              </a:cubicBezTo>
                              <a:cubicBezTo>
                                <a:pt x="1881" y="1176"/>
                                <a:pt x="1910" y="1309"/>
                                <a:pt x="1963" y="1429"/>
                              </a:cubicBezTo>
                              <a:cubicBezTo>
                                <a:pt x="1659" y="1963"/>
                                <a:pt x="1205" y="2409"/>
                                <a:pt x="1026" y="2574"/>
                              </a:cubicBezTo>
                              <a:cubicBezTo>
                                <a:pt x="971" y="2557"/>
                                <a:pt x="912" y="2548"/>
                                <a:pt x="851" y="2548"/>
                              </a:cubicBezTo>
                              <a:cubicBezTo>
                                <a:pt x="516" y="2548"/>
                                <a:pt x="245" y="2820"/>
                                <a:pt x="245" y="3155"/>
                              </a:cubicBezTo>
                              <a:cubicBezTo>
                                <a:pt x="245" y="3490"/>
                                <a:pt x="516" y="3761"/>
                                <a:pt x="851" y="3761"/>
                              </a:cubicBezTo>
                              <a:cubicBezTo>
                                <a:pt x="1186" y="3761"/>
                                <a:pt x="1458" y="3490"/>
                                <a:pt x="1458" y="3155"/>
                              </a:cubicBezTo>
                              <a:cubicBezTo>
                                <a:pt x="1458" y="3074"/>
                                <a:pt x="1442" y="2997"/>
                                <a:pt x="1413" y="2926"/>
                              </a:cubicBezTo>
                              <a:cubicBezTo>
                                <a:pt x="1548" y="2747"/>
                                <a:pt x="1914" y="2308"/>
                                <a:pt x="2491" y="1946"/>
                              </a:cubicBezTo>
                              <a:close/>
                              <a:moveTo>
                                <a:pt x="851" y="3477"/>
                              </a:moveTo>
                              <a:cubicBezTo>
                                <a:pt x="673" y="3477"/>
                                <a:pt x="529" y="3333"/>
                                <a:pt x="529" y="3155"/>
                              </a:cubicBezTo>
                              <a:cubicBezTo>
                                <a:pt x="529" y="2976"/>
                                <a:pt x="673" y="2832"/>
                                <a:pt x="851" y="2832"/>
                              </a:cubicBezTo>
                              <a:cubicBezTo>
                                <a:pt x="1029" y="2832"/>
                                <a:pt x="1174" y="2976"/>
                                <a:pt x="1174" y="3155"/>
                              </a:cubicBezTo>
                              <a:cubicBezTo>
                                <a:pt x="1174" y="3333"/>
                                <a:pt x="1029" y="3477"/>
                                <a:pt x="851" y="3477"/>
                              </a:cubicBezTo>
                              <a:close/>
                              <a:moveTo>
                                <a:pt x="910" y="1185"/>
                              </a:moveTo>
                              <a:cubicBezTo>
                                <a:pt x="1484" y="1774"/>
                                <a:pt x="1484" y="1774"/>
                                <a:pt x="1484" y="1774"/>
                              </a:cubicBezTo>
                              <a:cubicBezTo>
                                <a:pt x="1760" y="1498"/>
                                <a:pt x="1760" y="1498"/>
                                <a:pt x="1760" y="1498"/>
                              </a:cubicBezTo>
                              <a:cubicBezTo>
                                <a:pt x="1185" y="909"/>
                                <a:pt x="1185" y="909"/>
                                <a:pt x="1185" y="909"/>
                              </a:cubicBezTo>
                              <a:cubicBezTo>
                                <a:pt x="1323" y="771"/>
                                <a:pt x="1323" y="771"/>
                                <a:pt x="1323" y="771"/>
                              </a:cubicBezTo>
                              <a:cubicBezTo>
                                <a:pt x="552" y="0"/>
                                <a:pt x="552" y="0"/>
                                <a:pt x="552" y="0"/>
                              </a:cubicBezTo>
                              <a:cubicBezTo>
                                <a:pt x="0" y="551"/>
                                <a:pt x="0" y="551"/>
                                <a:pt x="0" y="551"/>
                              </a:cubicBezTo>
                              <a:cubicBezTo>
                                <a:pt x="772" y="1322"/>
                                <a:pt x="772" y="1322"/>
                                <a:pt x="772" y="1322"/>
                              </a:cubicBezTo>
                              <a:lnTo>
                                <a:pt x="910" y="1185"/>
                              </a:lnTo>
                              <a:close/>
                              <a:moveTo>
                                <a:pt x="1900" y="2768"/>
                              </a:moveTo>
                              <a:cubicBezTo>
                                <a:pt x="1900" y="2768"/>
                                <a:pt x="1901" y="2768"/>
                                <a:pt x="1901" y="2768"/>
                              </a:cubicBezTo>
                              <a:cubicBezTo>
                                <a:pt x="1900" y="2767"/>
                                <a:pt x="1900" y="2768"/>
                                <a:pt x="1900" y="2768"/>
                              </a:cubicBezTo>
                              <a:close/>
                              <a:moveTo>
                                <a:pt x="2698" y="2075"/>
                              </a:moveTo>
                              <a:cubicBezTo>
                                <a:pt x="2698" y="2075"/>
                                <a:pt x="2225" y="2203"/>
                                <a:pt x="1901" y="2768"/>
                              </a:cubicBezTo>
                              <a:cubicBezTo>
                                <a:pt x="1926" y="2776"/>
                                <a:pt x="2770" y="3658"/>
                                <a:pt x="2770" y="3658"/>
                              </a:cubicBezTo>
                              <a:cubicBezTo>
                                <a:pt x="2923" y="3810"/>
                                <a:pt x="3169" y="3810"/>
                                <a:pt x="3321" y="3658"/>
                              </a:cubicBezTo>
                              <a:cubicBezTo>
                                <a:pt x="3542" y="3438"/>
                                <a:pt x="3542" y="3438"/>
                                <a:pt x="3542" y="3438"/>
                              </a:cubicBezTo>
                              <a:cubicBezTo>
                                <a:pt x="3694" y="3285"/>
                                <a:pt x="3694" y="3039"/>
                                <a:pt x="3542" y="2887"/>
                              </a:cubicBezTo>
                              <a:lnTo>
                                <a:pt x="2698" y="2075"/>
                              </a:lnTo>
                              <a:close/>
                              <a:moveTo>
                                <a:pt x="3078" y="3506"/>
                              </a:moveTo>
                              <a:cubicBezTo>
                                <a:pt x="3040" y="3544"/>
                                <a:pt x="2978" y="3544"/>
                                <a:pt x="2940" y="3506"/>
                              </a:cubicBezTo>
                              <a:cubicBezTo>
                                <a:pt x="2231" y="2798"/>
                                <a:pt x="2231" y="2798"/>
                                <a:pt x="2231" y="2798"/>
                              </a:cubicBezTo>
                              <a:cubicBezTo>
                                <a:pt x="2193" y="2760"/>
                                <a:pt x="2193" y="2698"/>
                                <a:pt x="2231" y="2659"/>
                              </a:cubicBezTo>
                              <a:cubicBezTo>
                                <a:pt x="2270" y="2621"/>
                                <a:pt x="2332" y="2621"/>
                                <a:pt x="2370" y="2659"/>
                              </a:cubicBezTo>
                              <a:cubicBezTo>
                                <a:pt x="3078" y="3368"/>
                                <a:pt x="3078" y="3368"/>
                                <a:pt x="3078" y="3368"/>
                              </a:cubicBezTo>
                              <a:cubicBezTo>
                                <a:pt x="3116" y="3406"/>
                                <a:pt x="3116" y="3468"/>
                                <a:pt x="3078" y="3506"/>
                              </a:cubicBezTo>
                              <a:close/>
                              <a:moveTo>
                                <a:pt x="3390" y="3194"/>
                              </a:moveTo>
                              <a:cubicBezTo>
                                <a:pt x="3352" y="3233"/>
                                <a:pt x="3290" y="3233"/>
                                <a:pt x="3251" y="3194"/>
                              </a:cubicBezTo>
                              <a:cubicBezTo>
                                <a:pt x="2543" y="2486"/>
                                <a:pt x="2543" y="2486"/>
                                <a:pt x="2543" y="2486"/>
                              </a:cubicBezTo>
                              <a:cubicBezTo>
                                <a:pt x="2505" y="2448"/>
                                <a:pt x="2505" y="2386"/>
                                <a:pt x="2543" y="2348"/>
                              </a:cubicBezTo>
                              <a:cubicBezTo>
                                <a:pt x="2581" y="2309"/>
                                <a:pt x="2643" y="2309"/>
                                <a:pt x="2682" y="2348"/>
                              </a:cubicBezTo>
                              <a:cubicBezTo>
                                <a:pt x="3390" y="3056"/>
                                <a:pt x="3390" y="3056"/>
                                <a:pt x="3390" y="3056"/>
                              </a:cubicBezTo>
                              <a:cubicBezTo>
                                <a:pt x="3428" y="3094"/>
                                <a:pt x="3428" y="3156"/>
                                <a:pt x="3390" y="3194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825758"/>
                        </a:solidFill>
                        <a:ln>
                          <a:noFill/>
                        </a:ln>
                      </wps:spPr>
                      <wps:bodyPr anchor="ctr" anchorCtr="1"/>
                    </wps:wsp>
                  </a:graphicData>
                </a:graphic>
              </wp:anchor>
            </w:drawing>
          </mc:Choice>
          <mc:Fallback>
            <w:pict>
              <v:shape id="扳手" o:spid="_x0000_s1026" o:spt="100" style="position:absolute;left:0pt;margin-left:451.85pt;margin-top:564.95pt;height:13.7pt;width:13.6pt;z-index:251696128;v-text-anchor:middle-center;mso-width-relative:page;mso-height-relative:page;" fillcolor="#825758" filled="t" stroked="f" coordsize="3845,3810" o:gfxdata="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" path="m2491,1946c2606,1993,2731,2019,2863,2019c3405,2019,3845,1579,3845,1037c3845,980,3840,925,3831,871c3134,1617,3134,1617,3134,1617c2476,1498,2476,1498,2476,1498c2250,868,2250,868,2250,868c3001,65,3001,65,3001,65c2956,59,2910,54,2863,54c2320,54,1881,494,1881,1037c1881,1176,1910,1309,1963,1429c1659,1963,1205,2409,1026,2574c971,2557,912,2548,851,2548c516,2548,245,2820,245,3155c245,3490,516,3761,851,3761c1186,3761,1458,3490,1458,3155c1458,3074,1442,2997,1413,2926c1548,2747,1914,2308,2491,1946xm851,3477c673,3477,529,3333,529,3155c529,2976,673,2832,851,2832c1029,2832,1174,2976,1174,3155c1174,3333,1029,3477,851,3477xm910,1185c1484,1774,1484,1774,1484,1774c1760,1498,1760,1498,1760,1498c1185,909,1185,909,1185,909c1323,771,1323,771,1323,771c552,0,552,0,552,0c0,551,0,551,0,551c772,1322,772,1322,772,1322l910,1185xm1900,2768c1900,2768,1901,2768,1901,2768c1900,2767,1900,2768,1900,2768xm2698,2075c2698,2075,2225,2203,1901,2768c1926,2776,2770,3658,2770,3658c2923,3810,3169,3810,3321,3658c3542,3438,3542,3438,3542,3438c3694,3285,3694,3039,3542,2887l2698,2075xm3078,3506c3040,3544,2978,3544,2940,3506c2231,2798,2231,2798,2231,2798c2193,2760,2193,2698,2231,2659c2270,2621,2332,2621,2370,2659c3078,3368,3078,3368,3078,3368c3116,3406,3116,3468,3078,3506xm3390,3194c3352,3233,3290,3233,3251,3194c2543,2486,2543,2486,2543,2486c2505,2448,2505,2386,2543,2348c2581,2309,2643,2309,2682,2348c3390,3056,3390,3056,3390,3056c3428,3094,3428,3156,3390,3194xe">
                <v:path o:connectlocs="52395252,41619367;60219849,43180619;80875050,22178473;80580595,18628209;65920014,34583001;52079729,32037952;47326088,18564048;63122489,1390184;60219849,1154910;39564604,22178473;41289378,30562234;21580701,55050481;17899766,54494444;5153299,67476427;17899766,80437038;30667300,67476427;29720777,62578768;52395252,41619367;17899766,74363097;11126896,67476427;17899766,60568385;24693704,67476427;17899766,74363097;19140789,25343767;31214209,37940780;37019533,32037952;24925090,19440893;27827730,16489502;11610692,0;0,11784329;16238105,28273786;19140789,25343767;39964263,59199618;39985286,59199618;39964263,59199618;56749233,44378318;39985286,59199618;58263689,78234169;69853313,78234169;74501794,73528996;74501794,61744667;56749233,44378318;64742104,74983296;61839420,74983296;46926474,59841234;46926474,56868380;49850181,56868380;64742104,72031860;64742104,74983296;71304655,68310529;68380948,68310529;53489025,53168421;53489025,50216984;56412732,50216984;71304655,65359092;71304655,68310529" o:connectangles="0,0,0,0,0,0,0,0,0,0,0,0,0,0,0,0,0,0,0,0,0,0,0,0,0,0,0,0,0,0,0,0,0,0,0,0,0,0,0,0,0,0,0,0,0,0,0,0,0,0,0,0,0,0,0,0"/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5738495</wp:posOffset>
                </wp:positionH>
                <wp:positionV relativeFrom="paragraph">
                  <wp:posOffset>4805045</wp:posOffset>
                </wp:positionV>
                <wp:extent cx="179705" cy="146050"/>
                <wp:effectExtent l="0" t="0" r="12700" b="6350"/>
                <wp:wrapNone/>
                <wp:docPr id="206" name="Freeform 12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EditPoints="1"/>
                      </wps:cNvSpPr>
                      <wps:spPr bwMode="auto">
                        <a:xfrm>
                          <a:off x="6881495" y="5719445"/>
                          <a:ext cx="179705" cy="146050"/>
                        </a:xfrm>
                        <a:custGeom>
                          <a:avLst/>
                          <a:gdLst>
                            <a:gd name="T0" fmla="*/ 113 w 133"/>
                            <a:gd name="T1" fmla="*/ 20 h 107"/>
                            <a:gd name="T2" fmla="*/ 107 w 133"/>
                            <a:gd name="T3" fmla="*/ 13 h 107"/>
                            <a:gd name="T4" fmla="*/ 27 w 133"/>
                            <a:gd name="T5" fmla="*/ 13 h 107"/>
                            <a:gd name="T6" fmla="*/ 20 w 133"/>
                            <a:gd name="T7" fmla="*/ 20 h 107"/>
                            <a:gd name="T8" fmla="*/ 20 w 133"/>
                            <a:gd name="T9" fmla="*/ 26 h 107"/>
                            <a:gd name="T10" fmla="*/ 113 w 133"/>
                            <a:gd name="T11" fmla="*/ 26 h 107"/>
                            <a:gd name="T12" fmla="*/ 113 w 133"/>
                            <a:gd name="T13" fmla="*/ 20 h 107"/>
                            <a:gd name="T14" fmla="*/ 113 w 133"/>
                            <a:gd name="T15" fmla="*/ 20 h 107"/>
                            <a:gd name="T16" fmla="*/ 93 w 133"/>
                            <a:gd name="T17" fmla="*/ 0 h 107"/>
                            <a:gd name="T18" fmla="*/ 40 w 133"/>
                            <a:gd name="T19" fmla="*/ 0 h 107"/>
                            <a:gd name="T20" fmla="*/ 33 w 133"/>
                            <a:gd name="T21" fmla="*/ 6 h 107"/>
                            <a:gd name="T22" fmla="*/ 100 w 133"/>
                            <a:gd name="T23" fmla="*/ 6 h 107"/>
                            <a:gd name="T24" fmla="*/ 93 w 133"/>
                            <a:gd name="T25" fmla="*/ 0 h 107"/>
                            <a:gd name="T26" fmla="*/ 93 w 133"/>
                            <a:gd name="T27" fmla="*/ 0 h 107"/>
                            <a:gd name="T28" fmla="*/ 127 w 133"/>
                            <a:gd name="T29" fmla="*/ 26 h 107"/>
                            <a:gd name="T30" fmla="*/ 123 w 133"/>
                            <a:gd name="T31" fmla="*/ 22 h 107"/>
                            <a:gd name="T32" fmla="*/ 123 w 133"/>
                            <a:gd name="T33" fmla="*/ 33 h 107"/>
                            <a:gd name="T34" fmla="*/ 11 w 133"/>
                            <a:gd name="T35" fmla="*/ 33 h 107"/>
                            <a:gd name="T36" fmla="*/ 11 w 133"/>
                            <a:gd name="T37" fmla="*/ 22 h 107"/>
                            <a:gd name="T38" fmla="*/ 7 w 133"/>
                            <a:gd name="T39" fmla="*/ 26 h 107"/>
                            <a:gd name="T40" fmla="*/ 2 w 133"/>
                            <a:gd name="T41" fmla="*/ 40 h 107"/>
                            <a:gd name="T42" fmla="*/ 12 w 133"/>
                            <a:gd name="T43" fmla="*/ 100 h 107"/>
                            <a:gd name="T44" fmla="*/ 20 w 133"/>
                            <a:gd name="T45" fmla="*/ 107 h 107"/>
                            <a:gd name="T46" fmla="*/ 113 w 133"/>
                            <a:gd name="T47" fmla="*/ 107 h 107"/>
                            <a:gd name="T48" fmla="*/ 122 w 133"/>
                            <a:gd name="T49" fmla="*/ 100 h 107"/>
                            <a:gd name="T50" fmla="*/ 132 w 133"/>
                            <a:gd name="T51" fmla="*/ 40 h 107"/>
                            <a:gd name="T52" fmla="*/ 127 w 133"/>
                            <a:gd name="T53" fmla="*/ 26 h 107"/>
                            <a:gd name="T54" fmla="*/ 127 w 133"/>
                            <a:gd name="T55" fmla="*/ 26 h 107"/>
                            <a:gd name="T56" fmla="*/ 93 w 133"/>
                            <a:gd name="T57" fmla="*/ 62 h 107"/>
                            <a:gd name="T58" fmla="*/ 87 w 133"/>
                            <a:gd name="T59" fmla="*/ 69 h 107"/>
                            <a:gd name="T60" fmla="*/ 47 w 133"/>
                            <a:gd name="T61" fmla="*/ 69 h 107"/>
                            <a:gd name="T62" fmla="*/ 40 w 133"/>
                            <a:gd name="T63" fmla="*/ 62 h 107"/>
                            <a:gd name="T64" fmla="*/ 40 w 133"/>
                            <a:gd name="T65" fmla="*/ 49 h 107"/>
                            <a:gd name="T66" fmla="*/ 49 w 133"/>
                            <a:gd name="T67" fmla="*/ 49 h 107"/>
                            <a:gd name="T68" fmla="*/ 49 w 133"/>
                            <a:gd name="T69" fmla="*/ 60 h 107"/>
                            <a:gd name="T70" fmla="*/ 84 w 133"/>
                            <a:gd name="T71" fmla="*/ 60 h 107"/>
                            <a:gd name="T72" fmla="*/ 84 w 133"/>
                            <a:gd name="T73" fmla="*/ 49 h 107"/>
                            <a:gd name="T74" fmla="*/ 93 w 133"/>
                            <a:gd name="T75" fmla="*/ 49 h 107"/>
                            <a:gd name="T76" fmla="*/ 93 w 133"/>
                            <a:gd name="T77" fmla="*/ 62 h 107"/>
                            <a:gd name="T78" fmla="*/ 93 w 133"/>
                            <a:gd name="T79" fmla="*/ 62 h 107"/>
                            <a:gd name="T80" fmla="*/ 93 w 133"/>
                            <a:gd name="T81" fmla="*/ 62 h 107"/>
                            <a:gd name="T82" fmla="*/ 93 w 133"/>
                            <a:gd name="T83" fmla="*/ 62 h 10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</a:cxnLst>
                          <a:rect l="0" t="0" r="r" b="b"/>
                          <a:pathLst>
                            <a:path w="133" h="107">
                              <a:moveTo>
                                <a:pt x="113" y="20"/>
                              </a:moveTo>
                              <a:cubicBezTo>
                                <a:pt x="113" y="13"/>
                                <a:pt x="107" y="13"/>
                                <a:pt x="107" y="13"/>
                              </a:cubicBezTo>
                              <a:cubicBezTo>
                                <a:pt x="27" y="13"/>
                                <a:pt x="27" y="13"/>
                                <a:pt x="27" y="13"/>
                              </a:cubicBezTo>
                              <a:cubicBezTo>
                                <a:pt x="27" y="13"/>
                                <a:pt x="20" y="13"/>
                                <a:pt x="20" y="20"/>
                              </a:cubicBezTo>
                              <a:cubicBezTo>
                                <a:pt x="20" y="26"/>
                                <a:pt x="20" y="26"/>
                                <a:pt x="20" y="26"/>
                              </a:cubicBezTo>
                              <a:cubicBezTo>
                                <a:pt x="113" y="26"/>
                                <a:pt x="113" y="26"/>
                                <a:pt x="113" y="26"/>
                              </a:cubicBezTo>
                              <a:cubicBezTo>
                                <a:pt x="113" y="20"/>
                                <a:pt x="113" y="20"/>
                                <a:pt x="113" y="20"/>
                              </a:cubicBezTo>
                              <a:cubicBezTo>
                                <a:pt x="113" y="20"/>
                                <a:pt x="113" y="20"/>
                                <a:pt x="113" y="20"/>
                              </a:cubicBezTo>
                              <a:close/>
                              <a:moveTo>
                                <a:pt x="93" y="0"/>
                              </a:moveTo>
                              <a:cubicBezTo>
                                <a:pt x="40" y="0"/>
                                <a:pt x="40" y="0"/>
                                <a:pt x="40" y="0"/>
                              </a:cubicBezTo>
                              <a:cubicBezTo>
                                <a:pt x="40" y="0"/>
                                <a:pt x="33" y="0"/>
                                <a:pt x="33" y="6"/>
                              </a:cubicBezTo>
                              <a:cubicBezTo>
                                <a:pt x="100" y="6"/>
                                <a:pt x="100" y="6"/>
                                <a:pt x="100" y="6"/>
                              </a:cubicBezTo>
                              <a:cubicBezTo>
                                <a:pt x="100" y="0"/>
                                <a:pt x="93" y="0"/>
                                <a:pt x="93" y="0"/>
                              </a:cubicBezTo>
                              <a:cubicBezTo>
                                <a:pt x="93" y="0"/>
                                <a:pt x="93" y="0"/>
                                <a:pt x="93" y="0"/>
                              </a:cubicBezTo>
                              <a:close/>
                              <a:moveTo>
                                <a:pt x="127" y="26"/>
                              </a:moveTo>
                              <a:cubicBezTo>
                                <a:pt x="123" y="22"/>
                                <a:pt x="123" y="22"/>
                                <a:pt x="123" y="22"/>
                              </a:cubicBezTo>
                              <a:cubicBezTo>
                                <a:pt x="123" y="33"/>
                                <a:pt x="123" y="33"/>
                                <a:pt x="123" y="33"/>
                              </a:cubicBezTo>
                              <a:cubicBezTo>
                                <a:pt x="11" y="33"/>
                                <a:pt x="11" y="33"/>
                                <a:pt x="11" y="33"/>
                              </a:cubicBezTo>
                              <a:cubicBezTo>
                                <a:pt x="11" y="22"/>
                                <a:pt x="11" y="22"/>
                                <a:pt x="11" y="22"/>
                              </a:cubicBezTo>
                              <a:cubicBezTo>
                                <a:pt x="7" y="26"/>
                                <a:pt x="7" y="26"/>
                                <a:pt x="7" y="26"/>
                              </a:cubicBezTo>
                              <a:cubicBezTo>
                                <a:pt x="3" y="30"/>
                                <a:pt x="0" y="31"/>
                                <a:pt x="2" y="40"/>
                              </a:cubicBezTo>
                              <a:cubicBezTo>
                                <a:pt x="3" y="48"/>
                                <a:pt x="11" y="94"/>
                                <a:pt x="12" y="100"/>
                              </a:cubicBezTo>
                              <a:cubicBezTo>
                                <a:pt x="13" y="107"/>
                                <a:pt x="20" y="107"/>
                                <a:pt x="20" y="107"/>
                              </a:cubicBezTo>
                              <a:cubicBezTo>
                                <a:pt x="113" y="107"/>
                                <a:pt x="113" y="107"/>
                                <a:pt x="113" y="107"/>
                              </a:cubicBezTo>
                              <a:cubicBezTo>
                                <a:pt x="113" y="107"/>
                                <a:pt x="120" y="107"/>
                                <a:pt x="122" y="100"/>
                              </a:cubicBezTo>
                              <a:cubicBezTo>
                                <a:pt x="123" y="94"/>
                                <a:pt x="130" y="48"/>
                                <a:pt x="132" y="40"/>
                              </a:cubicBezTo>
                              <a:cubicBezTo>
                                <a:pt x="133" y="31"/>
                                <a:pt x="131" y="30"/>
                                <a:pt x="127" y="26"/>
                              </a:cubicBezTo>
                              <a:cubicBezTo>
                                <a:pt x="127" y="26"/>
                                <a:pt x="127" y="26"/>
                                <a:pt x="127" y="26"/>
                              </a:cubicBezTo>
                              <a:close/>
                              <a:moveTo>
                                <a:pt x="93" y="62"/>
                              </a:moveTo>
                              <a:cubicBezTo>
                                <a:pt x="93" y="62"/>
                                <a:pt x="93" y="69"/>
                                <a:pt x="87" y="69"/>
                              </a:cubicBezTo>
                              <a:cubicBezTo>
                                <a:pt x="47" y="69"/>
                                <a:pt x="47" y="69"/>
                                <a:pt x="47" y="69"/>
                              </a:cubicBezTo>
                              <a:cubicBezTo>
                                <a:pt x="40" y="69"/>
                                <a:pt x="40" y="62"/>
                                <a:pt x="40" y="62"/>
                              </a:cubicBezTo>
                              <a:cubicBezTo>
                                <a:pt x="40" y="49"/>
                                <a:pt x="40" y="49"/>
                                <a:pt x="40" y="49"/>
                              </a:cubicBezTo>
                              <a:cubicBezTo>
                                <a:pt x="49" y="49"/>
                                <a:pt x="49" y="49"/>
                                <a:pt x="49" y="49"/>
                              </a:cubicBezTo>
                              <a:cubicBezTo>
                                <a:pt x="49" y="60"/>
                                <a:pt x="49" y="60"/>
                                <a:pt x="49" y="60"/>
                              </a:cubicBezTo>
                              <a:cubicBezTo>
                                <a:pt x="84" y="60"/>
                                <a:pt x="84" y="60"/>
                                <a:pt x="84" y="60"/>
                              </a:cubicBezTo>
                              <a:cubicBezTo>
                                <a:pt x="84" y="49"/>
                                <a:pt x="84" y="49"/>
                                <a:pt x="84" y="49"/>
                              </a:cubicBezTo>
                              <a:cubicBezTo>
                                <a:pt x="93" y="49"/>
                                <a:pt x="93" y="49"/>
                                <a:pt x="93" y="49"/>
                              </a:cubicBezTo>
                              <a:cubicBezTo>
                                <a:pt x="93" y="62"/>
                                <a:pt x="93" y="62"/>
                                <a:pt x="93" y="62"/>
                              </a:cubicBezTo>
                              <a:cubicBezTo>
                                <a:pt x="93" y="62"/>
                                <a:pt x="93" y="62"/>
                                <a:pt x="93" y="62"/>
                              </a:cubicBezTo>
                              <a:close/>
                              <a:moveTo>
                                <a:pt x="93" y="62"/>
                              </a:moveTo>
                              <a:cubicBezTo>
                                <a:pt x="93" y="62"/>
                                <a:pt x="93" y="62"/>
                                <a:pt x="93" y="62"/>
                              </a:cubicBezTo>
                            </a:path>
                          </a:pathLst>
                        </a:custGeom>
                        <a:solidFill>
                          <a:srgbClr val="825758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vert="horz" wrap="square" lIns="91440" tIns="45720" rIns="91440" bIns="45720" numCol="1" anchor="t" anchorCtr="0" compatLnSpc="1"/>
                    </wps:wsp>
                  </a:graphicData>
                </a:graphic>
              </wp:anchor>
            </w:drawing>
          </mc:Choice>
          <mc:Fallback>
            <w:pict>
              <v:shape id="Freeform 129" o:spid="_x0000_s1026" o:spt="100" style="position:absolute;left:0pt;margin-left:451.85pt;margin-top:378.35pt;height:11.5pt;width:14.15pt;z-index:251695104;mso-width-relative:page;mso-height-relative:page;" fillcolor="#825758" filled="t" stroked="f" coordsize="133,107" o:gfxdata="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" path="m113,20c113,13,107,13,107,13c27,13,27,13,27,13c27,13,20,13,20,20c20,26,20,26,20,26c113,26,113,26,113,26c113,20,113,20,113,20c113,20,113,20,113,20xm93,0c40,0,40,0,40,0c40,0,33,0,33,6c100,6,100,6,100,6c100,0,93,0,93,0c93,0,93,0,93,0xm127,26c123,22,123,22,123,22c123,33,123,33,123,33c11,33,11,33,11,33c11,22,11,22,11,22c7,26,7,26,7,26c3,30,0,31,2,40c3,48,11,94,12,100c13,107,20,107,20,107c113,107,113,107,113,107c113,107,120,107,122,100c123,94,130,48,132,40c133,31,131,30,127,26c127,26,127,26,127,26xm93,62c93,62,93,69,87,69c47,69,47,69,47,69c40,69,40,62,40,62c40,49,40,49,40,49c49,49,49,49,49,49c49,60,49,60,49,60c84,60,84,60,84,60c84,49,84,49,84,49c93,49,93,49,93,49c93,62,93,62,93,62c93,62,93,62,93,62xm93,62c93,62,93,62,93,62e">
                <v:path textboxrect="0,0,133,107" o:connectlocs="152681,27299;144574,17744;36481,17744;27023,27299;27023,35488;152681,35488;152681,27299;152681,27299;125658,0;54046,0;44588,8189;135116,8189;125658,0;125658,0;171598,35488;166193,30028;166193,45043;14862,45043;14862,30028;9458,35488;2702,54598;16213,136495;27023,146050;152681,146050;164842,136495;178353,54598;171598,35488;171598,35488;125658,84627;117551,94181;63504,94181;54046,84627;54046,66882;66207,66882;66207,81897;113497,81897;113497,66882;125658,66882;125658,84627;125658,84627;125658,84627;125658,84627" o:connectangles="0,0,0,0,0,0,0,0,0,0,0,0,0,0,0,0,0,0,0,0,0,0,0,0,0,0,0,0,0,0,0,0,0,0,0,0,0,0,0,0,0,0"/>
                <v:fill on="t" focussize="0,0"/>
                <v:stroke on="f"/>
                <v:imagedata o:title=""/>
                <o:lock v:ext="edit" aspectratio="t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5736590</wp:posOffset>
                </wp:positionH>
                <wp:positionV relativeFrom="paragraph">
                  <wp:posOffset>3158490</wp:posOffset>
                </wp:positionV>
                <wp:extent cx="198755" cy="158750"/>
                <wp:effectExtent l="0" t="0" r="10795" b="12700"/>
                <wp:wrapNone/>
                <wp:docPr id="203" name="Freeform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EditPoints="1"/>
                      </wps:cNvSpPr>
                      <wps:spPr bwMode="auto">
                        <a:xfrm>
                          <a:off x="6879590" y="4072890"/>
                          <a:ext cx="198755" cy="158750"/>
                        </a:xfrm>
                        <a:custGeom>
                          <a:avLst/>
                          <a:gdLst>
                            <a:gd name="T0" fmla="*/ 2756 w 3580"/>
                            <a:gd name="T1" fmla="*/ 1300 h 2820"/>
                            <a:gd name="T2" fmla="*/ 1865 w 3580"/>
                            <a:gd name="T3" fmla="*/ 1632 h 2820"/>
                            <a:gd name="T4" fmla="*/ 1790 w 3580"/>
                            <a:gd name="T5" fmla="*/ 1645 h 2820"/>
                            <a:gd name="T6" fmla="*/ 1715 w 3580"/>
                            <a:gd name="T7" fmla="*/ 1632 h 2820"/>
                            <a:gd name="T8" fmla="*/ 824 w 3580"/>
                            <a:gd name="T9" fmla="*/ 1300 h 2820"/>
                            <a:gd name="T10" fmla="*/ 796 w 3580"/>
                            <a:gd name="T11" fmla="*/ 1880 h 2820"/>
                            <a:gd name="T12" fmla="*/ 1790 w 3580"/>
                            <a:gd name="T13" fmla="*/ 2350 h 2820"/>
                            <a:gd name="T14" fmla="*/ 2784 w 3580"/>
                            <a:gd name="T15" fmla="*/ 1880 h 2820"/>
                            <a:gd name="T16" fmla="*/ 2756 w 3580"/>
                            <a:gd name="T17" fmla="*/ 1300 h 2820"/>
                            <a:gd name="T18" fmla="*/ 3580 w 3580"/>
                            <a:gd name="T19" fmla="*/ 705 h 2820"/>
                            <a:gd name="T20" fmla="*/ 3545 w 3580"/>
                            <a:gd name="T21" fmla="*/ 648 h 2820"/>
                            <a:gd name="T22" fmla="*/ 1806 w 3580"/>
                            <a:gd name="T23" fmla="*/ 1 h 2820"/>
                            <a:gd name="T24" fmla="*/ 1790 w 3580"/>
                            <a:gd name="T25" fmla="*/ 0 h 2820"/>
                            <a:gd name="T26" fmla="*/ 1774 w 3580"/>
                            <a:gd name="T27" fmla="*/ 1 h 2820"/>
                            <a:gd name="T28" fmla="*/ 35 w 3580"/>
                            <a:gd name="T29" fmla="*/ 648 h 2820"/>
                            <a:gd name="T30" fmla="*/ 0 w 3580"/>
                            <a:gd name="T31" fmla="*/ 705 h 2820"/>
                            <a:gd name="T32" fmla="*/ 35 w 3580"/>
                            <a:gd name="T33" fmla="*/ 762 h 2820"/>
                            <a:gd name="T34" fmla="*/ 552 w 3580"/>
                            <a:gd name="T35" fmla="*/ 953 h 2820"/>
                            <a:gd name="T36" fmla="*/ 400 w 3580"/>
                            <a:gd name="T37" fmla="*/ 1559 h 2820"/>
                            <a:gd name="T38" fmla="*/ 299 w 3580"/>
                            <a:gd name="T39" fmla="*/ 1763 h 2820"/>
                            <a:gd name="T40" fmla="*/ 389 w 3580"/>
                            <a:gd name="T41" fmla="*/ 1959 h 2820"/>
                            <a:gd name="T42" fmla="*/ 299 w 3580"/>
                            <a:gd name="T43" fmla="*/ 2754 h 2820"/>
                            <a:gd name="T44" fmla="*/ 311 w 3580"/>
                            <a:gd name="T45" fmla="*/ 2800 h 2820"/>
                            <a:gd name="T46" fmla="*/ 348 w 3580"/>
                            <a:gd name="T47" fmla="*/ 2820 h 2820"/>
                            <a:gd name="T48" fmla="*/ 647 w 3580"/>
                            <a:gd name="T49" fmla="*/ 2820 h 2820"/>
                            <a:gd name="T50" fmla="*/ 684 w 3580"/>
                            <a:gd name="T51" fmla="*/ 2800 h 2820"/>
                            <a:gd name="T52" fmla="*/ 696 w 3580"/>
                            <a:gd name="T53" fmla="*/ 2754 h 2820"/>
                            <a:gd name="T54" fmla="*/ 606 w 3580"/>
                            <a:gd name="T55" fmla="*/ 1959 h 2820"/>
                            <a:gd name="T56" fmla="*/ 696 w 3580"/>
                            <a:gd name="T57" fmla="*/ 1763 h 2820"/>
                            <a:gd name="T58" fmla="*/ 598 w 3580"/>
                            <a:gd name="T59" fmla="*/ 1562 h 2820"/>
                            <a:gd name="T60" fmla="*/ 762 w 3580"/>
                            <a:gd name="T61" fmla="*/ 1030 h 2820"/>
                            <a:gd name="T62" fmla="*/ 1774 w 3580"/>
                            <a:gd name="T63" fmla="*/ 1408 h 2820"/>
                            <a:gd name="T64" fmla="*/ 1790 w 3580"/>
                            <a:gd name="T65" fmla="*/ 1410 h 2820"/>
                            <a:gd name="T66" fmla="*/ 1806 w 3580"/>
                            <a:gd name="T67" fmla="*/ 1408 h 2820"/>
                            <a:gd name="T68" fmla="*/ 3545 w 3580"/>
                            <a:gd name="T69" fmla="*/ 762 h 2820"/>
                            <a:gd name="T70" fmla="*/ 3580 w 3580"/>
                            <a:gd name="T71" fmla="*/ 705 h 28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580" h="2820">
                              <a:moveTo>
                                <a:pt x="2756" y="1300"/>
                              </a:moveTo>
                              <a:cubicBezTo>
                                <a:pt x="1865" y="1632"/>
                                <a:pt x="1865" y="1632"/>
                                <a:pt x="1865" y="1632"/>
                              </a:cubicBezTo>
                              <a:cubicBezTo>
                                <a:pt x="1840" y="1641"/>
                                <a:pt x="1815" y="1645"/>
                                <a:pt x="1790" y="1645"/>
                              </a:cubicBezTo>
                              <a:cubicBezTo>
                                <a:pt x="1765" y="1645"/>
                                <a:pt x="1740" y="1641"/>
                                <a:pt x="1715" y="1632"/>
                              </a:cubicBezTo>
                              <a:cubicBezTo>
                                <a:pt x="824" y="1300"/>
                                <a:pt x="824" y="1300"/>
                                <a:pt x="824" y="1300"/>
                              </a:cubicBezTo>
                              <a:cubicBezTo>
                                <a:pt x="796" y="1880"/>
                                <a:pt x="796" y="1880"/>
                                <a:pt x="796" y="1880"/>
                              </a:cubicBezTo>
                              <a:cubicBezTo>
                                <a:pt x="783" y="2139"/>
                                <a:pt x="1242" y="2350"/>
                                <a:pt x="1790" y="2350"/>
                              </a:cubicBezTo>
                              <a:cubicBezTo>
                                <a:pt x="2338" y="2350"/>
                                <a:pt x="2797" y="2139"/>
                                <a:pt x="2784" y="1880"/>
                              </a:cubicBezTo>
                              <a:lnTo>
                                <a:pt x="2756" y="1300"/>
                              </a:lnTo>
                              <a:close/>
                              <a:moveTo>
                                <a:pt x="3580" y="705"/>
                              </a:moveTo>
                              <a:cubicBezTo>
                                <a:pt x="3580" y="679"/>
                                <a:pt x="3566" y="657"/>
                                <a:pt x="3545" y="648"/>
                              </a:cubicBezTo>
                              <a:cubicBezTo>
                                <a:pt x="1806" y="1"/>
                                <a:pt x="1806" y="1"/>
                                <a:pt x="1806" y="1"/>
                              </a:cubicBezTo>
                              <a:cubicBezTo>
                                <a:pt x="1799" y="0"/>
                                <a:pt x="1795" y="0"/>
                                <a:pt x="1790" y="0"/>
                              </a:cubicBezTo>
                              <a:cubicBezTo>
                                <a:pt x="1785" y="0"/>
                                <a:pt x="1781" y="0"/>
                                <a:pt x="1774" y="1"/>
                              </a:cubicBezTo>
                              <a:cubicBezTo>
                                <a:pt x="35" y="648"/>
                                <a:pt x="35" y="648"/>
                                <a:pt x="35" y="648"/>
                              </a:cubicBezTo>
                              <a:cubicBezTo>
                                <a:pt x="14" y="657"/>
                                <a:pt x="0" y="679"/>
                                <a:pt x="0" y="705"/>
                              </a:cubicBezTo>
                              <a:cubicBezTo>
                                <a:pt x="0" y="730"/>
                                <a:pt x="14" y="753"/>
                                <a:pt x="35" y="762"/>
                              </a:cubicBezTo>
                              <a:cubicBezTo>
                                <a:pt x="552" y="953"/>
                                <a:pt x="552" y="953"/>
                                <a:pt x="552" y="953"/>
                              </a:cubicBezTo>
                              <a:cubicBezTo>
                                <a:pt x="456" y="1112"/>
                                <a:pt x="409" y="1344"/>
                                <a:pt x="400" y="1559"/>
                              </a:cubicBezTo>
                              <a:cubicBezTo>
                                <a:pt x="341" y="1599"/>
                                <a:pt x="299" y="1674"/>
                                <a:pt x="299" y="1763"/>
                              </a:cubicBezTo>
                              <a:cubicBezTo>
                                <a:pt x="299" y="1845"/>
                                <a:pt x="334" y="1917"/>
                                <a:pt x="389" y="1959"/>
                              </a:cubicBezTo>
                              <a:cubicBezTo>
                                <a:pt x="299" y="2754"/>
                                <a:pt x="299" y="2754"/>
                                <a:pt x="299" y="2754"/>
                              </a:cubicBezTo>
                              <a:cubicBezTo>
                                <a:pt x="297" y="2771"/>
                                <a:pt x="302" y="2787"/>
                                <a:pt x="311" y="2800"/>
                              </a:cubicBezTo>
                              <a:cubicBezTo>
                                <a:pt x="320" y="2813"/>
                                <a:pt x="334" y="2820"/>
                                <a:pt x="348" y="2820"/>
                              </a:cubicBezTo>
                              <a:cubicBezTo>
                                <a:pt x="647" y="2820"/>
                                <a:pt x="647" y="2820"/>
                                <a:pt x="647" y="2820"/>
                              </a:cubicBezTo>
                              <a:cubicBezTo>
                                <a:pt x="661" y="2820"/>
                                <a:pt x="675" y="2813"/>
                                <a:pt x="684" y="2800"/>
                              </a:cubicBezTo>
                              <a:cubicBezTo>
                                <a:pt x="693" y="2787"/>
                                <a:pt x="698" y="2771"/>
                                <a:pt x="696" y="2754"/>
                              </a:cubicBezTo>
                              <a:cubicBezTo>
                                <a:pt x="606" y="1959"/>
                                <a:pt x="606" y="1959"/>
                                <a:pt x="606" y="1959"/>
                              </a:cubicBezTo>
                              <a:cubicBezTo>
                                <a:pt x="661" y="1917"/>
                                <a:pt x="696" y="1845"/>
                                <a:pt x="696" y="1763"/>
                              </a:cubicBezTo>
                              <a:cubicBezTo>
                                <a:pt x="696" y="1676"/>
                                <a:pt x="657" y="1603"/>
                                <a:pt x="598" y="1562"/>
                              </a:cubicBezTo>
                              <a:cubicBezTo>
                                <a:pt x="611" y="1314"/>
                                <a:pt x="673" y="1112"/>
                                <a:pt x="762" y="1030"/>
                              </a:cubicBezTo>
                              <a:cubicBezTo>
                                <a:pt x="1774" y="1408"/>
                                <a:pt x="1774" y="1408"/>
                                <a:pt x="1774" y="1408"/>
                              </a:cubicBezTo>
                              <a:cubicBezTo>
                                <a:pt x="1781" y="1410"/>
                                <a:pt x="1785" y="1410"/>
                                <a:pt x="1790" y="1410"/>
                              </a:cubicBezTo>
                              <a:cubicBezTo>
                                <a:pt x="1795" y="1410"/>
                                <a:pt x="1799" y="1410"/>
                                <a:pt x="1806" y="1408"/>
                              </a:cubicBezTo>
                              <a:cubicBezTo>
                                <a:pt x="3545" y="762"/>
                                <a:pt x="3545" y="762"/>
                                <a:pt x="3545" y="762"/>
                              </a:cubicBezTo>
                              <a:cubicBezTo>
                                <a:pt x="3566" y="753"/>
                                <a:pt x="3580" y="730"/>
                                <a:pt x="3580" y="705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825758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vert="horz" wrap="square" lIns="91440" tIns="45720" rIns="91440" bIns="45720" numCol="1" anchor="t" anchorCtr="0" compatLnSpc="1"/>
                    </wps:wsp>
                  </a:graphicData>
                </a:graphic>
              </wp:anchor>
            </w:drawing>
          </mc:Choice>
          <mc:Fallback>
            <w:pict>
              <v:shape id="Freeform 9" o:spid="_x0000_s1026" o:spt="100" style="position:absolute;left:0pt;margin-left:451.7pt;margin-top:248.7pt;height:12.5pt;width:15.65pt;z-index:251694080;mso-width-relative:page;mso-height-relative:page;" fillcolor="#825758" filled="t" stroked="f" coordsize="3580,2820" o:gfxdata="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" path="m2756,1300c1865,1632,1865,1632,1865,1632c1840,1641,1815,1645,1790,1645c1765,1645,1740,1641,1715,1632c824,1300,824,1300,824,1300c796,1880,796,1880,796,1880c783,2139,1242,2350,1790,2350c2338,2350,2797,2139,2784,1880l2756,1300xm3580,705c3580,679,3566,657,3545,648c1806,1,1806,1,1806,1c1799,0,1795,0,1790,0c1785,0,1781,0,1774,1c35,648,35,648,35,648c14,657,0,679,0,705c0,730,14,753,35,762c552,953,552,953,552,953c456,1112,409,1344,400,1559c341,1599,299,1674,299,1763c299,1845,334,1917,389,1959c299,2754,299,2754,299,2754c297,2771,302,2787,311,2800c320,2813,334,2820,348,2820c647,2820,647,2820,647,2820c661,2820,675,2813,684,2800c693,2787,698,2771,696,2754c606,1959,606,1959,606,1959c661,1917,696,1845,696,1763c696,1676,657,1603,598,1562c611,1314,673,1112,762,1030c1774,1408,1774,1408,1774,1408c1781,1410,1785,1410,1790,1410c1795,1410,1799,1410,1806,1408c3545,762,3545,762,3545,762c3566,753,3580,730,3580,705xe">
                <v:path textboxrect="0,0,3580,2820" o:connectlocs="153008,73182;103541,91872;99377,92604;95213,91872;45746,73182;44192,105833;99377,132291;154562,105833;153008,73182;198755,39687;196811,36478;100265,56;99377,0;98489,56;1943,36478;0,39687;1943,42896;30646,53648;22207,87762;16599,99246;21596,110280;16599,155034;17266,157624;19320,158750;35920,158750;37974,157624;38640,155034;33644,110280;38640,99246;33199,87931;42304,57983;98489,79262;99377,79375;100265,79262;196811,42896;198755,39687" o:connectangles="0,0,0,0,0,0,0,0,0,0,0,0,0,0,0,0,0,0,0,0,0,0,0,0,0,0,0,0,0,0,0,0,0,0,0,0"/>
                <v:fill on="t" focussize="0,0"/>
                <v:stroke on="f"/>
                <v:imagedata o:title=""/>
                <o:lock v:ext="edit" aspectratio="t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5725160</wp:posOffset>
                </wp:positionH>
                <wp:positionV relativeFrom="paragraph">
                  <wp:posOffset>8334375</wp:posOffset>
                </wp:positionV>
                <wp:extent cx="195580" cy="177800"/>
                <wp:effectExtent l="0" t="0" r="13970" b="12700"/>
                <wp:wrapNone/>
                <wp:docPr id="82" name="KSO_Shap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6868160" y="9248775"/>
                          <a:ext cx="195580" cy="177800"/>
                        </a:xfrm>
                        <a:custGeom>
                          <a:avLst/>
                          <a:gdLst>
                            <a:gd name="T0" fmla="*/ 0 w 63"/>
                            <a:gd name="T1" fmla="*/ 2147483646 h 57"/>
                            <a:gd name="T2" fmla="*/ 2147483646 w 63"/>
                            <a:gd name="T3" fmla="*/ 2147483646 h 57"/>
                            <a:gd name="T4" fmla="*/ 2147483646 w 63"/>
                            <a:gd name="T5" fmla="*/ 2147483646 h 57"/>
                            <a:gd name="T6" fmla="*/ 2147483646 w 63"/>
                            <a:gd name="T7" fmla="*/ 2147483646 h 57"/>
                            <a:gd name="T8" fmla="*/ 2147483646 w 63"/>
                            <a:gd name="T9" fmla="*/ 0 h 57"/>
                            <a:gd name="T10" fmla="*/ 2147483646 w 63"/>
                            <a:gd name="T11" fmla="*/ 2147483646 h 57"/>
                            <a:gd name="T12" fmla="*/ 2147483646 w 63"/>
                            <a:gd name="T13" fmla="*/ 2147483646 h 57"/>
                            <a:gd name="T14" fmla="*/ 0 w 63"/>
                            <a:gd name="T15" fmla="*/ 2147483646 h 57"/>
                            <a:gd name="T16" fmla="*/ 0 60000 65536"/>
                            <a:gd name="T17" fmla="*/ 0 60000 65536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</a:gdLst>
                          <a:ahLst/>
                          <a:cxnLst>
                            <a:cxn ang="T16">
                              <a:pos x="T0" y="T1"/>
                            </a:cxn>
                            <a:cxn ang="T17">
                              <a:pos x="T2" y="T3"/>
                            </a:cxn>
                            <a:cxn ang="T18">
                              <a:pos x="T4" y="T5"/>
                            </a:cxn>
                            <a:cxn ang="T19">
                              <a:pos x="T6" y="T7"/>
                            </a:cxn>
                            <a:cxn ang="T20">
                              <a:pos x="T8" y="T9"/>
                            </a:cxn>
                            <a:cxn ang="T21">
                              <a:pos x="T10" y="T11"/>
                            </a:cxn>
                            <a:cxn ang="T22">
                              <a:pos x="T12" y="T13"/>
                            </a:cxn>
                            <a:cxn ang="T23">
                              <a:pos x="T14" y="T15"/>
                            </a:cxn>
                          </a:cxnLst>
                          <a:rect l="0" t="0" r="r" b="b"/>
                          <a:pathLst>
                            <a:path w="63" h="57">
                              <a:moveTo>
                                <a:pt x="0" y="55"/>
                              </a:moveTo>
                              <a:cubicBezTo>
                                <a:pt x="0" y="55"/>
                                <a:pt x="0" y="57"/>
                                <a:pt x="4" y="57"/>
                              </a:cubicBezTo>
                              <a:cubicBezTo>
                                <a:pt x="3" y="54"/>
                                <a:pt x="11" y="45"/>
                                <a:pt x="11" y="45"/>
                              </a:cubicBezTo>
                              <a:cubicBezTo>
                                <a:pt x="11" y="45"/>
                                <a:pt x="25" y="54"/>
                                <a:pt x="40" y="39"/>
                              </a:cubicBezTo>
                              <a:cubicBezTo>
                                <a:pt x="54" y="23"/>
                                <a:pt x="44" y="11"/>
                                <a:pt x="63" y="0"/>
                              </a:cubicBezTo>
                              <a:cubicBezTo>
                                <a:pt x="17" y="10"/>
                                <a:pt x="7" y="24"/>
                                <a:pt x="8" y="43"/>
                              </a:cubicBezTo>
                              <a:cubicBezTo>
                                <a:pt x="12" y="34"/>
                                <a:pt x="24" y="22"/>
                                <a:pt x="34" y="17"/>
                              </a:cubicBezTo>
                              <a:cubicBezTo>
                                <a:pt x="17" y="29"/>
                                <a:pt x="5" y="47"/>
                                <a:pt x="0" y="55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825758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anchor="ctr"/>
                    </wps:wsp>
                  </a:graphicData>
                </a:graphic>
              </wp:anchor>
            </w:drawing>
          </mc:Choice>
          <mc:Fallback>
            <w:pict>
              <v:shape id="KSO_Shape" o:spid="_x0000_s1026" o:spt="100" style="position:absolute;left:0pt;margin-left:450.8pt;margin-top:656.25pt;height:14pt;width:15.4pt;z-index:251693056;v-text-anchor:middle;mso-width-relative:page;mso-height-relative:page;" fillcolor="#825758" filled="t" stroked="f" coordsize="63,57" o:gfxdata="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" path="m0,55c0,55,0,57,4,57c3,54,11,45,11,45c11,45,25,54,40,39c54,23,44,11,63,0c17,10,7,24,8,43c12,34,24,22,34,17c17,29,5,47,0,55xe">
                <v:path textboxrect="0,0,63,57" o:connectlocs="0,@0;@0,@0;@0,@0;@0,@0;@0,0;@0,@0;@0,@0;0,@0" o:connectangles="0,0,0,0,0,0,0,0"/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5760720</wp:posOffset>
                </wp:positionH>
                <wp:positionV relativeFrom="paragraph">
                  <wp:posOffset>1393825</wp:posOffset>
                </wp:positionV>
                <wp:extent cx="157480" cy="179070"/>
                <wp:effectExtent l="0" t="0" r="13970" b="11430"/>
                <wp:wrapNone/>
                <wp:docPr id="17" name="手掌纸张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6903720" y="2308225"/>
                          <a:ext cx="157480" cy="179070"/>
                        </a:xfrm>
                        <a:custGeom>
                          <a:avLst/>
                          <a:gdLst>
                            <a:gd name="T0" fmla="*/ 152702 w 5383"/>
                            <a:gd name="T1" fmla="*/ 1414168 h 5687"/>
                            <a:gd name="T2" fmla="*/ 73817 w 5383"/>
                            <a:gd name="T3" fmla="*/ 1373646 h 5687"/>
                            <a:gd name="T4" fmla="*/ 19959 w 5383"/>
                            <a:gd name="T5" fmla="*/ 1304631 h 5687"/>
                            <a:gd name="T6" fmla="*/ 0 w 5383"/>
                            <a:gd name="T7" fmla="*/ 1216305 h 5687"/>
                            <a:gd name="T8" fmla="*/ 19959 w 5383"/>
                            <a:gd name="T9" fmla="*/ 657539 h 5687"/>
                            <a:gd name="T10" fmla="*/ 96310 w 5383"/>
                            <a:gd name="T11" fmla="*/ 574278 h 5687"/>
                            <a:gd name="T12" fmla="*/ 389360 w 5383"/>
                            <a:gd name="T13" fmla="*/ 390345 h 5687"/>
                            <a:gd name="T14" fmla="*/ 1705389 w 5383"/>
                            <a:gd name="T15" fmla="*/ 0 h 5687"/>
                            <a:gd name="T16" fmla="*/ 706170 w 5383"/>
                            <a:gd name="T17" fmla="*/ 380531 h 5687"/>
                            <a:gd name="T18" fmla="*/ 767631 w 5383"/>
                            <a:gd name="T19" fmla="*/ 394460 h 5687"/>
                            <a:gd name="T20" fmla="*/ 815786 w 5383"/>
                            <a:gd name="T21" fmla="*/ 432133 h 5687"/>
                            <a:gd name="T22" fmla="*/ 843982 w 5383"/>
                            <a:gd name="T23" fmla="*/ 486902 h 5687"/>
                            <a:gd name="T24" fmla="*/ 847467 w 5383"/>
                            <a:gd name="T25" fmla="*/ 541354 h 5687"/>
                            <a:gd name="T26" fmla="*/ 1185820 w 5383"/>
                            <a:gd name="T27" fmla="*/ 570796 h 5687"/>
                            <a:gd name="T28" fmla="*/ 1245064 w 5383"/>
                            <a:gd name="T29" fmla="*/ 590740 h 5687"/>
                            <a:gd name="T30" fmla="*/ 1289100 w 5383"/>
                            <a:gd name="T31" fmla="*/ 632529 h 5687"/>
                            <a:gd name="T32" fmla="*/ 1311911 w 5383"/>
                            <a:gd name="T33" fmla="*/ 690463 h 5687"/>
                            <a:gd name="T34" fmla="*/ 1310327 w 5383"/>
                            <a:gd name="T35" fmla="*/ 743333 h 5687"/>
                            <a:gd name="T36" fmla="*/ 1335988 w 5383"/>
                            <a:gd name="T37" fmla="*/ 768976 h 5687"/>
                            <a:gd name="T38" fmla="*/ 1382876 w 5383"/>
                            <a:gd name="T39" fmla="*/ 798734 h 5687"/>
                            <a:gd name="T40" fmla="*/ 1414557 w 5383"/>
                            <a:gd name="T41" fmla="*/ 844639 h 5687"/>
                            <a:gd name="T42" fmla="*/ 1426279 w 5383"/>
                            <a:gd name="T43" fmla="*/ 900990 h 5687"/>
                            <a:gd name="T44" fmla="*/ 1417092 w 5383"/>
                            <a:gd name="T45" fmla="*/ 951643 h 5687"/>
                            <a:gd name="T46" fmla="*/ 1387312 w 5383"/>
                            <a:gd name="T47" fmla="*/ 998814 h 5687"/>
                            <a:gd name="T48" fmla="*/ 1342008 w 5383"/>
                            <a:gd name="T49" fmla="*/ 1030788 h 5687"/>
                            <a:gd name="T50" fmla="*/ 1308743 w 5383"/>
                            <a:gd name="T51" fmla="*/ 1052949 h 5687"/>
                            <a:gd name="T52" fmla="*/ 1313178 w 5383"/>
                            <a:gd name="T53" fmla="*/ 1103918 h 5687"/>
                            <a:gd name="T54" fmla="*/ 1293219 w 5383"/>
                            <a:gd name="T55" fmla="*/ 1163119 h 5687"/>
                            <a:gd name="T56" fmla="*/ 1250766 w 5383"/>
                            <a:gd name="T57" fmla="*/ 1207124 h 5687"/>
                            <a:gd name="T58" fmla="*/ 1193107 w 5383"/>
                            <a:gd name="T59" fmla="*/ 1229918 h 5687"/>
                            <a:gd name="T60" fmla="*/ 1168396 w 5383"/>
                            <a:gd name="T61" fmla="*/ 1254611 h 5687"/>
                            <a:gd name="T62" fmla="*/ 1167762 w 5383"/>
                            <a:gd name="T63" fmla="*/ 1306847 h 5687"/>
                            <a:gd name="T64" fmla="*/ 1142417 w 5383"/>
                            <a:gd name="T65" fmla="*/ 1363198 h 5687"/>
                            <a:gd name="T66" fmla="*/ 1096163 w 5383"/>
                            <a:gd name="T67" fmla="*/ 1403404 h 5687"/>
                            <a:gd name="T68" fmla="*/ 1035652 w 5383"/>
                            <a:gd name="T69" fmla="*/ 1420500 h 5687"/>
                            <a:gd name="T70" fmla="*/ 138446 w 5383"/>
                            <a:gd name="T71" fmla="*/ 660705 h 5687"/>
                            <a:gd name="T72" fmla="*/ 102646 w 5383"/>
                            <a:gd name="T73" fmla="*/ 705976 h 5687"/>
                            <a:gd name="T74" fmla="*/ 96310 w 5383"/>
                            <a:gd name="T75" fmla="*/ 1227385 h 5687"/>
                            <a:gd name="T76" fmla="*/ 111200 w 5383"/>
                            <a:gd name="T77" fmla="*/ 1272656 h 5687"/>
                            <a:gd name="T78" fmla="*/ 142881 w 5383"/>
                            <a:gd name="T79" fmla="*/ 1306530 h 5687"/>
                            <a:gd name="T80" fmla="*/ 186918 w 5383"/>
                            <a:gd name="T81" fmla="*/ 1323942 h 5687"/>
                            <a:gd name="T82" fmla="*/ 1046424 w 5383"/>
                            <a:gd name="T83" fmla="*/ 1321410 h 5687"/>
                            <a:gd name="T84" fmla="*/ 1073036 w 5383"/>
                            <a:gd name="T85" fmla="*/ 1291968 h 5687"/>
                            <a:gd name="T86" fmla="*/ 1069234 w 5383"/>
                            <a:gd name="T87" fmla="*/ 1255877 h 5687"/>
                            <a:gd name="T88" fmla="*/ 1037870 w 5383"/>
                            <a:gd name="T89" fmla="*/ 1232450 h 5687"/>
                            <a:gd name="T90" fmla="*/ 1185504 w 5383"/>
                            <a:gd name="T91" fmla="*/ 1133994 h 5687"/>
                            <a:gd name="T92" fmla="*/ 1214650 w 5383"/>
                            <a:gd name="T93" fmla="*/ 1107401 h 5687"/>
                            <a:gd name="T94" fmla="*/ 1214967 w 5383"/>
                            <a:gd name="T95" fmla="*/ 1072894 h 5687"/>
                            <a:gd name="T96" fmla="*/ 1190256 w 5383"/>
                            <a:gd name="T97" fmla="*/ 1046617 h 5687"/>
                            <a:gd name="T98" fmla="*/ 1293536 w 5383"/>
                            <a:gd name="T99" fmla="*/ 946894 h 5687"/>
                            <a:gd name="T100" fmla="*/ 1325534 w 5383"/>
                            <a:gd name="T101" fmla="*/ 923151 h 5687"/>
                            <a:gd name="T102" fmla="*/ 1329019 w 5383"/>
                            <a:gd name="T103" fmla="*/ 887060 h 5687"/>
                            <a:gd name="T104" fmla="*/ 1302723 w 5383"/>
                            <a:gd name="T105" fmla="*/ 858251 h 5687"/>
                            <a:gd name="T106" fmla="*/ 1175999 w 5383"/>
                            <a:gd name="T107" fmla="*/ 758845 h 5687"/>
                            <a:gd name="T108" fmla="*/ 1210532 w 5383"/>
                            <a:gd name="T109" fmla="*/ 738267 h 5687"/>
                            <a:gd name="T110" fmla="*/ 1217185 w 5383"/>
                            <a:gd name="T111" fmla="*/ 702810 h 5687"/>
                            <a:gd name="T112" fmla="*/ 1193741 w 5383"/>
                            <a:gd name="T113" fmla="*/ 670835 h 5687"/>
                            <a:gd name="T114" fmla="*/ 500243 w 5383"/>
                            <a:gd name="T115" fmla="*/ 569529 h 5687"/>
                            <a:gd name="T116" fmla="*/ 736267 w 5383"/>
                            <a:gd name="T117" fmla="*/ 558449 h 5687"/>
                            <a:gd name="T118" fmla="*/ 753375 w 5383"/>
                            <a:gd name="T119" fmla="*/ 522359 h 5687"/>
                            <a:gd name="T120" fmla="*/ 739435 w 5383"/>
                            <a:gd name="T121" fmla="*/ 489434 h 5687"/>
                            <a:gd name="T122" fmla="*/ 475532 w 5383"/>
                            <a:gd name="T123" fmla="*/ 475821 h 5687"/>
                            <a:gd name="T124" fmla="*/ 403299 w 5383"/>
                            <a:gd name="T125" fmla="*/ 488168 h 5687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  <a:gd name="T150" fmla="*/ 0 60000 65536"/>
                            <a:gd name="T151" fmla="*/ 0 60000 65536"/>
                            <a:gd name="T152" fmla="*/ 0 60000 65536"/>
                            <a:gd name="T153" fmla="*/ 0 60000 65536"/>
                            <a:gd name="T154" fmla="*/ 0 60000 65536"/>
                            <a:gd name="T155" fmla="*/ 0 60000 65536"/>
                            <a:gd name="T156" fmla="*/ 0 60000 65536"/>
                            <a:gd name="T157" fmla="*/ 0 60000 65536"/>
                            <a:gd name="T158" fmla="*/ 0 60000 65536"/>
                            <a:gd name="T159" fmla="*/ 0 60000 65536"/>
                            <a:gd name="T160" fmla="*/ 0 60000 65536"/>
                            <a:gd name="T161" fmla="*/ 0 60000 65536"/>
                            <a:gd name="T162" fmla="*/ 0 60000 65536"/>
                            <a:gd name="T163" fmla="*/ 0 60000 65536"/>
                            <a:gd name="T164" fmla="*/ 0 60000 65536"/>
                            <a:gd name="T165" fmla="*/ 0 60000 65536"/>
                            <a:gd name="T166" fmla="*/ 0 60000 65536"/>
                            <a:gd name="T167" fmla="*/ 0 60000 65536"/>
                            <a:gd name="T168" fmla="*/ 0 60000 65536"/>
                            <a:gd name="T169" fmla="*/ 0 60000 65536"/>
                            <a:gd name="T170" fmla="*/ 0 60000 65536"/>
                            <a:gd name="T171" fmla="*/ 0 60000 65536"/>
                            <a:gd name="T172" fmla="*/ 0 60000 65536"/>
                            <a:gd name="T173" fmla="*/ 0 60000 65536"/>
                            <a:gd name="T174" fmla="*/ 0 60000 65536"/>
                            <a:gd name="T175" fmla="*/ 0 60000 65536"/>
                            <a:gd name="T176" fmla="*/ 0 60000 65536"/>
                            <a:gd name="T177" fmla="*/ 0 60000 65536"/>
                            <a:gd name="T178" fmla="*/ 0 60000 65536"/>
                            <a:gd name="T179" fmla="*/ 0 60000 65536"/>
                            <a:gd name="T180" fmla="*/ 0 60000 65536"/>
                            <a:gd name="T181" fmla="*/ 0 60000 65536"/>
                            <a:gd name="T182" fmla="*/ 0 60000 65536"/>
                            <a:gd name="T183" fmla="*/ 0 60000 65536"/>
                            <a:gd name="T184" fmla="*/ 0 60000 65536"/>
                            <a:gd name="T185" fmla="*/ 0 60000 65536"/>
                            <a:gd name="T186" fmla="*/ 0 60000 65536"/>
                            <a:gd name="T187" fmla="*/ 0 60000 65536"/>
                            <a:gd name="T188" fmla="*/ 0 60000 65536"/>
                          </a:gdLst>
                          <a:ahLst/>
                          <a:cxnLst>
                            <a:cxn ang="T126">
                              <a:pos x="T0" y="T1"/>
                            </a:cxn>
                            <a:cxn ang="T127">
                              <a:pos x="T2" y="T3"/>
                            </a:cxn>
                            <a:cxn ang="T128">
                              <a:pos x="T4" y="T5"/>
                            </a:cxn>
                            <a:cxn ang="T129">
                              <a:pos x="T6" y="T7"/>
                            </a:cxn>
                            <a:cxn ang="T130">
                              <a:pos x="T8" y="T9"/>
                            </a:cxn>
                            <a:cxn ang="T131">
                              <a:pos x="T10" y="T11"/>
                            </a:cxn>
                            <a:cxn ang="T132">
                              <a:pos x="T12" y="T13"/>
                            </a:cxn>
                            <a:cxn ang="T133">
                              <a:pos x="T14" y="T15"/>
                            </a:cxn>
                            <a:cxn ang="T134">
                              <a:pos x="T16" y="T17"/>
                            </a:cxn>
                            <a:cxn ang="T135">
                              <a:pos x="T18" y="T19"/>
                            </a:cxn>
                            <a:cxn ang="T136">
                              <a:pos x="T20" y="T21"/>
                            </a:cxn>
                            <a:cxn ang="T137">
                              <a:pos x="T22" y="T23"/>
                            </a:cxn>
                            <a:cxn ang="T138">
                              <a:pos x="T24" y="T25"/>
                            </a:cxn>
                            <a:cxn ang="T139">
                              <a:pos x="T26" y="T27"/>
                            </a:cxn>
                            <a:cxn ang="T140">
                              <a:pos x="T28" y="T29"/>
                            </a:cxn>
                            <a:cxn ang="T141">
                              <a:pos x="T30" y="T31"/>
                            </a:cxn>
                            <a:cxn ang="T142">
                              <a:pos x="T32" y="T33"/>
                            </a:cxn>
                            <a:cxn ang="T143">
                              <a:pos x="T34" y="T35"/>
                            </a:cxn>
                            <a:cxn ang="T144">
                              <a:pos x="T36" y="T37"/>
                            </a:cxn>
                            <a:cxn ang="T145">
                              <a:pos x="T38" y="T39"/>
                            </a:cxn>
                            <a:cxn ang="T146">
                              <a:pos x="T40" y="T41"/>
                            </a:cxn>
                            <a:cxn ang="T147">
                              <a:pos x="T42" y="T43"/>
                            </a:cxn>
                            <a:cxn ang="T148">
                              <a:pos x="T44" y="T45"/>
                            </a:cxn>
                            <a:cxn ang="T149">
                              <a:pos x="T46" y="T47"/>
                            </a:cxn>
                            <a:cxn ang="T150">
                              <a:pos x="T48" y="T49"/>
                            </a:cxn>
                            <a:cxn ang="T151">
                              <a:pos x="T50" y="T51"/>
                            </a:cxn>
                            <a:cxn ang="T152">
                              <a:pos x="T52" y="T53"/>
                            </a:cxn>
                            <a:cxn ang="T153">
                              <a:pos x="T54" y="T55"/>
                            </a:cxn>
                            <a:cxn ang="T154">
                              <a:pos x="T56" y="T57"/>
                            </a:cxn>
                            <a:cxn ang="T155">
                              <a:pos x="T58" y="T59"/>
                            </a:cxn>
                            <a:cxn ang="T156">
                              <a:pos x="T60" y="T61"/>
                            </a:cxn>
                            <a:cxn ang="T157">
                              <a:pos x="T62" y="T63"/>
                            </a:cxn>
                            <a:cxn ang="T158">
                              <a:pos x="T64" y="T65"/>
                            </a:cxn>
                            <a:cxn ang="T159">
                              <a:pos x="T66" y="T67"/>
                            </a:cxn>
                            <a:cxn ang="T160">
                              <a:pos x="T68" y="T69"/>
                            </a:cxn>
                            <a:cxn ang="T161">
                              <a:pos x="T70" y="T71"/>
                            </a:cxn>
                            <a:cxn ang="T162">
                              <a:pos x="T72" y="T73"/>
                            </a:cxn>
                            <a:cxn ang="T163">
                              <a:pos x="T74" y="T75"/>
                            </a:cxn>
                            <a:cxn ang="T164">
                              <a:pos x="T76" y="T77"/>
                            </a:cxn>
                            <a:cxn ang="T165">
                              <a:pos x="T78" y="T79"/>
                            </a:cxn>
                            <a:cxn ang="T166">
                              <a:pos x="T80" y="T81"/>
                            </a:cxn>
                            <a:cxn ang="T167">
                              <a:pos x="T82" y="T83"/>
                            </a:cxn>
                            <a:cxn ang="T168">
                              <a:pos x="T84" y="T85"/>
                            </a:cxn>
                            <a:cxn ang="T169">
                              <a:pos x="T86" y="T87"/>
                            </a:cxn>
                            <a:cxn ang="T170">
                              <a:pos x="T88" y="T89"/>
                            </a:cxn>
                            <a:cxn ang="T171">
                              <a:pos x="T90" y="T91"/>
                            </a:cxn>
                            <a:cxn ang="T172">
                              <a:pos x="T92" y="T93"/>
                            </a:cxn>
                            <a:cxn ang="T173">
                              <a:pos x="T94" y="T95"/>
                            </a:cxn>
                            <a:cxn ang="T174">
                              <a:pos x="T96" y="T97"/>
                            </a:cxn>
                            <a:cxn ang="T175">
                              <a:pos x="T98" y="T99"/>
                            </a:cxn>
                            <a:cxn ang="T176">
                              <a:pos x="T100" y="T101"/>
                            </a:cxn>
                            <a:cxn ang="T177">
                              <a:pos x="T102" y="T103"/>
                            </a:cxn>
                            <a:cxn ang="T178">
                              <a:pos x="T104" y="T105"/>
                            </a:cxn>
                            <a:cxn ang="T179">
                              <a:pos x="T106" y="T107"/>
                            </a:cxn>
                            <a:cxn ang="T180">
                              <a:pos x="T108" y="T109"/>
                            </a:cxn>
                            <a:cxn ang="T181">
                              <a:pos x="T110" y="T111"/>
                            </a:cxn>
                            <a:cxn ang="T182">
                              <a:pos x="T112" y="T113"/>
                            </a:cxn>
                            <a:cxn ang="T183">
                              <a:pos x="T114" y="T115"/>
                            </a:cxn>
                            <a:cxn ang="T184">
                              <a:pos x="T116" y="T117"/>
                            </a:cxn>
                            <a:cxn ang="T185">
                              <a:pos x="T118" y="T119"/>
                            </a:cxn>
                            <a:cxn ang="T186">
                              <a:pos x="T120" y="T121"/>
                            </a:cxn>
                            <a:cxn ang="T187">
                              <a:pos x="T122" y="T123"/>
                            </a:cxn>
                            <a:cxn ang="T188">
                              <a:pos x="T124" y="T125"/>
                            </a:cxn>
                          </a:cxnLst>
                          <a:rect l="0" t="0" r="r" b="b"/>
                          <a:pathLst>
                            <a:path w="5383" h="5687">
                              <a:moveTo>
                                <a:pt x="1466" y="5687"/>
                              </a:moveTo>
                              <a:lnTo>
                                <a:pt x="1466" y="4488"/>
                              </a:lnTo>
                              <a:lnTo>
                                <a:pt x="643" y="4488"/>
                              </a:lnTo>
                              <a:lnTo>
                                <a:pt x="610" y="4487"/>
                              </a:lnTo>
                              <a:lnTo>
                                <a:pt x="577" y="4484"/>
                              </a:lnTo>
                              <a:lnTo>
                                <a:pt x="545" y="4480"/>
                              </a:lnTo>
                              <a:lnTo>
                                <a:pt x="513" y="4474"/>
                              </a:lnTo>
                              <a:lnTo>
                                <a:pt x="482" y="4467"/>
                              </a:lnTo>
                              <a:lnTo>
                                <a:pt x="451" y="4458"/>
                              </a:lnTo>
                              <a:lnTo>
                                <a:pt x="421" y="4448"/>
                              </a:lnTo>
                              <a:lnTo>
                                <a:pt x="392" y="4436"/>
                              </a:lnTo>
                              <a:lnTo>
                                <a:pt x="363" y="4424"/>
                              </a:lnTo>
                              <a:lnTo>
                                <a:pt x="336" y="4409"/>
                              </a:lnTo>
                              <a:lnTo>
                                <a:pt x="308" y="4394"/>
                              </a:lnTo>
                              <a:lnTo>
                                <a:pt x="282" y="4377"/>
                              </a:lnTo>
                              <a:lnTo>
                                <a:pt x="257" y="4359"/>
                              </a:lnTo>
                              <a:lnTo>
                                <a:pt x="233" y="4339"/>
                              </a:lnTo>
                              <a:lnTo>
                                <a:pt x="210" y="4319"/>
                              </a:lnTo>
                              <a:lnTo>
                                <a:pt x="187" y="4298"/>
                              </a:lnTo>
                              <a:lnTo>
                                <a:pt x="167" y="4275"/>
                              </a:lnTo>
                              <a:lnTo>
                                <a:pt x="146" y="4251"/>
                              </a:lnTo>
                              <a:lnTo>
                                <a:pt x="127" y="4228"/>
                              </a:lnTo>
                              <a:lnTo>
                                <a:pt x="110" y="4202"/>
                              </a:lnTo>
                              <a:lnTo>
                                <a:pt x="93" y="4176"/>
                              </a:lnTo>
                              <a:lnTo>
                                <a:pt x="78" y="4149"/>
                              </a:lnTo>
                              <a:lnTo>
                                <a:pt x="63" y="4121"/>
                              </a:lnTo>
                              <a:lnTo>
                                <a:pt x="50" y="4093"/>
                              </a:lnTo>
                              <a:lnTo>
                                <a:pt x="39" y="4063"/>
                              </a:lnTo>
                              <a:lnTo>
                                <a:pt x="29" y="4033"/>
                              </a:lnTo>
                              <a:lnTo>
                                <a:pt x="21" y="4003"/>
                              </a:lnTo>
                              <a:lnTo>
                                <a:pt x="13" y="3972"/>
                              </a:lnTo>
                              <a:lnTo>
                                <a:pt x="8" y="3940"/>
                              </a:lnTo>
                              <a:lnTo>
                                <a:pt x="4" y="3908"/>
                              </a:lnTo>
                              <a:lnTo>
                                <a:pt x="1" y="3875"/>
                              </a:lnTo>
                              <a:lnTo>
                                <a:pt x="0" y="3842"/>
                              </a:lnTo>
                              <a:lnTo>
                                <a:pt x="0" y="2337"/>
                              </a:lnTo>
                              <a:lnTo>
                                <a:pt x="1" y="2299"/>
                              </a:lnTo>
                              <a:lnTo>
                                <a:pt x="6" y="2260"/>
                              </a:lnTo>
                              <a:lnTo>
                                <a:pt x="13" y="2222"/>
                              </a:lnTo>
                              <a:lnTo>
                                <a:pt x="22" y="2184"/>
                              </a:lnTo>
                              <a:lnTo>
                                <a:pt x="33" y="2148"/>
                              </a:lnTo>
                              <a:lnTo>
                                <a:pt x="47" y="2111"/>
                              </a:lnTo>
                              <a:lnTo>
                                <a:pt x="63" y="2077"/>
                              </a:lnTo>
                              <a:lnTo>
                                <a:pt x="81" y="2043"/>
                              </a:lnTo>
                              <a:lnTo>
                                <a:pt x="103" y="2010"/>
                              </a:lnTo>
                              <a:lnTo>
                                <a:pt x="126" y="1977"/>
                              </a:lnTo>
                              <a:lnTo>
                                <a:pt x="151" y="1946"/>
                              </a:lnTo>
                              <a:lnTo>
                                <a:pt x="177" y="1916"/>
                              </a:lnTo>
                              <a:lnTo>
                                <a:pt x="207" y="1889"/>
                              </a:lnTo>
                              <a:lnTo>
                                <a:pt x="238" y="1861"/>
                              </a:lnTo>
                              <a:lnTo>
                                <a:pt x="269" y="1836"/>
                              </a:lnTo>
                              <a:lnTo>
                                <a:pt x="304" y="1814"/>
                              </a:lnTo>
                              <a:lnTo>
                                <a:pt x="685" y="1565"/>
                              </a:lnTo>
                              <a:lnTo>
                                <a:pt x="1108" y="1289"/>
                              </a:lnTo>
                              <a:lnTo>
                                <a:pt x="1129" y="1277"/>
                              </a:lnTo>
                              <a:lnTo>
                                <a:pt x="1148" y="1266"/>
                              </a:lnTo>
                              <a:lnTo>
                                <a:pt x="1169" y="1255"/>
                              </a:lnTo>
                              <a:lnTo>
                                <a:pt x="1188" y="1247"/>
                              </a:lnTo>
                              <a:lnTo>
                                <a:pt x="1209" y="1239"/>
                              </a:lnTo>
                              <a:lnTo>
                                <a:pt x="1229" y="1233"/>
                              </a:lnTo>
                              <a:lnTo>
                                <a:pt x="1251" y="1226"/>
                              </a:lnTo>
                              <a:lnTo>
                                <a:pt x="1273" y="1221"/>
                              </a:lnTo>
                              <a:lnTo>
                                <a:pt x="1295" y="1217"/>
                              </a:lnTo>
                              <a:lnTo>
                                <a:pt x="1317" y="1213"/>
                              </a:lnTo>
                              <a:lnTo>
                                <a:pt x="1364" y="1208"/>
                              </a:lnTo>
                              <a:lnTo>
                                <a:pt x="1413" y="1204"/>
                              </a:lnTo>
                              <a:lnTo>
                                <a:pt x="1466" y="1202"/>
                              </a:lnTo>
                              <a:lnTo>
                                <a:pt x="1466" y="0"/>
                              </a:lnTo>
                              <a:lnTo>
                                <a:pt x="5383" y="0"/>
                              </a:lnTo>
                              <a:lnTo>
                                <a:pt x="5383" y="5687"/>
                              </a:lnTo>
                              <a:lnTo>
                                <a:pt x="1466" y="5687"/>
                              </a:lnTo>
                              <a:close/>
                              <a:moveTo>
                                <a:pt x="1767" y="5386"/>
                              </a:moveTo>
                              <a:lnTo>
                                <a:pt x="5083" y="5386"/>
                              </a:lnTo>
                              <a:lnTo>
                                <a:pt x="5083" y="302"/>
                              </a:lnTo>
                              <a:lnTo>
                                <a:pt x="1767" y="302"/>
                              </a:lnTo>
                              <a:lnTo>
                                <a:pt x="1767" y="1202"/>
                              </a:lnTo>
                              <a:lnTo>
                                <a:pt x="2229" y="1202"/>
                              </a:lnTo>
                              <a:lnTo>
                                <a:pt x="2252" y="1203"/>
                              </a:lnTo>
                              <a:lnTo>
                                <a:pt x="2275" y="1204"/>
                              </a:lnTo>
                              <a:lnTo>
                                <a:pt x="2298" y="1208"/>
                              </a:lnTo>
                              <a:lnTo>
                                <a:pt x="2320" y="1211"/>
                              </a:lnTo>
                              <a:lnTo>
                                <a:pt x="2341" y="1217"/>
                              </a:lnTo>
                              <a:lnTo>
                                <a:pt x="2363" y="1222"/>
                              </a:lnTo>
                              <a:lnTo>
                                <a:pt x="2383" y="1229"/>
                              </a:lnTo>
                              <a:lnTo>
                                <a:pt x="2404" y="1237"/>
                              </a:lnTo>
                              <a:lnTo>
                                <a:pt x="2423" y="1246"/>
                              </a:lnTo>
                              <a:lnTo>
                                <a:pt x="2443" y="1257"/>
                              </a:lnTo>
                              <a:lnTo>
                                <a:pt x="2462" y="1267"/>
                              </a:lnTo>
                              <a:lnTo>
                                <a:pt x="2480" y="1278"/>
                              </a:lnTo>
                              <a:lnTo>
                                <a:pt x="2498" y="1291"/>
                              </a:lnTo>
                              <a:lnTo>
                                <a:pt x="2515" y="1305"/>
                              </a:lnTo>
                              <a:lnTo>
                                <a:pt x="2531" y="1319"/>
                              </a:lnTo>
                              <a:lnTo>
                                <a:pt x="2547" y="1334"/>
                              </a:lnTo>
                              <a:lnTo>
                                <a:pt x="2562" y="1349"/>
                              </a:lnTo>
                              <a:lnTo>
                                <a:pt x="2575" y="1365"/>
                              </a:lnTo>
                              <a:lnTo>
                                <a:pt x="2589" y="1382"/>
                              </a:lnTo>
                              <a:lnTo>
                                <a:pt x="2601" y="1400"/>
                              </a:lnTo>
                              <a:lnTo>
                                <a:pt x="2613" y="1419"/>
                              </a:lnTo>
                              <a:lnTo>
                                <a:pt x="2624" y="1437"/>
                              </a:lnTo>
                              <a:lnTo>
                                <a:pt x="2633" y="1456"/>
                              </a:lnTo>
                              <a:lnTo>
                                <a:pt x="2643" y="1477"/>
                              </a:lnTo>
                              <a:lnTo>
                                <a:pt x="2651" y="1496"/>
                              </a:lnTo>
                              <a:lnTo>
                                <a:pt x="2657" y="1518"/>
                              </a:lnTo>
                              <a:lnTo>
                                <a:pt x="2664" y="1538"/>
                              </a:lnTo>
                              <a:lnTo>
                                <a:pt x="2669" y="1560"/>
                              </a:lnTo>
                              <a:lnTo>
                                <a:pt x="2673" y="1583"/>
                              </a:lnTo>
                              <a:lnTo>
                                <a:pt x="2676" y="1605"/>
                              </a:lnTo>
                              <a:lnTo>
                                <a:pt x="2678" y="1628"/>
                              </a:lnTo>
                              <a:lnTo>
                                <a:pt x="2678" y="1650"/>
                              </a:lnTo>
                              <a:lnTo>
                                <a:pt x="2678" y="1671"/>
                              </a:lnTo>
                              <a:lnTo>
                                <a:pt x="2677" y="1690"/>
                              </a:lnTo>
                              <a:lnTo>
                                <a:pt x="2675" y="1710"/>
                              </a:lnTo>
                              <a:lnTo>
                                <a:pt x="2671" y="1728"/>
                              </a:lnTo>
                              <a:lnTo>
                                <a:pt x="2668" y="1746"/>
                              </a:lnTo>
                              <a:lnTo>
                                <a:pt x="2663" y="1764"/>
                              </a:lnTo>
                              <a:lnTo>
                                <a:pt x="2659" y="1783"/>
                              </a:lnTo>
                              <a:lnTo>
                                <a:pt x="2653" y="1801"/>
                              </a:lnTo>
                              <a:lnTo>
                                <a:pt x="3697" y="1801"/>
                              </a:lnTo>
                              <a:lnTo>
                                <a:pt x="3720" y="1801"/>
                              </a:lnTo>
                              <a:lnTo>
                                <a:pt x="3743" y="1803"/>
                              </a:lnTo>
                              <a:lnTo>
                                <a:pt x="3766" y="1806"/>
                              </a:lnTo>
                              <a:lnTo>
                                <a:pt x="3787" y="1810"/>
                              </a:lnTo>
                              <a:lnTo>
                                <a:pt x="3809" y="1815"/>
                              </a:lnTo>
                              <a:lnTo>
                                <a:pt x="3831" y="1822"/>
                              </a:lnTo>
                              <a:lnTo>
                                <a:pt x="3851" y="1828"/>
                              </a:lnTo>
                              <a:lnTo>
                                <a:pt x="3872" y="1836"/>
                              </a:lnTo>
                              <a:lnTo>
                                <a:pt x="3892" y="1846"/>
                              </a:lnTo>
                              <a:lnTo>
                                <a:pt x="3912" y="1855"/>
                              </a:lnTo>
                              <a:lnTo>
                                <a:pt x="3930" y="1866"/>
                              </a:lnTo>
                              <a:lnTo>
                                <a:pt x="3948" y="1877"/>
                              </a:lnTo>
                              <a:lnTo>
                                <a:pt x="3967" y="1890"/>
                              </a:lnTo>
                              <a:lnTo>
                                <a:pt x="3983" y="1904"/>
                              </a:lnTo>
                              <a:lnTo>
                                <a:pt x="4000" y="1917"/>
                              </a:lnTo>
                              <a:lnTo>
                                <a:pt x="4015" y="1932"/>
                              </a:lnTo>
                              <a:lnTo>
                                <a:pt x="4029" y="1948"/>
                              </a:lnTo>
                              <a:lnTo>
                                <a:pt x="4044" y="1964"/>
                              </a:lnTo>
                              <a:lnTo>
                                <a:pt x="4058" y="1981"/>
                              </a:lnTo>
                              <a:lnTo>
                                <a:pt x="4069" y="1998"/>
                              </a:lnTo>
                              <a:lnTo>
                                <a:pt x="4082" y="2017"/>
                              </a:lnTo>
                              <a:lnTo>
                                <a:pt x="4092" y="2036"/>
                              </a:lnTo>
                              <a:lnTo>
                                <a:pt x="4102" y="2056"/>
                              </a:lnTo>
                              <a:lnTo>
                                <a:pt x="4112" y="2075"/>
                              </a:lnTo>
                              <a:lnTo>
                                <a:pt x="4120" y="2095"/>
                              </a:lnTo>
                              <a:lnTo>
                                <a:pt x="4126" y="2116"/>
                              </a:lnTo>
                              <a:lnTo>
                                <a:pt x="4132" y="2138"/>
                              </a:lnTo>
                              <a:lnTo>
                                <a:pt x="4138" y="2159"/>
                              </a:lnTo>
                              <a:lnTo>
                                <a:pt x="4141" y="2181"/>
                              </a:lnTo>
                              <a:lnTo>
                                <a:pt x="4145" y="2204"/>
                              </a:lnTo>
                              <a:lnTo>
                                <a:pt x="4146" y="2227"/>
                              </a:lnTo>
                              <a:lnTo>
                                <a:pt x="4147" y="2250"/>
                              </a:lnTo>
                              <a:lnTo>
                                <a:pt x="4146" y="2269"/>
                              </a:lnTo>
                              <a:lnTo>
                                <a:pt x="4145" y="2290"/>
                              </a:lnTo>
                              <a:lnTo>
                                <a:pt x="4142" y="2309"/>
                              </a:lnTo>
                              <a:lnTo>
                                <a:pt x="4140" y="2328"/>
                              </a:lnTo>
                              <a:lnTo>
                                <a:pt x="4136" y="2348"/>
                              </a:lnTo>
                              <a:lnTo>
                                <a:pt x="4131" y="2366"/>
                              </a:lnTo>
                              <a:lnTo>
                                <a:pt x="4125" y="2385"/>
                              </a:lnTo>
                              <a:lnTo>
                                <a:pt x="4120" y="2402"/>
                              </a:lnTo>
                              <a:lnTo>
                                <a:pt x="4140" y="2406"/>
                              </a:lnTo>
                              <a:lnTo>
                                <a:pt x="4160" y="2410"/>
                              </a:lnTo>
                              <a:lnTo>
                                <a:pt x="4179" y="2416"/>
                              </a:lnTo>
                              <a:lnTo>
                                <a:pt x="4198" y="2422"/>
                              </a:lnTo>
                              <a:lnTo>
                                <a:pt x="4217" y="2429"/>
                              </a:lnTo>
                              <a:lnTo>
                                <a:pt x="4235" y="2437"/>
                              </a:lnTo>
                              <a:lnTo>
                                <a:pt x="4253" y="2445"/>
                              </a:lnTo>
                              <a:lnTo>
                                <a:pt x="4270" y="2454"/>
                              </a:lnTo>
                              <a:lnTo>
                                <a:pt x="4287" y="2464"/>
                              </a:lnTo>
                              <a:lnTo>
                                <a:pt x="4305" y="2474"/>
                              </a:lnTo>
                              <a:lnTo>
                                <a:pt x="4321" y="2486"/>
                              </a:lnTo>
                              <a:lnTo>
                                <a:pt x="4335" y="2497"/>
                              </a:lnTo>
                              <a:lnTo>
                                <a:pt x="4350" y="2510"/>
                              </a:lnTo>
                              <a:lnTo>
                                <a:pt x="4365" y="2523"/>
                              </a:lnTo>
                              <a:lnTo>
                                <a:pt x="4379" y="2537"/>
                              </a:lnTo>
                              <a:lnTo>
                                <a:pt x="4392" y="2552"/>
                              </a:lnTo>
                              <a:lnTo>
                                <a:pt x="4405" y="2567"/>
                              </a:lnTo>
                              <a:lnTo>
                                <a:pt x="4416" y="2583"/>
                              </a:lnTo>
                              <a:lnTo>
                                <a:pt x="4428" y="2599"/>
                              </a:lnTo>
                              <a:lnTo>
                                <a:pt x="4438" y="2615"/>
                              </a:lnTo>
                              <a:lnTo>
                                <a:pt x="4448" y="2632"/>
                              </a:lnTo>
                              <a:lnTo>
                                <a:pt x="4457" y="2650"/>
                              </a:lnTo>
                              <a:lnTo>
                                <a:pt x="4465" y="2668"/>
                              </a:lnTo>
                              <a:lnTo>
                                <a:pt x="4472" y="2687"/>
                              </a:lnTo>
                              <a:lnTo>
                                <a:pt x="4479" y="2705"/>
                              </a:lnTo>
                              <a:lnTo>
                                <a:pt x="4486" y="2724"/>
                              </a:lnTo>
                              <a:lnTo>
                                <a:pt x="4491" y="2744"/>
                              </a:lnTo>
                              <a:lnTo>
                                <a:pt x="4495" y="2763"/>
                              </a:lnTo>
                              <a:lnTo>
                                <a:pt x="4497" y="2784"/>
                              </a:lnTo>
                              <a:lnTo>
                                <a:pt x="4501" y="2804"/>
                              </a:lnTo>
                              <a:lnTo>
                                <a:pt x="4502" y="2825"/>
                              </a:lnTo>
                              <a:lnTo>
                                <a:pt x="4502" y="2846"/>
                              </a:lnTo>
                              <a:lnTo>
                                <a:pt x="4502" y="2867"/>
                              </a:lnTo>
                              <a:lnTo>
                                <a:pt x="4501" y="2888"/>
                              </a:lnTo>
                              <a:lnTo>
                                <a:pt x="4497" y="2908"/>
                              </a:lnTo>
                              <a:lnTo>
                                <a:pt x="4495" y="2929"/>
                              </a:lnTo>
                              <a:lnTo>
                                <a:pt x="4491" y="2948"/>
                              </a:lnTo>
                              <a:lnTo>
                                <a:pt x="4486" y="2967"/>
                              </a:lnTo>
                              <a:lnTo>
                                <a:pt x="4479" y="2987"/>
                              </a:lnTo>
                              <a:lnTo>
                                <a:pt x="4473" y="3006"/>
                              </a:lnTo>
                              <a:lnTo>
                                <a:pt x="4465" y="3025"/>
                              </a:lnTo>
                              <a:lnTo>
                                <a:pt x="4457" y="3043"/>
                              </a:lnTo>
                              <a:lnTo>
                                <a:pt x="4448" y="3060"/>
                              </a:lnTo>
                              <a:lnTo>
                                <a:pt x="4438" y="3077"/>
                              </a:lnTo>
                              <a:lnTo>
                                <a:pt x="4428" y="3093"/>
                              </a:lnTo>
                              <a:lnTo>
                                <a:pt x="4416" y="3110"/>
                              </a:lnTo>
                              <a:lnTo>
                                <a:pt x="4405" y="3125"/>
                              </a:lnTo>
                              <a:lnTo>
                                <a:pt x="4392" y="3140"/>
                              </a:lnTo>
                              <a:lnTo>
                                <a:pt x="4379" y="3155"/>
                              </a:lnTo>
                              <a:lnTo>
                                <a:pt x="4365" y="3168"/>
                              </a:lnTo>
                              <a:lnTo>
                                <a:pt x="4351" y="3182"/>
                              </a:lnTo>
                              <a:lnTo>
                                <a:pt x="4336" y="3195"/>
                              </a:lnTo>
                              <a:lnTo>
                                <a:pt x="4321" y="3207"/>
                              </a:lnTo>
                              <a:lnTo>
                                <a:pt x="4305" y="3219"/>
                              </a:lnTo>
                              <a:lnTo>
                                <a:pt x="4289" y="3229"/>
                              </a:lnTo>
                              <a:lnTo>
                                <a:pt x="4271" y="3239"/>
                              </a:lnTo>
                              <a:lnTo>
                                <a:pt x="4253" y="3248"/>
                              </a:lnTo>
                              <a:lnTo>
                                <a:pt x="4236" y="3256"/>
                              </a:lnTo>
                              <a:lnTo>
                                <a:pt x="4217" y="3264"/>
                              </a:lnTo>
                              <a:lnTo>
                                <a:pt x="4198" y="3271"/>
                              </a:lnTo>
                              <a:lnTo>
                                <a:pt x="4179" y="3277"/>
                              </a:lnTo>
                              <a:lnTo>
                                <a:pt x="4160" y="3282"/>
                              </a:lnTo>
                              <a:lnTo>
                                <a:pt x="4140" y="3287"/>
                              </a:lnTo>
                              <a:lnTo>
                                <a:pt x="4120" y="3290"/>
                              </a:lnTo>
                              <a:lnTo>
                                <a:pt x="4125" y="3308"/>
                              </a:lnTo>
                              <a:lnTo>
                                <a:pt x="4131" y="3326"/>
                              </a:lnTo>
                              <a:lnTo>
                                <a:pt x="4136" y="3344"/>
                              </a:lnTo>
                              <a:lnTo>
                                <a:pt x="4140" y="3364"/>
                              </a:lnTo>
                              <a:lnTo>
                                <a:pt x="4142" y="3382"/>
                              </a:lnTo>
                              <a:lnTo>
                                <a:pt x="4145" y="3401"/>
                              </a:lnTo>
                              <a:lnTo>
                                <a:pt x="4146" y="3422"/>
                              </a:lnTo>
                              <a:lnTo>
                                <a:pt x="4147" y="3441"/>
                              </a:lnTo>
                              <a:lnTo>
                                <a:pt x="4146" y="3464"/>
                              </a:lnTo>
                              <a:lnTo>
                                <a:pt x="4145" y="3487"/>
                              </a:lnTo>
                              <a:lnTo>
                                <a:pt x="4141" y="3510"/>
                              </a:lnTo>
                              <a:lnTo>
                                <a:pt x="4138" y="3531"/>
                              </a:lnTo>
                              <a:lnTo>
                                <a:pt x="4132" y="3553"/>
                              </a:lnTo>
                              <a:lnTo>
                                <a:pt x="4126" y="3575"/>
                              </a:lnTo>
                              <a:lnTo>
                                <a:pt x="4120" y="3595"/>
                              </a:lnTo>
                              <a:lnTo>
                                <a:pt x="4112" y="3616"/>
                              </a:lnTo>
                              <a:lnTo>
                                <a:pt x="4102" y="3635"/>
                              </a:lnTo>
                              <a:lnTo>
                                <a:pt x="4092" y="3655"/>
                              </a:lnTo>
                              <a:lnTo>
                                <a:pt x="4082" y="3674"/>
                              </a:lnTo>
                              <a:lnTo>
                                <a:pt x="4069" y="3692"/>
                              </a:lnTo>
                              <a:lnTo>
                                <a:pt x="4058" y="3709"/>
                              </a:lnTo>
                              <a:lnTo>
                                <a:pt x="4044" y="3726"/>
                              </a:lnTo>
                              <a:lnTo>
                                <a:pt x="4029" y="3742"/>
                              </a:lnTo>
                              <a:lnTo>
                                <a:pt x="4015" y="3758"/>
                              </a:lnTo>
                              <a:lnTo>
                                <a:pt x="4000" y="3773"/>
                              </a:lnTo>
                              <a:lnTo>
                                <a:pt x="3983" y="3787"/>
                              </a:lnTo>
                              <a:lnTo>
                                <a:pt x="3967" y="3801"/>
                              </a:lnTo>
                              <a:lnTo>
                                <a:pt x="3948" y="3813"/>
                              </a:lnTo>
                              <a:lnTo>
                                <a:pt x="3930" y="3825"/>
                              </a:lnTo>
                              <a:lnTo>
                                <a:pt x="3912" y="3836"/>
                              </a:lnTo>
                              <a:lnTo>
                                <a:pt x="3892" y="3845"/>
                              </a:lnTo>
                              <a:lnTo>
                                <a:pt x="3872" y="3854"/>
                              </a:lnTo>
                              <a:lnTo>
                                <a:pt x="3851" y="3862"/>
                              </a:lnTo>
                              <a:lnTo>
                                <a:pt x="3831" y="3869"/>
                              </a:lnTo>
                              <a:lnTo>
                                <a:pt x="3809" y="3876"/>
                              </a:lnTo>
                              <a:lnTo>
                                <a:pt x="3787" y="3881"/>
                              </a:lnTo>
                              <a:lnTo>
                                <a:pt x="3766" y="3885"/>
                              </a:lnTo>
                              <a:lnTo>
                                <a:pt x="3743" y="3887"/>
                              </a:lnTo>
                              <a:lnTo>
                                <a:pt x="3720" y="3890"/>
                              </a:lnTo>
                              <a:lnTo>
                                <a:pt x="3697" y="3890"/>
                              </a:lnTo>
                              <a:lnTo>
                                <a:pt x="3669" y="3890"/>
                              </a:lnTo>
                              <a:lnTo>
                                <a:pt x="3676" y="3908"/>
                              </a:lnTo>
                              <a:lnTo>
                                <a:pt x="3680" y="3925"/>
                              </a:lnTo>
                              <a:lnTo>
                                <a:pt x="3685" y="3943"/>
                              </a:lnTo>
                              <a:lnTo>
                                <a:pt x="3688" y="3963"/>
                              </a:lnTo>
                              <a:lnTo>
                                <a:pt x="3692" y="3981"/>
                              </a:lnTo>
                              <a:lnTo>
                                <a:pt x="3693" y="3999"/>
                              </a:lnTo>
                              <a:lnTo>
                                <a:pt x="3694" y="4019"/>
                              </a:lnTo>
                              <a:lnTo>
                                <a:pt x="3695" y="4038"/>
                              </a:lnTo>
                              <a:lnTo>
                                <a:pt x="3694" y="4061"/>
                              </a:lnTo>
                              <a:lnTo>
                                <a:pt x="3693" y="4084"/>
                              </a:lnTo>
                              <a:lnTo>
                                <a:pt x="3689" y="4107"/>
                              </a:lnTo>
                              <a:lnTo>
                                <a:pt x="3686" y="4128"/>
                              </a:lnTo>
                              <a:lnTo>
                                <a:pt x="3680" y="4150"/>
                              </a:lnTo>
                              <a:lnTo>
                                <a:pt x="3674" y="4172"/>
                              </a:lnTo>
                              <a:lnTo>
                                <a:pt x="3668" y="4192"/>
                              </a:lnTo>
                              <a:lnTo>
                                <a:pt x="3660" y="4213"/>
                              </a:lnTo>
                              <a:lnTo>
                                <a:pt x="3650" y="4232"/>
                              </a:lnTo>
                              <a:lnTo>
                                <a:pt x="3640" y="4251"/>
                              </a:lnTo>
                              <a:lnTo>
                                <a:pt x="3630" y="4271"/>
                              </a:lnTo>
                              <a:lnTo>
                                <a:pt x="3617" y="4289"/>
                              </a:lnTo>
                              <a:lnTo>
                                <a:pt x="3606" y="4306"/>
                              </a:lnTo>
                              <a:lnTo>
                                <a:pt x="3592" y="4323"/>
                              </a:lnTo>
                              <a:lnTo>
                                <a:pt x="3577" y="4341"/>
                              </a:lnTo>
                              <a:lnTo>
                                <a:pt x="3563" y="4355"/>
                              </a:lnTo>
                              <a:lnTo>
                                <a:pt x="3548" y="4370"/>
                              </a:lnTo>
                              <a:lnTo>
                                <a:pt x="3531" y="4385"/>
                              </a:lnTo>
                              <a:lnTo>
                                <a:pt x="3515" y="4398"/>
                              </a:lnTo>
                              <a:lnTo>
                                <a:pt x="3496" y="4410"/>
                              </a:lnTo>
                              <a:lnTo>
                                <a:pt x="3478" y="4423"/>
                              </a:lnTo>
                              <a:lnTo>
                                <a:pt x="3460" y="4433"/>
                              </a:lnTo>
                              <a:lnTo>
                                <a:pt x="3440" y="4443"/>
                              </a:lnTo>
                              <a:lnTo>
                                <a:pt x="3420" y="4452"/>
                              </a:lnTo>
                              <a:lnTo>
                                <a:pt x="3400" y="4460"/>
                              </a:lnTo>
                              <a:lnTo>
                                <a:pt x="3379" y="4467"/>
                              </a:lnTo>
                              <a:lnTo>
                                <a:pt x="3358" y="4473"/>
                              </a:lnTo>
                              <a:lnTo>
                                <a:pt x="3337" y="4479"/>
                              </a:lnTo>
                              <a:lnTo>
                                <a:pt x="3314" y="4482"/>
                              </a:lnTo>
                              <a:lnTo>
                                <a:pt x="3292" y="4485"/>
                              </a:lnTo>
                              <a:lnTo>
                                <a:pt x="3269" y="4487"/>
                              </a:lnTo>
                              <a:lnTo>
                                <a:pt x="3246" y="4488"/>
                              </a:lnTo>
                              <a:lnTo>
                                <a:pt x="1767" y="4488"/>
                              </a:lnTo>
                              <a:lnTo>
                                <a:pt x="1767" y="5386"/>
                              </a:lnTo>
                              <a:close/>
                              <a:moveTo>
                                <a:pt x="1273" y="1542"/>
                              </a:moveTo>
                              <a:lnTo>
                                <a:pt x="849" y="1818"/>
                              </a:lnTo>
                              <a:lnTo>
                                <a:pt x="467" y="2067"/>
                              </a:lnTo>
                              <a:lnTo>
                                <a:pt x="452" y="2076"/>
                              </a:lnTo>
                              <a:lnTo>
                                <a:pt x="437" y="2087"/>
                              </a:lnTo>
                              <a:lnTo>
                                <a:pt x="422" y="2099"/>
                              </a:lnTo>
                              <a:lnTo>
                                <a:pt x="408" y="2113"/>
                              </a:lnTo>
                              <a:lnTo>
                                <a:pt x="394" y="2126"/>
                              </a:lnTo>
                              <a:lnTo>
                                <a:pt x="380" y="2141"/>
                              </a:lnTo>
                              <a:lnTo>
                                <a:pt x="368" y="2157"/>
                              </a:lnTo>
                              <a:lnTo>
                                <a:pt x="355" y="2174"/>
                              </a:lnTo>
                              <a:lnTo>
                                <a:pt x="344" y="2192"/>
                              </a:lnTo>
                              <a:lnTo>
                                <a:pt x="333" y="2211"/>
                              </a:lnTo>
                              <a:lnTo>
                                <a:pt x="324" y="2230"/>
                              </a:lnTo>
                              <a:lnTo>
                                <a:pt x="316" y="2250"/>
                              </a:lnTo>
                              <a:lnTo>
                                <a:pt x="311" y="2270"/>
                              </a:lnTo>
                              <a:lnTo>
                                <a:pt x="305" y="2292"/>
                              </a:lnTo>
                              <a:lnTo>
                                <a:pt x="303" y="2315"/>
                              </a:lnTo>
                              <a:lnTo>
                                <a:pt x="301" y="2337"/>
                              </a:lnTo>
                              <a:lnTo>
                                <a:pt x="301" y="3842"/>
                              </a:lnTo>
                              <a:lnTo>
                                <a:pt x="301" y="3860"/>
                              </a:lnTo>
                              <a:lnTo>
                                <a:pt x="304" y="3877"/>
                              </a:lnTo>
                              <a:lnTo>
                                <a:pt x="305" y="3894"/>
                              </a:lnTo>
                              <a:lnTo>
                                <a:pt x="308" y="3911"/>
                              </a:lnTo>
                              <a:lnTo>
                                <a:pt x="312" y="3927"/>
                              </a:lnTo>
                              <a:lnTo>
                                <a:pt x="316" y="3944"/>
                              </a:lnTo>
                              <a:lnTo>
                                <a:pt x="322" y="3960"/>
                              </a:lnTo>
                              <a:lnTo>
                                <a:pt x="328" y="3975"/>
                              </a:lnTo>
                              <a:lnTo>
                                <a:pt x="335" y="3991"/>
                              </a:lnTo>
                              <a:lnTo>
                                <a:pt x="343" y="4006"/>
                              </a:lnTo>
                              <a:lnTo>
                                <a:pt x="351" y="4020"/>
                              </a:lnTo>
                              <a:lnTo>
                                <a:pt x="360" y="4033"/>
                              </a:lnTo>
                              <a:lnTo>
                                <a:pt x="369" y="4047"/>
                              </a:lnTo>
                              <a:lnTo>
                                <a:pt x="379" y="4061"/>
                              </a:lnTo>
                              <a:lnTo>
                                <a:pt x="389" y="4072"/>
                              </a:lnTo>
                              <a:lnTo>
                                <a:pt x="401" y="4085"/>
                              </a:lnTo>
                              <a:lnTo>
                                <a:pt x="412" y="4096"/>
                              </a:lnTo>
                              <a:lnTo>
                                <a:pt x="425" y="4107"/>
                              </a:lnTo>
                              <a:lnTo>
                                <a:pt x="437" y="4117"/>
                              </a:lnTo>
                              <a:lnTo>
                                <a:pt x="451" y="4127"/>
                              </a:lnTo>
                              <a:lnTo>
                                <a:pt x="465" y="4136"/>
                              </a:lnTo>
                              <a:lnTo>
                                <a:pt x="479" y="4144"/>
                              </a:lnTo>
                              <a:lnTo>
                                <a:pt x="493" y="4151"/>
                              </a:lnTo>
                              <a:lnTo>
                                <a:pt x="509" y="4158"/>
                              </a:lnTo>
                              <a:lnTo>
                                <a:pt x="524" y="4165"/>
                              </a:lnTo>
                              <a:lnTo>
                                <a:pt x="540" y="4170"/>
                              </a:lnTo>
                              <a:lnTo>
                                <a:pt x="556" y="4175"/>
                              </a:lnTo>
                              <a:lnTo>
                                <a:pt x="573" y="4178"/>
                              </a:lnTo>
                              <a:lnTo>
                                <a:pt x="590" y="4182"/>
                              </a:lnTo>
                              <a:lnTo>
                                <a:pt x="607" y="4184"/>
                              </a:lnTo>
                              <a:lnTo>
                                <a:pt x="624" y="4185"/>
                              </a:lnTo>
                              <a:lnTo>
                                <a:pt x="643" y="4185"/>
                              </a:lnTo>
                              <a:lnTo>
                                <a:pt x="3246" y="4185"/>
                              </a:lnTo>
                              <a:lnTo>
                                <a:pt x="3261" y="4184"/>
                              </a:lnTo>
                              <a:lnTo>
                                <a:pt x="3276" y="4182"/>
                              </a:lnTo>
                              <a:lnTo>
                                <a:pt x="3290" y="4178"/>
                              </a:lnTo>
                              <a:lnTo>
                                <a:pt x="3303" y="4174"/>
                              </a:lnTo>
                              <a:lnTo>
                                <a:pt x="3316" y="4167"/>
                              </a:lnTo>
                              <a:lnTo>
                                <a:pt x="3329" y="4160"/>
                              </a:lnTo>
                              <a:lnTo>
                                <a:pt x="3340" y="4152"/>
                              </a:lnTo>
                              <a:lnTo>
                                <a:pt x="3350" y="4142"/>
                              </a:lnTo>
                              <a:lnTo>
                                <a:pt x="3359" y="4132"/>
                              </a:lnTo>
                              <a:lnTo>
                                <a:pt x="3369" y="4120"/>
                              </a:lnTo>
                              <a:lnTo>
                                <a:pt x="3375" y="4108"/>
                              </a:lnTo>
                              <a:lnTo>
                                <a:pt x="3382" y="4095"/>
                              </a:lnTo>
                              <a:lnTo>
                                <a:pt x="3387" y="4081"/>
                              </a:lnTo>
                              <a:lnTo>
                                <a:pt x="3390" y="4068"/>
                              </a:lnTo>
                              <a:lnTo>
                                <a:pt x="3393" y="4053"/>
                              </a:lnTo>
                              <a:lnTo>
                                <a:pt x="3394" y="4038"/>
                              </a:lnTo>
                              <a:lnTo>
                                <a:pt x="3393" y="4023"/>
                              </a:lnTo>
                              <a:lnTo>
                                <a:pt x="3390" y="4008"/>
                              </a:lnTo>
                              <a:lnTo>
                                <a:pt x="3387" y="3994"/>
                              </a:lnTo>
                              <a:lnTo>
                                <a:pt x="3382" y="3981"/>
                              </a:lnTo>
                              <a:lnTo>
                                <a:pt x="3375" y="3967"/>
                              </a:lnTo>
                              <a:lnTo>
                                <a:pt x="3369" y="3956"/>
                              </a:lnTo>
                              <a:lnTo>
                                <a:pt x="3359" y="3944"/>
                              </a:lnTo>
                              <a:lnTo>
                                <a:pt x="3350" y="3933"/>
                              </a:lnTo>
                              <a:lnTo>
                                <a:pt x="3340" y="3924"/>
                              </a:lnTo>
                              <a:lnTo>
                                <a:pt x="3329" y="3915"/>
                              </a:lnTo>
                              <a:lnTo>
                                <a:pt x="3316" y="3908"/>
                              </a:lnTo>
                              <a:lnTo>
                                <a:pt x="3303" y="3901"/>
                              </a:lnTo>
                              <a:lnTo>
                                <a:pt x="3290" y="3897"/>
                              </a:lnTo>
                              <a:lnTo>
                                <a:pt x="3276" y="3893"/>
                              </a:lnTo>
                              <a:lnTo>
                                <a:pt x="3261" y="3891"/>
                              </a:lnTo>
                              <a:lnTo>
                                <a:pt x="3246" y="3890"/>
                              </a:lnTo>
                              <a:lnTo>
                                <a:pt x="2207" y="3890"/>
                              </a:lnTo>
                              <a:lnTo>
                                <a:pt x="2207" y="3588"/>
                              </a:lnTo>
                              <a:lnTo>
                                <a:pt x="3697" y="3588"/>
                              </a:lnTo>
                              <a:lnTo>
                                <a:pt x="3712" y="3587"/>
                              </a:lnTo>
                              <a:lnTo>
                                <a:pt x="3727" y="3586"/>
                              </a:lnTo>
                              <a:lnTo>
                                <a:pt x="3742" y="3582"/>
                              </a:lnTo>
                              <a:lnTo>
                                <a:pt x="3755" y="3577"/>
                              </a:lnTo>
                              <a:lnTo>
                                <a:pt x="3768" y="3571"/>
                              </a:lnTo>
                              <a:lnTo>
                                <a:pt x="3781" y="3563"/>
                              </a:lnTo>
                              <a:lnTo>
                                <a:pt x="3792" y="3555"/>
                              </a:lnTo>
                              <a:lnTo>
                                <a:pt x="3802" y="3545"/>
                              </a:lnTo>
                              <a:lnTo>
                                <a:pt x="3811" y="3535"/>
                              </a:lnTo>
                              <a:lnTo>
                                <a:pt x="3821" y="3523"/>
                              </a:lnTo>
                              <a:lnTo>
                                <a:pt x="3827" y="3512"/>
                              </a:lnTo>
                              <a:lnTo>
                                <a:pt x="3834" y="3498"/>
                              </a:lnTo>
                              <a:lnTo>
                                <a:pt x="3839" y="3484"/>
                              </a:lnTo>
                              <a:lnTo>
                                <a:pt x="3842" y="3471"/>
                              </a:lnTo>
                              <a:lnTo>
                                <a:pt x="3845" y="3456"/>
                              </a:lnTo>
                              <a:lnTo>
                                <a:pt x="3846" y="3441"/>
                              </a:lnTo>
                              <a:lnTo>
                                <a:pt x="3845" y="3427"/>
                              </a:lnTo>
                              <a:lnTo>
                                <a:pt x="3843" y="3414"/>
                              </a:lnTo>
                              <a:lnTo>
                                <a:pt x="3840" y="3401"/>
                              </a:lnTo>
                              <a:lnTo>
                                <a:pt x="3835" y="3389"/>
                              </a:lnTo>
                              <a:lnTo>
                                <a:pt x="3831" y="3376"/>
                              </a:lnTo>
                              <a:lnTo>
                                <a:pt x="3824" y="3365"/>
                              </a:lnTo>
                              <a:lnTo>
                                <a:pt x="3817" y="3354"/>
                              </a:lnTo>
                              <a:lnTo>
                                <a:pt x="3809" y="3344"/>
                              </a:lnTo>
                              <a:lnTo>
                                <a:pt x="3800" y="3335"/>
                              </a:lnTo>
                              <a:lnTo>
                                <a:pt x="3791" y="3326"/>
                              </a:lnTo>
                              <a:lnTo>
                                <a:pt x="3779" y="3319"/>
                              </a:lnTo>
                              <a:lnTo>
                                <a:pt x="3769" y="3312"/>
                              </a:lnTo>
                              <a:lnTo>
                                <a:pt x="3757" y="3306"/>
                              </a:lnTo>
                              <a:lnTo>
                                <a:pt x="3744" y="3302"/>
                              </a:lnTo>
                              <a:lnTo>
                                <a:pt x="3732" y="3298"/>
                              </a:lnTo>
                              <a:lnTo>
                                <a:pt x="3718" y="3295"/>
                              </a:lnTo>
                              <a:lnTo>
                                <a:pt x="2207" y="3293"/>
                              </a:lnTo>
                              <a:lnTo>
                                <a:pt x="2207" y="2991"/>
                              </a:lnTo>
                              <a:lnTo>
                                <a:pt x="4053" y="2995"/>
                              </a:lnTo>
                              <a:lnTo>
                                <a:pt x="4068" y="2994"/>
                              </a:lnTo>
                              <a:lnTo>
                                <a:pt x="4083" y="2991"/>
                              </a:lnTo>
                              <a:lnTo>
                                <a:pt x="4098" y="2988"/>
                              </a:lnTo>
                              <a:lnTo>
                                <a:pt x="4112" y="2982"/>
                              </a:lnTo>
                              <a:lnTo>
                                <a:pt x="4124" y="2977"/>
                              </a:lnTo>
                              <a:lnTo>
                                <a:pt x="4137" y="2969"/>
                              </a:lnTo>
                              <a:lnTo>
                                <a:pt x="4147" y="2961"/>
                              </a:lnTo>
                              <a:lnTo>
                                <a:pt x="4158" y="2950"/>
                              </a:lnTo>
                              <a:lnTo>
                                <a:pt x="4168" y="2940"/>
                              </a:lnTo>
                              <a:lnTo>
                                <a:pt x="4176" y="2929"/>
                              </a:lnTo>
                              <a:lnTo>
                                <a:pt x="4184" y="2916"/>
                              </a:lnTo>
                              <a:lnTo>
                                <a:pt x="4189" y="2904"/>
                              </a:lnTo>
                              <a:lnTo>
                                <a:pt x="4195" y="2890"/>
                              </a:lnTo>
                              <a:lnTo>
                                <a:pt x="4198" y="2876"/>
                              </a:lnTo>
                              <a:lnTo>
                                <a:pt x="4201" y="2861"/>
                              </a:lnTo>
                              <a:lnTo>
                                <a:pt x="4202" y="2846"/>
                              </a:lnTo>
                              <a:lnTo>
                                <a:pt x="4201" y="2830"/>
                              </a:lnTo>
                              <a:lnTo>
                                <a:pt x="4198" y="2817"/>
                              </a:lnTo>
                              <a:lnTo>
                                <a:pt x="4195" y="2802"/>
                              </a:lnTo>
                              <a:lnTo>
                                <a:pt x="4189" y="2788"/>
                              </a:lnTo>
                              <a:lnTo>
                                <a:pt x="4184" y="2776"/>
                              </a:lnTo>
                              <a:lnTo>
                                <a:pt x="4176" y="2763"/>
                              </a:lnTo>
                              <a:lnTo>
                                <a:pt x="4168" y="2752"/>
                              </a:lnTo>
                              <a:lnTo>
                                <a:pt x="4158" y="2741"/>
                              </a:lnTo>
                              <a:lnTo>
                                <a:pt x="4147" y="2732"/>
                              </a:lnTo>
                              <a:lnTo>
                                <a:pt x="4137" y="2724"/>
                              </a:lnTo>
                              <a:lnTo>
                                <a:pt x="4124" y="2716"/>
                              </a:lnTo>
                              <a:lnTo>
                                <a:pt x="4112" y="2711"/>
                              </a:lnTo>
                              <a:lnTo>
                                <a:pt x="4098" y="2705"/>
                              </a:lnTo>
                              <a:lnTo>
                                <a:pt x="4083" y="2702"/>
                              </a:lnTo>
                              <a:lnTo>
                                <a:pt x="4068" y="2699"/>
                              </a:lnTo>
                              <a:lnTo>
                                <a:pt x="4053" y="2698"/>
                              </a:lnTo>
                              <a:lnTo>
                                <a:pt x="2213" y="2698"/>
                              </a:lnTo>
                              <a:lnTo>
                                <a:pt x="2213" y="2398"/>
                              </a:lnTo>
                              <a:lnTo>
                                <a:pt x="3697" y="2398"/>
                              </a:lnTo>
                              <a:lnTo>
                                <a:pt x="3712" y="2397"/>
                              </a:lnTo>
                              <a:lnTo>
                                <a:pt x="3727" y="2395"/>
                              </a:lnTo>
                              <a:lnTo>
                                <a:pt x="3742" y="2391"/>
                              </a:lnTo>
                              <a:lnTo>
                                <a:pt x="3755" y="2385"/>
                              </a:lnTo>
                              <a:lnTo>
                                <a:pt x="3768" y="2380"/>
                              </a:lnTo>
                              <a:lnTo>
                                <a:pt x="3781" y="2372"/>
                              </a:lnTo>
                              <a:lnTo>
                                <a:pt x="3792" y="2364"/>
                              </a:lnTo>
                              <a:lnTo>
                                <a:pt x="3802" y="2355"/>
                              </a:lnTo>
                              <a:lnTo>
                                <a:pt x="3811" y="2343"/>
                              </a:lnTo>
                              <a:lnTo>
                                <a:pt x="3821" y="2332"/>
                              </a:lnTo>
                              <a:lnTo>
                                <a:pt x="3827" y="2320"/>
                              </a:lnTo>
                              <a:lnTo>
                                <a:pt x="3834" y="2307"/>
                              </a:lnTo>
                              <a:lnTo>
                                <a:pt x="3839" y="2293"/>
                              </a:lnTo>
                              <a:lnTo>
                                <a:pt x="3842" y="2279"/>
                              </a:lnTo>
                              <a:lnTo>
                                <a:pt x="3845" y="2264"/>
                              </a:lnTo>
                              <a:lnTo>
                                <a:pt x="3846" y="2250"/>
                              </a:lnTo>
                              <a:lnTo>
                                <a:pt x="3845" y="2234"/>
                              </a:lnTo>
                              <a:lnTo>
                                <a:pt x="3842" y="2220"/>
                              </a:lnTo>
                              <a:lnTo>
                                <a:pt x="3839" y="2205"/>
                              </a:lnTo>
                              <a:lnTo>
                                <a:pt x="3834" y="2191"/>
                              </a:lnTo>
                              <a:lnTo>
                                <a:pt x="3827" y="2179"/>
                              </a:lnTo>
                              <a:lnTo>
                                <a:pt x="3821" y="2166"/>
                              </a:lnTo>
                              <a:lnTo>
                                <a:pt x="3811" y="2156"/>
                              </a:lnTo>
                              <a:lnTo>
                                <a:pt x="3802" y="2145"/>
                              </a:lnTo>
                              <a:lnTo>
                                <a:pt x="3792" y="2135"/>
                              </a:lnTo>
                              <a:lnTo>
                                <a:pt x="3781" y="2127"/>
                              </a:lnTo>
                              <a:lnTo>
                                <a:pt x="3768" y="2119"/>
                              </a:lnTo>
                              <a:lnTo>
                                <a:pt x="3755" y="2114"/>
                              </a:lnTo>
                              <a:lnTo>
                                <a:pt x="3742" y="2108"/>
                              </a:lnTo>
                              <a:lnTo>
                                <a:pt x="3727" y="2105"/>
                              </a:lnTo>
                              <a:lnTo>
                                <a:pt x="3712" y="2102"/>
                              </a:lnTo>
                              <a:lnTo>
                                <a:pt x="3697" y="2101"/>
                              </a:lnTo>
                              <a:lnTo>
                                <a:pt x="1791" y="2101"/>
                              </a:lnTo>
                              <a:lnTo>
                                <a:pt x="1791" y="2100"/>
                              </a:lnTo>
                              <a:lnTo>
                                <a:pt x="1579" y="2100"/>
                              </a:lnTo>
                              <a:lnTo>
                                <a:pt x="1579" y="1799"/>
                              </a:lnTo>
                              <a:lnTo>
                                <a:pt x="2229" y="1799"/>
                              </a:lnTo>
                              <a:lnTo>
                                <a:pt x="2244" y="1798"/>
                              </a:lnTo>
                              <a:lnTo>
                                <a:pt x="2259" y="1795"/>
                              </a:lnTo>
                              <a:lnTo>
                                <a:pt x="2274" y="1792"/>
                              </a:lnTo>
                              <a:lnTo>
                                <a:pt x="2286" y="1787"/>
                              </a:lnTo>
                              <a:lnTo>
                                <a:pt x="2300" y="1780"/>
                              </a:lnTo>
                              <a:lnTo>
                                <a:pt x="2313" y="1774"/>
                              </a:lnTo>
                              <a:lnTo>
                                <a:pt x="2324" y="1764"/>
                              </a:lnTo>
                              <a:lnTo>
                                <a:pt x="2334" y="1755"/>
                              </a:lnTo>
                              <a:lnTo>
                                <a:pt x="2344" y="1745"/>
                              </a:lnTo>
                              <a:lnTo>
                                <a:pt x="2353" y="1734"/>
                              </a:lnTo>
                              <a:lnTo>
                                <a:pt x="2359" y="1721"/>
                              </a:lnTo>
                              <a:lnTo>
                                <a:pt x="2366" y="1709"/>
                              </a:lnTo>
                              <a:lnTo>
                                <a:pt x="2371" y="1695"/>
                              </a:lnTo>
                              <a:lnTo>
                                <a:pt x="2374" y="1680"/>
                              </a:lnTo>
                              <a:lnTo>
                                <a:pt x="2377" y="1665"/>
                              </a:lnTo>
                              <a:lnTo>
                                <a:pt x="2378" y="1650"/>
                              </a:lnTo>
                              <a:lnTo>
                                <a:pt x="2377" y="1636"/>
                              </a:lnTo>
                              <a:lnTo>
                                <a:pt x="2374" y="1621"/>
                              </a:lnTo>
                              <a:lnTo>
                                <a:pt x="2371" y="1607"/>
                              </a:lnTo>
                              <a:lnTo>
                                <a:pt x="2366" y="1593"/>
                              </a:lnTo>
                              <a:lnTo>
                                <a:pt x="2359" y="1581"/>
                              </a:lnTo>
                              <a:lnTo>
                                <a:pt x="2353" y="1568"/>
                              </a:lnTo>
                              <a:lnTo>
                                <a:pt x="2344" y="1557"/>
                              </a:lnTo>
                              <a:lnTo>
                                <a:pt x="2334" y="1546"/>
                              </a:lnTo>
                              <a:lnTo>
                                <a:pt x="2324" y="1537"/>
                              </a:lnTo>
                              <a:lnTo>
                                <a:pt x="2313" y="1528"/>
                              </a:lnTo>
                              <a:lnTo>
                                <a:pt x="2300" y="1521"/>
                              </a:lnTo>
                              <a:lnTo>
                                <a:pt x="2286" y="1515"/>
                              </a:lnTo>
                              <a:lnTo>
                                <a:pt x="2274" y="1510"/>
                              </a:lnTo>
                              <a:lnTo>
                                <a:pt x="2259" y="1507"/>
                              </a:lnTo>
                              <a:lnTo>
                                <a:pt x="2244" y="1504"/>
                              </a:lnTo>
                              <a:lnTo>
                                <a:pt x="2229" y="1503"/>
                              </a:lnTo>
                              <a:lnTo>
                                <a:pt x="1501" y="1503"/>
                              </a:lnTo>
                              <a:lnTo>
                                <a:pt x="1447" y="1504"/>
                              </a:lnTo>
                              <a:lnTo>
                                <a:pt x="1404" y="1507"/>
                              </a:lnTo>
                              <a:lnTo>
                                <a:pt x="1369" y="1510"/>
                              </a:lnTo>
                              <a:lnTo>
                                <a:pt x="1341" y="1515"/>
                              </a:lnTo>
                              <a:lnTo>
                                <a:pt x="1318" y="1520"/>
                              </a:lnTo>
                              <a:lnTo>
                                <a:pt x="1301" y="1527"/>
                              </a:lnTo>
                              <a:lnTo>
                                <a:pt x="1285" y="1534"/>
                              </a:lnTo>
                              <a:lnTo>
                                <a:pt x="1273" y="154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825758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anchor="ctr" anchorCtr="1"/>
                    </wps:wsp>
                  </a:graphicData>
                </a:graphic>
              </wp:anchor>
            </w:drawing>
          </mc:Choice>
          <mc:Fallback>
            <w:pict>
              <v:shape id="手掌纸张" o:spid="_x0000_s1026" o:spt="100" style="position:absolute;left:0pt;margin-left:453.6pt;margin-top:109.75pt;height:14.1pt;width:12.4pt;z-index:251692032;v-text-anchor:middle-center;mso-width-relative:page;mso-height-relative:page;" fillcolor="#825758" filled="t" stroked="f" coordsize="5383,5687" o:gfxdata="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" path="m1466,5687l1466,4488,643,4488,610,4487,577,4484,545,4480,513,4474,482,4467,451,4458,421,4448,392,4436,363,4424,336,4409,308,4394,282,4377,257,4359,233,4339,210,4319,187,4298,167,4275,146,4251,127,4228,110,4202,93,4176,78,4149,63,4121,50,4093,39,4063,29,4033,21,4003,13,3972,8,3940,4,3908,1,3875,0,3842,0,2337,1,2299,6,2260,13,2222,22,2184,33,2148,47,2111,63,2077,81,2043,103,2010,126,1977,151,1946,177,1916,207,1889,238,1861,269,1836,304,1814,685,1565,1108,1289,1129,1277,1148,1266,1169,1255,1188,1247,1209,1239,1229,1233,1251,1226,1273,1221,1295,1217,1317,1213,1364,1208,1413,1204,1466,1202,1466,0,5383,0,5383,5687,1466,5687xm1767,5386l5083,5386,5083,302,1767,302,1767,1202,2229,1202,2252,1203,2275,1204,2298,1208,2320,1211,2341,1217,2363,1222,2383,1229,2404,1237,2423,1246,2443,1257,2462,1267,2480,1278,2498,1291,2515,1305,2531,1319,2547,1334,2562,1349,2575,1365,2589,1382,2601,1400,2613,1419,2624,1437,2633,1456,2643,1477,2651,1496,2657,1518,2664,1538,2669,1560,2673,1583,2676,1605,2678,1628,2678,1650,2678,1671,2677,1690,2675,1710,2671,1728,2668,1746,2663,1764,2659,1783,2653,1801,3697,1801,3720,1801,3743,1803,3766,1806,3787,1810,3809,1815,3831,1822,3851,1828,3872,1836,3892,1846,3912,1855,3930,1866,3948,1877,3967,1890,3983,1904,4000,1917,4015,1932,4029,1948,4044,1964,4058,1981,4069,1998,4082,2017,4092,2036,4102,2056,4112,2075,4120,2095,4126,2116,4132,2138,4138,2159,4141,2181,4145,2204,4146,2227,4147,2250,4146,2269,4145,2290,4142,2309,4140,2328,4136,2348,4131,2366,4125,2385,4120,2402,4140,2406,4160,2410,4179,2416,4198,2422,4217,2429,4235,2437,4253,2445,4270,2454,4287,2464,4305,2474,4321,2486,4335,2497,4350,2510,4365,2523,4379,2537,4392,2552,4405,2567,4416,2583,4428,2599,4438,2615,4448,2632,4457,2650,4465,2668,4472,2687,4479,2705,4486,2724,4491,2744,4495,2763,4497,2784,4501,2804,4502,2825,4502,2846,4502,2867,4501,2888,4497,2908,4495,2929,4491,2948,4486,2967,4479,2987,4473,3006,4465,3025,4457,3043,4448,3060,4438,3077,4428,3093,4416,3110,4405,3125,4392,3140,4379,3155,4365,3168,4351,3182,4336,3195,4321,3207,4305,3219,4289,3229,4271,3239,4253,3248,4236,3256,4217,3264,4198,3271,4179,3277,4160,3282,4140,3287,4120,3290,4125,3308,4131,3326,4136,3344,4140,3364,4142,3382,4145,3401,4146,3422,4147,3441,4146,3464,4145,3487,4141,3510,4138,3531,4132,3553,4126,3575,4120,3595,4112,3616,4102,3635,4092,3655,4082,3674,4069,3692,4058,3709,4044,3726,4029,3742,4015,3758,4000,3773,3983,3787,3967,3801,3948,3813,3930,3825,3912,3836,3892,3845,3872,3854,3851,3862,3831,3869,3809,3876,3787,3881,3766,3885,3743,3887,3720,3890,3697,3890,3669,3890,3676,3908,3680,3925,3685,3943,3688,3963,3692,3981,3693,3999,3694,4019,3695,4038,3694,4061,3693,4084,3689,4107,3686,4128,3680,4150,3674,4172,3668,4192,3660,4213,3650,4232,3640,4251,3630,4271,3617,4289,3606,4306,3592,4323,3577,4341,3563,4355,3548,4370,3531,4385,3515,4398,3496,4410,3478,4423,3460,4433,3440,4443,3420,4452,3400,4460,3379,4467,3358,4473,3337,4479,3314,4482,3292,4485,3269,4487,3246,4488,1767,4488,1767,5386xm1273,1542l849,1818,467,2067,452,2076,437,2087,422,2099,408,2113,394,2126,380,2141,368,2157,355,2174,344,2192,333,2211,324,2230,316,2250,311,2270,305,2292,303,2315,301,2337,301,3842,301,3860,304,3877,305,3894,308,3911,312,3927,316,3944,322,3960,328,3975,335,3991,343,4006,351,4020,360,4033,369,4047,379,4061,389,4072,401,4085,412,4096,425,4107,437,4117,451,4127,465,4136,479,4144,493,4151,509,4158,524,4165,540,4170,556,4175,573,4178,590,4182,607,4184,624,4185,643,4185,3246,4185,3261,4184,3276,4182,3290,4178,3303,4174,3316,4167,3329,4160,3340,4152,3350,4142,3359,4132,3369,4120,3375,4108,3382,4095,3387,4081,3390,4068,3393,4053,3394,4038,3393,4023,3390,4008,3387,3994,3382,3981,3375,3967,3369,3956,3359,3944,3350,3933,3340,3924,3329,3915,3316,3908,3303,3901,3290,3897,3276,3893,3261,3891,3246,3890,2207,3890,2207,3588,3697,3588,3712,3587,3727,3586,3742,3582,3755,3577,3768,3571,3781,3563,3792,3555,3802,3545,3811,3535,3821,3523,3827,3512,3834,3498,3839,3484,3842,3471,3845,3456,3846,3441,3845,3427,3843,3414,3840,3401,3835,3389,3831,3376,3824,3365,3817,3354,3809,3344,3800,3335,3791,3326,3779,3319,3769,3312,3757,3306,3744,3302,3732,3298,3718,3295,2207,3293,2207,2991,4053,2995,4068,2994,4083,2991,4098,2988,4112,2982,4124,2977,4137,2969,4147,2961,4158,2950,4168,2940,4176,2929,4184,2916,4189,2904,4195,2890,4198,2876,4201,2861,4202,2846,4201,2830,4198,2817,4195,2802,4189,2788,4184,2776,4176,2763,4168,2752,4158,2741,4147,2732,4137,2724,4124,2716,4112,2711,4098,2705,4083,2702,4068,2699,4053,2698,2213,2698,2213,2398,3697,2398,3712,2397,3727,2395,3742,2391,3755,2385,3768,2380,3781,2372,3792,2364,3802,2355,3811,2343,3821,2332,3827,2320,3834,2307,3839,2293,3842,2279,3845,2264,3846,2250,3845,2234,3842,2220,3839,2205,3834,2191,3827,2179,3821,2166,3811,2156,3802,2145,3792,2135,3781,2127,3768,2119,3755,2114,3742,2108,3727,2105,3712,2102,3697,2101,1791,2101,1791,2100,1579,2100,1579,1799,2229,1799,2244,1798,2259,1795,2274,1792,2286,1787,2300,1780,2313,1774,2324,1764,2334,1755,2344,1745,2353,1734,2359,1721,2366,1709,2371,1695,2374,1680,2377,1665,2378,1650,2377,1636,2374,1621,2371,1607,2366,1593,2359,1581,2353,1568,2344,1557,2334,1546,2324,1537,2313,1528,2300,1521,2286,1515,2274,1510,2259,1507,2244,1504,2229,1503,1501,1503,1447,1504,1404,1507,1369,1510,1341,1515,1318,1520,1301,1527,1285,1534,1273,1542xe">
                <v:path textboxrect="0,0,5383,5687" o:connectlocs="4467306,44528760;2159520,43252820;583901,41079703;0,38298529;583901,20704327;2817555,18082637;11390751,12291028;49891261,0;20659047,11982009;22457092,12420600;23865870,13606832;24690745,15331377;24792699,17045940;34691237,17972998;36424424,18600986;37712700,19916822;38380037,21741025;38333697,23405774;39084412,24213211;40456123,25150219;41382953,26595657;41725880,28370015;41457114,29964957;40585898,31450259;39260527,32457043;38287357,33154840;38417104,34759732;37833202,36623829;36591237,38009441;34904419,38727170;34181497,39504693;34162949,41149479;33421480,42923837;32068316,44189828;30298063,44728140;4050246,20804016;3002915,22229492;2817555,38647411;3253162,40072887;4179992,41139498;5468297,41687760;30613199,41608033;31391734,40680975;31280507,39544556;30362951,38806896;34681993,35706753;35534661,34869403;35543935,33782860;34821013,32955460;37842476,29815422;38778579,29067812;38880533,27931393;38111242,27024267;34403923,23894210;35414188,23246258;35608822,22129802;34922967,21122986;14634640,17933103;21539536,17584220;22040032,16447832;21632216,15411103;13911718,14982462;11798537,15371240" o:connectangles="0,0,0,0,0,0,0,0,0,0,0,0,0,0,0,0,0,0,0,0,0,0,0,0,0,0,0,0,0,0,0,0,0,0,0,0,0,0,0,0,0,0,0,0,0,0,0,0,0,0,0,0,0,0,0,0,0,0,0,0,0,0,0"/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g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-572135</wp:posOffset>
                </wp:positionH>
                <wp:positionV relativeFrom="paragraph">
                  <wp:posOffset>7089775</wp:posOffset>
                </wp:positionV>
                <wp:extent cx="6551930" cy="320675"/>
                <wp:effectExtent l="0" t="0" r="1270" b="22225"/>
                <wp:wrapNone/>
                <wp:docPr id="61" name="组合 6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51930" cy="320675"/>
                          <a:chOff x="3511" y="3772"/>
                          <a:chExt cx="10318" cy="505"/>
                        </a:xfrm>
                      </wpg:grpSpPr>
                      <wps:wsp>
                        <wps:cNvPr id="62" name="椭圆 70"/>
                        <wps:cNvSpPr/>
                        <wps:spPr>
                          <a:xfrm flipH="1">
                            <a:off x="3520" y="3772"/>
                            <a:ext cx="194" cy="427"/>
                          </a:xfrm>
                          <a:prstGeom prst="snip1Rect">
                            <a:avLst>
                              <a:gd name="adj" fmla="val 0"/>
                            </a:avLst>
                          </a:prstGeom>
                          <a:solidFill>
                            <a:srgbClr val="825758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64" name="直接连接符 74"/>
                        <wps:cNvCnPr/>
                        <wps:spPr>
                          <a:xfrm>
                            <a:off x="3511" y="4277"/>
                            <a:ext cx="10318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bg1">
                                <a:lumMod val="85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6" name="椭圆 70"/>
                        <wps:cNvSpPr/>
                        <wps:spPr>
                          <a:xfrm flipH="1">
                            <a:off x="3765" y="3772"/>
                            <a:ext cx="108" cy="427"/>
                          </a:xfrm>
                          <a:prstGeom prst="snip1Rect">
                            <a:avLst>
                              <a:gd name="adj" fmla="val 0"/>
                            </a:avLst>
                          </a:prstGeom>
                          <a:solidFill>
                            <a:srgbClr val="825758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45.05pt;margin-top:558.25pt;height:25.25pt;width:515.9pt;z-index:251699200;mso-width-relative:page;mso-height-relative:page;" coordorigin="3511,3772" coordsize="10318,505" o:gfxdata="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">
                <o:lock v:ext="edit" aspectratio="f"/>
                <v:shape id="椭圆 70" o:spid="_x0000_s1026" style="position:absolute;left:3520;top:3772;flip:x;height:427;width:194;v-text-anchor:middle;" fillcolor="#825758" filled="t" stroked="f" coordsize="194,427" o:gfxdata="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8YYlk74A&#10;AADbAAAADwAAAAAAAAABACAAAAAiAAAAZHJzL2Rvd25yZXYueG1sUEsBAhQAFAAAAAgAh07iQDMv&#10;BZ47AAAAOQAAABAAAAAAAAAAAQAgAAAADQEAAGRycy9zaGFwZXhtbC54bWxQSwUGAAAAAAYABgBb&#10;AQAAtwMAAAAA&#10;" path="m0,0l194,0,194,0,194,427,0,427xe">
                  <v:path textboxrect="0,0,194,427" o:connectlocs="194,213;97,427;0,213;97,0" o:connectangles="0,82,164,247"/>
                  <v:fill on="t" focussize="0,0"/>
                  <v:stroke on="f" weight="1pt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</w:pPr>
                      </w:p>
                    </w:txbxContent>
                  </v:textbox>
                </v:shape>
                <v:line id="直接连接符 74" o:spid="_x0000_s1026" o:spt="20" style="position:absolute;left:3511;top:4277;height:0;width:10318;" filled="f" stroked="t" coordsize="21600,21600" o:gfxdata="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MDp0pL4A&#10;AADbAAAADwAAAAAAAAABACAAAAAiAAAAZHJzL2Rvd25yZXYueG1sUEsBAhQAFAAAAAgAh07iQDMv&#10;BZ47AAAAOQAAABAAAAAAAAAAAQAgAAAADQEAAGRycy9zaGFwZXhtbC54bWxQSwUGAAAAAAYABgBb&#10;AQAAtwMAAAAA&#10;">
                  <v:fill on="f" focussize="0,0"/>
                  <v:stroke weight="1pt" color="#D9D9D9 [2732]" miterlimit="8" joinstyle="miter"/>
                  <v:imagedata o:title=""/>
                  <o:lock v:ext="edit" aspectratio="f"/>
                </v:line>
                <v:shape id="椭圆 70" o:spid="_x0000_s1026" style="position:absolute;left:3765;top:3772;flip:x;height:427;width:108;v-text-anchor:middle;" fillcolor="#825758" filled="t" stroked="f" coordsize="108,427" o:gfxdata="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EGAJE68AAAA&#10;2wAAAA8AAAAAAAAAAQAgAAAAIgAAAGRycy9kb3ducmV2LnhtbFBLAQIUABQAAAAIAIdO4kAzLwWe&#10;OwAAADkAAAAQAAAAAAAAAAEAIAAAAAsBAABkcnMvc2hhcGV4bWwueG1sUEsFBgAAAAAGAAYAWwEA&#10;ALUDAAAAAA==&#10;" path="m0,0l108,0,108,0,108,427,0,427xe">
                  <v:path textboxrect="0,0,108,427" o:connectlocs="108,213;54,427;0,213;54,0" o:connectangles="0,82,164,247"/>
                  <v:fill on="t" focussize="0,0"/>
                  <v:stroke on="f" weight="1pt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sz w:val="21"/>
        </w:rPr>
        <mc:AlternateContent>
          <mc:Choice Requires="wpg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-572135</wp:posOffset>
                </wp:positionH>
                <wp:positionV relativeFrom="paragraph">
                  <wp:posOffset>4691380</wp:posOffset>
                </wp:positionV>
                <wp:extent cx="6551930" cy="320675"/>
                <wp:effectExtent l="0" t="0" r="1270" b="22225"/>
                <wp:wrapNone/>
                <wp:docPr id="55" name="组合 5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51930" cy="320675"/>
                          <a:chOff x="3511" y="3772"/>
                          <a:chExt cx="10318" cy="505"/>
                        </a:xfrm>
                      </wpg:grpSpPr>
                      <wps:wsp>
                        <wps:cNvPr id="56" name="椭圆 70"/>
                        <wps:cNvSpPr/>
                        <wps:spPr>
                          <a:xfrm flipH="1">
                            <a:off x="3520" y="3772"/>
                            <a:ext cx="194" cy="427"/>
                          </a:xfrm>
                          <a:prstGeom prst="snip1Rect">
                            <a:avLst>
                              <a:gd name="adj" fmla="val 0"/>
                            </a:avLst>
                          </a:prstGeom>
                          <a:solidFill>
                            <a:srgbClr val="825758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59" name="直接连接符 74"/>
                        <wps:cNvCnPr/>
                        <wps:spPr>
                          <a:xfrm>
                            <a:off x="3511" y="4277"/>
                            <a:ext cx="10318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bg1">
                                <a:lumMod val="85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0" name="椭圆 70"/>
                        <wps:cNvSpPr/>
                        <wps:spPr>
                          <a:xfrm flipH="1">
                            <a:off x="3765" y="3772"/>
                            <a:ext cx="108" cy="427"/>
                          </a:xfrm>
                          <a:prstGeom prst="snip1Rect">
                            <a:avLst>
                              <a:gd name="adj" fmla="val 0"/>
                            </a:avLst>
                          </a:prstGeom>
                          <a:solidFill>
                            <a:srgbClr val="825758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45.05pt;margin-top:369.4pt;height:25.25pt;width:515.9pt;z-index:251698176;mso-width-relative:page;mso-height-relative:page;" coordorigin="3511,3772" coordsize="10318,505" o:gfxdata="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">
                <o:lock v:ext="edit" aspectratio="f"/>
                <v:shape id="椭圆 70" o:spid="_x0000_s1026" style="position:absolute;left:3520;top:3772;flip:x;height:427;width:194;v-text-anchor:middle;" fillcolor="#825758" filled="t" stroked="f" coordsize="194,427" o:gfxdata="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EDR6S2/&#10;AAAA2wAAAA8AAAAAAAAAAQAgAAAAIgAAAGRycy9kb3ducmV2LnhtbFBLAQIUABQAAAAIAIdO4kAz&#10;LwWeOwAAADkAAAAQAAAAAAAAAAEAIAAAAA4BAABkcnMvc2hhcGV4bWwueG1sUEsFBgAAAAAGAAYA&#10;WwEAALgDAAAAAA==&#10;" path="m0,0l194,0,194,0,194,427,0,427xe">
                  <v:path textboxrect="0,0,194,427" o:connectlocs="194,213;97,427;0,213;97,0" o:connectangles="0,82,164,247"/>
                  <v:fill on="t" focussize="0,0"/>
                  <v:stroke on="f" weight="1pt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</w:pPr>
                      </w:p>
                    </w:txbxContent>
                  </v:textbox>
                </v:shape>
                <v:line id="直接连接符 74" o:spid="_x0000_s1026" o:spt="20" style="position:absolute;left:3511;top:4277;height:0;width:10318;" filled="f" stroked="t" coordsize="21600,21600" o:gfxdata="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EFcRh74A&#10;AADbAAAADwAAAAAAAAABACAAAAAiAAAAZHJzL2Rvd25yZXYueG1sUEsBAhQAFAAAAAgAh07iQDMv&#10;BZ47AAAAOQAAABAAAAAAAAAAAQAgAAAADQEAAGRycy9zaGFwZXhtbC54bWxQSwUGAAAAAAYABgBb&#10;AQAAtwMAAAAA&#10;">
                  <v:fill on="f" focussize="0,0"/>
                  <v:stroke weight="1pt" color="#D9D9D9 [2732]" miterlimit="8" joinstyle="miter"/>
                  <v:imagedata o:title=""/>
                  <o:lock v:ext="edit" aspectratio="f"/>
                </v:line>
                <v:shape id="椭圆 70" o:spid="_x0000_s1026" style="position:absolute;left:3765;top:3772;flip:x;height:427;width:108;v-text-anchor:middle;" fillcolor="#825758" filled="t" stroked="f" coordsize="108,427" o:gfxdata="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hJRmhugAAANsA&#10;AAAPAAAAAAAAAAEAIAAAACIAAABkcnMvZG93bnJldi54bWxQSwECFAAUAAAACACHTuJAMy8FnjsA&#10;AAA5AAAAEAAAAAAAAAABACAAAAAJAQAAZHJzL3NoYXBleG1sLnhtbFBLBQYAAAAABgAGAFsBAACz&#10;AwAAAAA=&#10;" path="m0,0l108,0,108,0,108,427,0,427xe">
                  <v:path textboxrect="0,0,108,427" o:connectlocs="108,213;54,427;0,213;54,0" o:connectangles="0,82,164,247"/>
                  <v:fill on="t" focussize="0,0"/>
                  <v:stroke on="f" weight="1pt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sz w:val="21"/>
        </w:rPr>
        <mc:AlternateContent>
          <mc:Choice Requires="wpg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-572135</wp:posOffset>
                </wp:positionH>
                <wp:positionV relativeFrom="paragraph">
                  <wp:posOffset>3054985</wp:posOffset>
                </wp:positionV>
                <wp:extent cx="6551930" cy="320675"/>
                <wp:effectExtent l="0" t="0" r="1270" b="22225"/>
                <wp:wrapNone/>
                <wp:docPr id="50" name="组合 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51930" cy="320675"/>
                          <a:chOff x="3511" y="3772"/>
                          <a:chExt cx="10318" cy="505"/>
                        </a:xfrm>
                      </wpg:grpSpPr>
                      <wps:wsp>
                        <wps:cNvPr id="51" name="椭圆 70"/>
                        <wps:cNvSpPr/>
                        <wps:spPr>
                          <a:xfrm flipH="1">
                            <a:off x="3520" y="3772"/>
                            <a:ext cx="194" cy="427"/>
                          </a:xfrm>
                          <a:prstGeom prst="snip1Rect">
                            <a:avLst>
                              <a:gd name="adj" fmla="val 0"/>
                            </a:avLst>
                          </a:prstGeom>
                          <a:solidFill>
                            <a:srgbClr val="825758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52" name="直接连接符 74"/>
                        <wps:cNvCnPr/>
                        <wps:spPr>
                          <a:xfrm>
                            <a:off x="3511" y="4277"/>
                            <a:ext cx="10318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bg1">
                                <a:lumMod val="85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4" name="椭圆 70"/>
                        <wps:cNvSpPr/>
                        <wps:spPr>
                          <a:xfrm flipH="1">
                            <a:off x="3765" y="3772"/>
                            <a:ext cx="108" cy="427"/>
                          </a:xfrm>
                          <a:prstGeom prst="snip1Rect">
                            <a:avLst>
                              <a:gd name="adj" fmla="val 0"/>
                            </a:avLst>
                          </a:prstGeom>
                          <a:solidFill>
                            <a:srgbClr val="825758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45.05pt;margin-top:240.55pt;height:25.25pt;width:515.9pt;z-index:251697152;mso-width-relative:page;mso-height-relative:page;" coordorigin="3511,3772" coordsize="10318,505" o:gfxdata="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">
                <o:lock v:ext="edit" aspectratio="f"/>
                <v:shape id="椭圆 70" o:spid="_x0000_s1026" style="position:absolute;left:3520;top:3772;flip:x;height:427;width:194;v-text-anchor:middle;" fillcolor="#825758" filled="t" stroked="f" coordsize="194,427" o:gfxdata="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zzhxWb4A&#10;AADbAAAADwAAAAAAAAABACAAAAAiAAAAZHJzL2Rvd25yZXYueG1sUEsBAhQAFAAAAAgAh07iQDMv&#10;BZ47AAAAOQAAABAAAAAAAAAAAQAgAAAADQEAAGRycy9zaGFwZXhtbC54bWxQSwUGAAAAAAYABgBb&#10;AQAAtwMAAAAA&#10;" path="m0,0l194,0,194,0,194,427,0,427xe">
                  <v:path textboxrect="0,0,194,427" o:connectlocs="194,213;97,427;0,213;97,0" o:connectangles="0,82,164,247"/>
                  <v:fill on="t" focussize="0,0"/>
                  <v:stroke on="f" weight="1pt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</w:pPr>
                      </w:p>
                    </w:txbxContent>
                  </v:textbox>
                </v:shape>
                <v:line id="直接连接符 74" o:spid="_x0000_s1026" o:spt="20" style="position:absolute;left:3511;top:4277;height:0;width:10318;" filled="f" stroked="t" coordsize="21600,21600" o:gfxdata="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B7zg/a/&#10;AAAA2wAAAA8AAAAAAAAAAQAgAAAAIgAAAGRycy9kb3ducmV2LnhtbFBLAQIUABQAAAAIAIdO4kAz&#10;LwWeOwAAADkAAAAQAAAAAAAAAAEAIAAAAA4BAABkcnMvc2hhcGV4bWwueG1sUEsFBgAAAAAGAAYA&#10;WwEAALgDAAAAAA==&#10;">
                  <v:fill on="f" focussize="0,0"/>
                  <v:stroke weight="1pt" color="#D9D9D9 [2732]" miterlimit="8" joinstyle="miter"/>
                  <v:imagedata o:title=""/>
                  <o:lock v:ext="edit" aspectratio="f"/>
                </v:line>
                <v:shape id="椭圆 70" o:spid="_x0000_s1026" style="position:absolute;left:3765;top:3772;flip:x;height:427;width:108;v-text-anchor:middle;" fillcolor="#825758" filled="t" stroked="f" coordsize="108,427" o:gfxdata="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EHLVH74A&#10;AADbAAAADwAAAAAAAAABACAAAAAiAAAAZHJzL2Rvd25yZXYueG1sUEsBAhQAFAAAAAgAh07iQDMv&#10;BZ47AAAAOQAAABAAAAAAAAAAAQAgAAAADQEAAGRycy9zaGFwZXhtbC54bWxQSwUGAAAAAAYABgBb&#10;AQAAtwMAAAAA&#10;" path="m0,0l108,0,108,0,108,427,0,427xe">
                  <v:path textboxrect="0,0,108,427" o:connectlocs="108,213;54,427;0,213;54,0" o:connectangles="0,82,164,247"/>
                  <v:fill on="t" focussize="0,0"/>
                  <v:stroke on="f" weight="1pt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-1247775</wp:posOffset>
                </wp:positionH>
                <wp:positionV relativeFrom="paragraph">
                  <wp:posOffset>9633585</wp:posOffset>
                </wp:positionV>
                <wp:extent cx="7759700" cy="360045"/>
                <wp:effectExtent l="0" t="0" r="12700" b="1905"/>
                <wp:wrapNone/>
                <wp:docPr id="71" name="矩形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704975" y="10547985"/>
                          <a:ext cx="7759700" cy="360045"/>
                        </a:xfrm>
                        <a:prstGeom prst="rect">
                          <a:avLst/>
                        </a:prstGeom>
                        <a:solidFill>
                          <a:srgbClr val="825758"/>
                        </a:solidFill>
                        <a:ln w="1905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98.25pt;margin-top:758.55pt;height:28.35pt;width:611pt;z-index:251688960;v-text-anchor:middle;mso-width-relative:page;mso-height-relative:page;" fillcolor="#825758" filled="t" stroked="f" coordsize="21600,21600" o:gfxdata="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">
                <v:fill on="t" focussize="0,0"/>
                <v:stroke on="f" weight="1.5pt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sz w:val="21"/>
        </w:rPr>
        <mc:AlternateContent>
          <mc:Choice Requires="wpg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-572135</wp:posOffset>
                </wp:positionH>
                <wp:positionV relativeFrom="paragraph">
                  <wp:posOffset>1301115</wp:posOffset>
                </wp:positionV>
                <wp:extent cx="6551930" cy="320675"/>
                <wp:effectExtent l="0" t="0" r="1270" b="22225"/>
                <wp:wrapNone/>
                <wp:docPr id="33" name="组合 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51930" cy="320675"/>
                          <a:chOff x="3511" y="3772"/>
                          <a:chExt cx="10318" cy="505"/>
                        </a:xfrm>
                      </wpg:grpSpPr>
                      <wps:wsp>
                        <wps:cNvPr id="70" name="椭圆 70"/>
                        <wps:cNvSpPr/>
                        <wps:spPr>
                          <a:xfrm flipH="1">
                            <a:off x="3520" y="3772"/>
                            <a:ext cx="194" cy="427"/>
                          </a:xfrm>
                          <a:prstGeom prst="snip1Rect">
                            <a:avLst>
                              <a:gd name="adj" fmla="val 0"/>
                            </a:avLst>
                          </a:prstGeom>
                          <a:solidFill>
                            <a:srgbClr val="825758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74" name="直接连接符 74"/>
                        <wps:cNvCnPr/>
                        <wps:spPr>
                          <a:xfrm>
                            <a:off x="3511" y="4277"/>
                            <a:ext cx="10318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bg1">
                                <a:lumMod val="85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" name="椭圆 70"/>
                        <wps:cNvSpPr/>
                        <wps:spPr>
                          <a:xfrm flipH="1">
                            <a:off x="3765" y="3772"/>
                            <a:ext cx="108" cy="427"/>
                          </a:xfrm>
                          <a:prstGeom prst="snip1Rect">
                            <a:avLst>
                              <a:gd name="adj" fmla="val 0"/>
                            </a:avLst>
                          </a:prstGeom>
                          <a:solidFill>
                            <a:srgbClr val="825758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45.05pt;margin-top:102.45pt;height:25.25pt;width:515.9pt;z-index:251693056;mso-width-relative:page;mso-height-relative:page;" coordorigin="3511,3772" coordsize="10318,505" o:gfxdata="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">
                <o:lock v:ext="edit" aspectratio="f"/>
                <v:shape id="椭圆 70" o:spid="_x0000_s1026" style="position:absolute;left:3520;top:3772;flip:x;height:427;width:194;v-text-anchor:middle;" fillcolor="#825758" filled="t" stroked="f" coordsize="194,427" o:gfxdata="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vBiKK8AAAA&#10;2wAAAA8AAAAAAAAAAQAgAAAAIgAAAGRycy9kb3ducmV2LnhtbFBLAQIUABQAAAAIAIdO4kAzLwWe&#10;OwAAADkAAAAQAAAAAAAAAAEAIAAAAAsBAABkcnMvc2hhcGV4bWwueG1sUEsFBgAAAAAGAAYAWwEA&#10;ALUDAAAAAA==&#10;" path="m0,0l194,0,194,0,194,427,0,427xe">
                  <v:path textboxrect="0,0,194,427" o:connectlocs="194,213;97,427;0,213;97,0" o:connectangles="0,82,164,247"/>
                  <v:fill on="t" focussize="0,0"/>
                  <v:stroke on="f" weight="1pt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</w:pPr>
                      </w:p>
                    </w:txbxContent>
                  </v:textbox>
                </v:shape>
                <v:line id="_x0000_s1026" o:spid="_x0000_s1026" o:spt="20" style="position:absolute;left:3511;top:4277;height:0;width:10318;" filled="f" stroked="t" coordsize="21600,21600" o:gfxdata="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tePieb4A&#10;AADbAAAADwAAAAAAAAABACAAAAAiAAAAZHJzL2Rvd25yZXYueG1sUEsBAhQAFAAAAAgAh07iQDMv&#10;BZ47AAAAOQAAABAAAAAAAAAAAQAgAAAADQEAAGRycy9zaGFwZXhtbC54bWxQSwUGAAAAAAYABgBb&#10;AQAAtwMAAAAA&#10;">
                  <v:fill on="f" focussize="0,0"/>
                  <v:stroke weight="1pt" color="#D9D9D9 [2732]" miterlimit="8" joinstyle="miter"/>
                  <v:imagedata o:title=""/>
                  <o:lock v:ext="edit" aspectratio="f"/>
                </v:line>
                <v:shape id="椭圆 70" o:spid="_x0000_s1026" style="position:absolute;left:3765;top:3772;flip:x;height:427;width:108;v-text-anchor:middle;" fillcolor="#825758" filled="t" stroked="f" coordsize="108,427" o:gfxdata="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ZhlczugAAANsA&#10;AAAPAAAAAAAAAAEAIAAAACIAAABkcnMvZG93bnJldi54bWxQSwECFAAUAAAACACHTuJAMy8FnjsA&#10;AAA5AAAAEAAAAAAAAAABACAAAAAJAQAAZHJzL3NoYXBleG1sLnhtbFBLBQYAAAAABgAGAFsBAACz&#10;AwAAAAA=&#10;" path="m0,0l108,0,108,0,108,427,0,427xe">
                  <v:path textboxrect="0,0,108,427" o:connectlocs="108,213;54,427;0,213;54,0" o:connectangles="0,82,164,247"/>
                  <v:fill on="t" focussize="0,0"/>
                  <v:stroke on="f" weight="1pt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-347345</wp:posOffset>
                </wp:positionH>
                <wp:positionV relativeFrom="paragraph">
                  <wp:posOffset>4591050</wp:posOffset>
                </wp:positionV>
                <wp:extent cx="949960" cy="435610"/>
                <wp:effectExtent l="0" t="0" r="0" b="0"/>
                <wp:wrapNone/>
                <wp:docPr id="40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049655" y="5747385"/>
                          <a:ext cx="949960" cy="4356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distribute"/>
                              <w:rPr>
                                <w:rFonts w:hint="eastAsia" w:ascii="汉仪文黑-55简" w:hAnsi="汉仪文黑-55简" w:eastAsia="汉仪文黑-55简" w:cs="汉仪文黑-55简"/>
                                <w:b/>
                                <w:bCs/>
                                <w:color w:val="595959" w:themeColor="text1" w:themeTint="A6"/>
                                <w:sz w:val="28"/>
                                <w:szCs w:val="28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汉仪文黑-55简" w:hAnsi="汉仪文黑-55简" w:eastAsia="汉仪文黑-55简" w:cs="汉仪文黑-55简"/>
                                <w:b/>
                                <w:bCs/>
                                <w:color w:val="595959" w:themeColor="text1" w:themeTint="A6"/>
                                <w:sz w:val="28"/>
                                <w:szCs w:val="28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实践经历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5" o:spid="_x0000_s1026" o:spt="202" type="#_x0000_t202" style="position:absolute;left:0pt;margin-left:-27.35pt;margin-top:361.5pt;height:34.3pt;width:74.8pt;z-index:251666432;mso-width-relative:page;mso-height-relative:page;" filled="f" stroked="f" coordsize="21600,21600" o:gfxdata="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jc w:val="distribute"/>
                        <w:rPr>
                          <w:rFonts w:hint="eastAsia" w:ascii="汉仪文黑-55简" w:hAnsi="汉仪文黑-55简" w:eastAsia="汉仪文黑-55简" w:cs="汉仪文黑-55简"/>
                          <w:b/>
                          <w:bCs/>
                          <w:color w:val="595959" w:themeColor="text1" w:themeTint="A6"/>
                          <w:sz w:val="28"/>
                          <w:szCs w:val="28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汉仪文黑-55简" w:hAnsi="汉仪文黑-55简" w:eastAsia="汉仪文黑-55简" w:cs="汉仪文黑-55简"/>
                          <w:b/>
                          <w:bCs/>
                          <w:color w:val="595959" w:themeColor="text1" w:themeTint="A6"/>
                          <w:sz w:val="28"/>
                          <w:szCs w:val="28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实践经历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-340360</wp:posOffset>
                </wp:positionH>
                <wp:positionV relativeFrom="paragraph">
                  <wp:posOffset>2955925</wp:posOffset>
                </wp:positionV>
                <wp:extent cx="941070" cy="435610"/>
                <wp:effectExtent l="0" t="0" r="0" b="0"/>
                <wp:wrapNone/>
                <wp:docPr id="103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056640" y="4267835"/>
                          <a:ext cx="941070" cy="4356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distribute"/>
                              <w:rPr>
                                <w:rFonts w:hint="eastAsia" w:ascii="汉仪文黑-55简" w:hAnsi="汉仪文黑-55简" w:eastAsia="汉仪文黑-55简" w:cs="汉仪文黑-55简"/>
                                <w:b/>
                                <w:bCs/>
                                <w:color w:val="595959" w:themeColor="text1" w:themeTint="A6"/>
                                <w:sz w:val="28"/>
                                <w:szCs w:val="28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汉仪文黑-55简" w:hAnsi="汉仪文黑-55简" w:eastAsia="汉仪文黑-55简" w:cs="汉仪文黑-55简"/>
                                <w:b/>
                                <w:bCs/>
                                <w:color w:val="595959" w:themeColor="text1" w:themeTint="A6"/>
                                <w:sz w:val="28"/>
                                <w:szCs w:val="28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教育背景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4" o:spid="_x0000_s1026" o:spt="202" type="#_x0000_t202" style="position:absolute;left:0pt;margin-left:-26.8pt;margin-top:232.75pt;height:34.3pt;width:74.1pt;z-index:251663360;mso-width-relative:page;mso-height-relative:page;" filled="f" stroked="f" coordsize="21600,21600" o:gfxdata="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jc w:val="distribute"/>
                        <w:rPr>
                          <w:rFonts w:hint="eastAsia" w:ascii="汉仪文黑-55简" w:hAnsi="汉仪文黑-55简" w:eastAsia="汉仪文黑-55简" w:cs="汉仪文黑-55简"/>
                          <w:b/>
                          <w:bCs/>
                          <w:color w:val="595959" w:themeColor="text1" w:themeTint="A6"/>
                          <w:sz w:val="28"/>
                          <w:szCs w:val="28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汉仪文黑-55简" w:hAnsi="汉仪文黑-55简" w:eastAsia="汉仪文黑-55简" w:cs="汉仪文黑-55简"/>
                          <w:b/>
                          <w:bCs/>
                          <w:color w:val="595959" w:themeColor="text1" w:themeTint="A6"/>
                          <w:sz w:val="28"/>
                          <w:szCs w:val="28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教育背景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-340360</wp:posOffset>
                </wp:positionH>
                <wp:positionV relativeFrom="paragraph">
                  <wp:posOffset>1200785</wp:posOffset>
                </wp:positionV>
                <wp:extent cx="941070" cy="435610"/>
                <wp:effectExtent l="0" t="0" r="0" b="0"/>
                <wp:wrapNone/>
                <wp:docPr id="39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056640" y="2379345"/>
                          <a:ext cx="941070" cy="4356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distribute"/>
                              <w:rPr>
                                <w:rFonts w:hint="eastAsia" w:ascii="汉仪文黑-55简" w:hAnsi="汉仪文黑-55简" w:eastAsia="汉仪文黑-55简" w:cs="汉仪文黑-55简"/>
                                <w:b/>
                                <w:bCs/>
                                <w:color w:val="595959" w:themeColor="text1" w:themeTint="A6"/>
                                <w:sz w:val="28"/>
                                <w:szCs w:val="28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汉仪文黑-55简" w:hAnsi="汉仪文黑-55简" w:eastAsia="汉仪文黑-55简" w:cs="汉仪文黑-55简"/>
                                <w:b/>
                                <w:bCs/>
                                <w:color w:val="595959" w:themeColor="text1" w:themeTint="A6"/>
                                <w:sz w:val="28"/>
                                <w:szCs w:val="28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报考信息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4" o:spid="_x0000_s1026" o:spt="202" type="#_x0000_t202" style="position:absolute;left:0pt;margin-left:-26.8pt;margin-top:94.55pt;height:34.3pt;width:74.1pt;z-index:251663360;mso-width-relative:page;mso-height-relative:page;" filled="f" stroked="f" coordsize="21600,21600" o:gfxdata="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jc w:val="distribute"/>
                        <w:rPr>
                          <w:rFonts w:hint="eastAsia" w:ascii="汉仪文黑-55简" w:hAnsi="汉仪文黑-55简" w:eastAsia="汉仪文黑-55简" w:cs="汉仪文黑-55简"/>
                          <w:b/>
                          <w:bCs/>
                          <w:color w:val="595959" w:themeColor="text1" w:themeTint="A6"/>
                          <w:sz w:val="28"/>
                          <w:szCs w:val="28"/>
                          <w:lang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汉仪文黑-55简" w:hAnsi="汉仪文黑-55简" w:eastAsia="汉仪文黑-55简" w:cs="汉仪文黑-55简"/>
                          <w:b/>
                          <w:bCs/>
                          <w:color w:val="595959" w:themeColor="text1" w:themeTint="A6"/>
                          <w:sz w:val="28"/>
                          <w:szCs w:val="28"/>
                          <w:lang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报考信息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-356870</wp:posOffset>
                </wp:positionH>
                <wp:positionV relativeFrom="paragraph">
                  <wp:posOffset>8142605</wp:posOffset>
                </wp:positionV>
                <wp:extent cx="956310" cy="435610"/>
                <wp:effectExtent l="0" t="0" r="0" b="0"/>
                <wp:wrapNone/>
                <wp:docPr id="41" name="文本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040130" y="9006205"/>
                          <a:ext cx="956310" cy="4356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distribute"/>
                              <w:rPr>
                                <w:rFonts w:hint="eastAsia" w:ascii="汉仪文黑-55简" w:hAnsi="汉仪文黑-55简" w:eastAsia="汉仪文黑-55简" w:cs="汉仪文黑-55简"/>
                                <w:b/>
                                <w:bCs/>
                                <w:color w:val="595959" w:themeColor="text1" w:themeTint="A6"/>
                                <w:sz w:val="28"/>
                                <w:szCs w:val="28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汉仪文黑-55简" w:hAnsi="汉仪文黑-55简" w:eastAsia="汉仪文黑-55简" w:cs="汉仪文黑-55简"/>
                                <w:b/>
                                <w:bCs/>
                                <w:color w:val="595959" w:themeColor="text1" w:themeTint="A6"/>
                                <w:sz w:val="28"/>
                                <w:szCs w:val="28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自我评价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10" o:spid="_x0000_s1026" o:spt="202" type="#_x0000_t202" style="position:absolute;left:0pt;margin-left:-28.1pt;margin-top:641.15pt;height:34.3pt;width:75.3pt;z-index:251664384;mso-width-relative:page;mso-height-relative:page;" filled="f" stroked="f" coordsize="21600,21600" o:gfxdata="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jc w:val="distribute"/>
                        <w:rPr>
                          <w:rFonts w:hint="eastAsia" w:ascii="汉仪文黑-55简" w:hAnsi="汉仪文黑-55简" w:eastAsia="汉仪文黑-55简" w:cs="汉仪文黑-55简"/>
                          <w:b/>
                          <w:bCs/>
                          <w:color w:val="595959" w:themeColor="text1" w:themeTint="A6"/>
                          <w:sz w:val="28"/>
                          <w:szCs w:val="28"/>
                          <w:lang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汉仪文黑-55简" w:hAnsi="汉仪文黑-55简" w:eastAsia="汉仪文黑-55简" w:cs="汉仪文黑-55简"/>
                          <w:b/>
                          <w:bCs/>
                          <w:color w:val="595959" w:themeColor="text1" w:themeTint="A6"/>
                          <w:sz w:val="28"/>
                          <w:szCs w:val="28"/>
                          <w:lang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自我评价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-341630</wp:posOffset>
                </wp:positionH>
                <wp:positionV relativeFrom="paragraph">
                  <wp:posOffset>6994525</wp:posOffset>
                </wp:positionV>
                <wp:extent cx="948055" cy="435610"/>
                <wp:effectExtent l="0" t="0" r="0" b="0"/>
                <wp:wrapNone/>
                <wp:docPr id="42" name="文本框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055370" y="7180580"/>
                          <a:ext cx="948055" cy="4356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distribute"/>
                              <w:rPr>
                                <w:rFonts w:hint="eastAsia" w:ascii="汉仪文黑-55简" w:hAnsi="汉仪文黑-55简" w:eastAsia="汉仪文黑-55简" w:cs="汉仪文黑-55简"/>
                                <w:b/>
                                <w:bCs/>
                                <w:color w:val="595959" w:themeColor="text1" w:themeTint="A6"/>
                                <w:sz w:val="28"/>
                                <w:szCs w:val="28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汉仪文黑-55简" w:hAnsi="汉仪文黑-55简" w:eastAsia="汉仪文黑-55简" w:cs="汉仪文黑-55简"/>
                                <w:b/>
                                <w:bCs/>
                                <w:color w:val="595959" w:themeColor="text1" w:themeTint="A6"/>
                                <w:sz w:val="28"/>
                                <w:szCs w:val="28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技能证书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11" o:spid="_x0000_s1026" o:spt="202" type="#_x0000_t202" style="position:absolute;left:0pt;margin-left:-26.9pt;margin-top:550.75pt;height:34.3pt;width:74.65pt;z-index:251667456;mso-width-relative:page;mso-height-relative:page;" filled="f" stroked="f" coordsize="21600,21600" o:gfxdata="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jc w:val="distribute"/>
                        <w:rPr>
                          <w:rFonts w:hint="eastAsia" w:ascii="汉仪文黑-55简" w:hAnsi="汉仪文黑-55简" w:eastAsia="汉仪文黑-55简" w:cs="汉仪文黑-55简"/>
                          <w:b/>
                          <w:bCs/>
                          <w:color w:val="595959" w:themeColor="text1" w:themeTint="A6"/>
                          <w:sz w:val="28"/>
                          <w:szCs w:val="28"/>
                          <w:lang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汉仪文黑-55简" w:hAnsi="汉仪文黑-55简" w:eastAsia="汉仪文黑-55简" w:cs="汉仪文黑-55简"/>
                          <w:b/>
                          <w:bCs/>
                          <w:color w:val="595959" w:themeColor="text1" w:themeTint="A6"/>
                          <w:sz w:val="28"/>
                          <w:szCs w:val="28"/>
                          <w:lang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技能证书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4390390</wp:posOffset>
                </wp:positionH>
                <wp:positionV relativeFrom="paragraph">
                  <wp:posOffset>1755775</wp:posOffset>
                </wp:positionV>
                <wp:extent cx="1548765" cy="337185"/>
                <wp:effectExtent l="0" t="0" r="0" b="0"/>
                <wp:wrapNone/>
                <wp:docPr id="28" name="文本框 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48765" cy="3371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 w:val="0"/>
                              <w:snapToGrid w:val="0"/>
                              <w:spacing w:line="312" w:lineRule="auto"/>
                              <w:jc w:val="both"/>
                              <w:textAlignment w:val="auto"/>
                              <w:outlineLvl w:val="9"/>
                              <w:rPr>
                                <w:rFonts w:hint="eastAsia" w:ascii="汉仪文黑-55简" w:hAnsi="汉仪文黑-55简" w:eastAsia="汉仪文黑-55简" w:cs="汉仪文黑-55简"/>
                                <w:b w:val="0"/>
                                <w:bCs w:val="0"/>
                                <w:color w:val="595959" w:themeColor="text1" w:themeTint="A6"/>
                                <w:sz w:val="22"/>
                                <w:szCs w:val="22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汉仪文黑-55简" w:hAnsi="汉仪文黑-55简" w:eastAsia="汉仪文黑-55简" w:cs="汉仪文黑-55简"/>
                                <w:b w:val="0"/>
                                <w:bCs w:val="0"/>
                                <w:color w:val="595959" w:themeColor="text1" w:themeTint="A6"/>
                                <w:sz w:val="22"/>
                                <w:szCs w:val="22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报考专业：工商管理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97" o:spid="_x0000_s1026" o:spt="202" type="#_x0000_t202" style="position:absolute;left:0pt;margin-left:345.7pt;margin-top:138.25pt;height:26.55pt;width:121.95pt;z-index:251662336;mso-width-relative:page;mso-height-relative:page;" filled="f" stroked="f" coordsize="21600,21600" o:gfxdata="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 w:val="0"/>
                        <w:snapToGrid w:val="0"/>
                        <w:spacing w:line="312" w:lineRule="auto"/>
                        <w:jc w:val="both"/>
                        <w:textAlignment w:val="auto"/>
                        <w:outlineLvl w:val="9"/>
                        <w:rPr>
                          <w:rFonts w:hint="eastAsia" w:ascii="汉仪文黑-55简" w:hAnsi="汉仪文黑-55简" w:eastAsia="汉仪文黑-55简" w:cs="汉仪文黑-55简"/>
                          <w:b w:val="0"/>
                          <w:bCs w:val="0"/>
                          <w:color w:val="595959" w:themeColor="text1" w:themeTint="A6"/>
                          <w:sz w:val="22"/>
                          <w:szCs w:val="22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汉仪文黑-55简" w:hAnsi="汉仪文黑-55简" w:eastAsia="汉仪文黑-55简" w:cs="汉仪文黑-55简"/>
                          <w:b w:val="0"/>
                          <w:bCs w:val="0"/>
                          <w:color w:val="595959" w:themeColor="text1" w:themeTint="A6"/>
                          <w:sz w:val="22"/>
                          <w:szCs w:val="22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报考专业：工商管理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1269365</wp:posOffset>
                </wp:positionH>
                <wp:positionV relativeFrom="paragraph">
                  <wp:posOffset>-957580</wp:posOffset>
                </wp:positionV>
                <wp:extent cx="2734945" cy="428625"/>
                <wp:effectExtent l="0" t="0" r="8255" b="9525"/>
                <wp:wrapNone/>
                <wp:docPr id="12" name="梯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4006215" y="487045"/>
                          <a:ext cx="2734945" cy="428625"/>
                        </a:xfrm>
                        <a:prstGeom prst="trapezoid">
                          <a:avLst>
                            <a:gd name="adj" fmla="val 97185"/>
                          </a:avLst>
                        </a:prstGeom>
                        <a:solidFill>
                          <a:srgbClr val="825758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style="position:absolute;left:0pt;flip:y;margin-left:99.95pt;margin-top:-75.4pt;height:33.75pt;width:215.35pt;z-index:251689984;v-text-anchor:middle;mso-width-relative:page;mso-height-relative:page;" fillcolor="#825758" filled="t" stroked="f" coordsize="2734945,428625" o:gfxdata="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" path="m0,428625l416559,0,2318385,0,2734945,428625xe">
                <v:path o:connectlocs="1367472,0;208279,214312;1367472,428625;2526665,214312" o:connectangles="247,164,82,0"/>
                <v:fill on="t" focussize="0,0"/>
                <v:stroke on="f" weight="1pt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2000250</wp:posOffset>
                </wp:positionH>
                <wp:positionV relativeFrom="paragraph">
                  <wp:posOffset>-946785</wp:posOffset>
                </wp:positionV>
                <wp:extent cx="1273810" cy="434340"/>
                <wp:effectExtent l="0" t="0" r="0" b="0"/>
                <wp:wrapNone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454660" y="90170"/>
                          <a:ext cx="1273810" cy="4343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distribute"/>
                              <w:rPr>
                                <w:rFonts w:hint="eastAsia" w:ascii="汉仪文黑-55简" w:hAnsi="汉仪文黑-55简" w:eastAsia="汉仪文黑-55简" w:cs="汉仪文黑-55简"/>
                                <w:b/>
                                <w:bCs/>
                                <w:color w:val="FFFFFF" w:themeColor="background1"/>
                                <w:sz w:val="36"/>
                                <w:szCs w:val="36"/>
                                <w:lang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汉仪文黑-55简" w:hAnsi="汉仪文黑-55简" w:eastAsia="汉仪文黑-55简" w:cs="汉仪文黑-55简"/>
                                <w:b/>
                                <w:bCs/>
                                <w:color w:val="FFFFFF" w:themeColor="background1"/>
                                <w:sz w:val="36"/>
                                <w:szCs w:val="36"/>
                                <w:lang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个人简历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57.5pt;margin-top:-74.55pt;height:34.2pt;width:100.3pt;z-index:251691008;mso-width-relative:page;mso-height-relative:page;" filled="f" stroked="f" coordsize="21600,21600" o:gfxdata="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jc w:val="distribute"/>
                        <w:rPr>
                          <w:rFonts w:hint="eastAsia" w:ascii="汉仪文黑-55简" w:hAnsi="汉仪文黑-55简" w:eastAsia="汉仪文黑-55简" w:cs="汉仪文黑-55简"/>
                          <w:b/>
                          <w:bCs/>
                          <w:color w:val="FFFFFF" w:themeColor="background1"/>
                          <w:sz w:val="36"/>
                          <w:szCs w:val="36"/>
                          <w:lang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汉仪文黑-55简" w:hAnsi="汉仪文黑-55简" w:eastAsia="汉仪文黑-55简" w:cs="汉仪文黑-55简"/>
                          <w:b/>
                          <w:bCs/>
                          <w:color w:val="FFFFFF" w:themeColor="background1"/>
                          <w:sz w:val="36"/>
                          <w:szCs w:val="36"/>
                          <w:lang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个人简历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-1212215</wp:posOffset>
                </wp:positionH>
                <wp:positionV relativeFrom="paragraph">
                  <wp:posOffset>-1037590</wp:posOffset>
                </wp:positionV>
                <wp:extent cx="7724140" cy="264795"/>
                <wp:effectExtent l="0" t="0" r="10160" b="1905"/>
                <wp:wrapNone/>
                <wp:docPr id="2" name="矩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93700" y="95250"/>
                          <a:ext cx="7724140" cy="264795"/>
                        </a:xfrm>
                        <a:prstGeom prst="rect">
                          <a:avLst/>
                        </a:prstGeom>
                        <a:solidFill>
                          <a:srgbClr val="825758"/>
                        </a:solidFill>
                        <a:ln w="1905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95.45pt;margin-top:-81.7pt;height:20.85pt;width:608.2pt;z-index:251660288;v-text-anchor:middle;mso-width-relative:page;mso-height-relative:page;" fillcolor="#825758" filled="t" stroked="f" coordsize="21600,21600" o:gfxdata="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">
                <v:fill on="t" focussize="0,0"/>
                <v:stroke on="f" weight="1.5pt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-619760</wp:posOffset>
                </wp:positionH>
                <wp:positionV relativeFrom="paragraph">
                  <wp:posOffset>7499350</wp:posOffset>
                </wp:positionV>
                <wp:extent cx="6540500" cy="640080"/>
                <wp:effectExtent l="0" t="0" r="0" b="0"/>
                <wp:wrapNone/>
                <wp:docPr id="5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561340" y="4898390"/>
                          <a:ext cx="6540500" cy="6400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 w:val="0"/>
                              <w:snapToGrid w:val="0"/>
                              <w:spacing w:line="240" w:lineRule="auto"/>
                              <w:textAlignment w:val="auto"/>
                              <w:outlineLvl w:val="9"/>
                              <w:rPr>
                                <w:rFonts w:hint="eastAsia" w:ascii="汉仪文黑-55简" w:hAnsi="汉仪文黑-55简" w:eastAsia="汉仪文黑-55简" w:cs="汉仪文黑-55简"/>
                                <w:b w:val="0"/>
                                <w:bCs w:val="0"/>
                                <w:i w:val="0"/>
                                <w:caps w:val="0"/>
                                <w:color w:val="595959" w:themeColor="text1" w:themeTint="A6"/>
                                <w:spacing w:val="0"/>
                                <w:sz w:val="22"/>
                                <w:szCs w:val="22"/>
                                <w:shd w:val="clear" w:fill="FFFFFF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汉仪文黑-55简" w:hAnsi="汉仪文黑-55简" w:eastAsia="汉仪文黑-55简" w:cs="汉仪文黑-55简"/>
                                <w:b w:val="0"/>
                                <w:bCs w:val="0"/>
                                <w:i w:val="0"/>
                                <w:caps w:val="0"/>
                                <w:color w:val="595959" w:themeColor="text1" w:themeTint="A6"/>
                                <w:spacing w:val="0"/>
                                <w:sz w:val="22"/>
                                <w:szCs w:val="22"/>
                                <w:shd w:val="clear" w:fill="FFFFFF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语言技能：英语六级，听读写流利，普通话二级甲等，粤语良好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 w:val="0"/>
                              <w:snapToGrid w:val="0"/>
                              <w:spacing w:line="240" w:lineRule="auto"/>
                              <w:textAlignment w:val="auto"/>
                              <w:outlineLvl w:val="9"/>
                              <w:rPr>
                                <w:rFonts w:hint="eastAsia" w:ascii="汉仪文黑-55简" w:hAnsi="汉仪文黑-55简" w:eastAsia="汉仪文黑-55简" w:cs="汉仪文黑-55简"/>
                                <w:b w:val="0"/>
                                <w:i w:val="0"/>
                                <w:caps w:val="0"/>
                                <w:color w:val="595959" w:themeColor="text1" w:themeTint="A6"/>
                                <w:spacing w:val="0"/>
                                <w:sz w:val="22"/>
                                <w:szCs w:val="22"/>
                                <w:shd w:val="clear" w:fill="FFFFFF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汉仪文黑-55简" w:hAnsi="汉仪文黑-55简" w:eastAsia="汉仪文黑-55简" w:cs="汉仪文黑-55简"/>
                                <w:b w:val="0"/>
                                <w:bCs w:val="0"/>
                                <w:i w:val="0"/>
                                <w:caps w:val="0"/>
                                <w:color w:val="595959" w:themeColor="text1" w:themeTint="A6"/>
                                <w:spacing w:val="0"/>
                                <w:sz w:val="22"/>
                                <w:szCs w:val="22"/>
                                <w:shd w:val="clear" w:fill="FFFFFF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荣誉证书：获得“国家励志奖学金”2次、“优秀班干部”称号、“三好学生”称号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48.8pt;margin-top:590.5pt;height:50.4pt;width:515pt;z-index:251664384;mso-width-relative:page;mso-height-relative:page;" filled="f" stroked="f" coordsize="21600,21600" o:gfxdata="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 w:val="0"/>
                        <w:snapToGrid w:val="0"/>
                        <w:spacing w:line="240" w:lineRule="auto"/>
                        <w:textAlignment w:val="auto"/>
                        <w:outlineLvl w:val="9"/>
                        <w:rPr>
                          <w:rFonts w:hint="eastAsia" w:ascii="汉仪文黑-55简" w:hAnsi="汉仪文黑-55简" w:eastAsia="汉仪文黑-55简" w:cs="汉仪文黑-55简"/>
                          <w:b w:val="0"/>
                          <w:bCs w:val="0"/>
                          <w:i w:val="0"/>
                          <w:caps w:val="0"/>
                          <w:color w:val="595959" w:themeColor="text1" w:themeTint="A6"/>
                          <w:spacing w:val="0"/>
                          <w:sz w:val="22"/>
                          <w:szCs w:val="22"/>
                          <w:shd w:val="clear" w:fill="FFFFFF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汉仪文黑-55简" w:hAnsi="汉仪文黑-55简" w:eastAsia="汉仪文黑-55简" w:cs="汉仪文黑-55简"/>
                          <w:b w:val="0"/>
                          <w:bCs w:val="0"/>
                          <w:i w:val="0"/>
                          <w:caps w:val="0"/>
                          <w:color w:val="595959" w:themeColor="text1" w:themeTint="A6"/>
                          <w:spacing w:val="0"/>
                          <w:sz w:val="22"/>
                          <w:szCs w:val="22"/>
                          <w:shd w:val="clear" w:fill="FFFFFF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语言技能：英语六级，听读写流利，普通话二级甲等，粤语良好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 w:val="0"/>
                        <w:snapToGrid w:val="0"/>
                        <w:spacing w:line="240" w:lineRule="auto"/>
                        <w:textAlignment w:val="auto"/>
                        <w:outlineLvl w:val="9"/>
                        <w:rPr>
                          <w:rFonts w:hint="eastAsia" w:ascii="汉仪文黑-55简" w:hAnsi="汉仪文黑-55简" w:eastAsia="汉仪文黑-55简" w:cs="汉仪文黑-55简"/>
                          <w:b w:val="0"/>
                          <w:i w:val="0"/>
                          <w:caps w:val="0"/>
                          <w:color w:val="595959" w:themeColor="text1" w:themeTint="A6"/>
                          <w:spacing w:val="0"/>
                          <w:sz w:val="22"/>
                          <w:szCs w:val="22"/>
                          <w:shd w:val="clear" w:fill="FFFFFF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汉仪文黑-55简" w:hAnsi="汉仪文黑-55简" w:eastAsia="汉仪文黑-55简" w:cs="汉仪文黑-55简"/>
                          <w:b w:val="0"/>
                          <w:bCs w:val="0"/>
                          <w:i w:val="0"/>
                          <w:caps w:val="0"/>
                          <w:color w:val="595959" w:themeColor="text1" w:themeTint="A6"/>
                          <w:spacing w:val="0"/>
                          <w:sz w:val="22"/>
                          <w:szCs w:val="22"/>
                          <w:shd w:val="clear" w:fill="FFFFFF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荣誉证书：获得“国家励志奖学金”2次、“优秀班干部”称号、“三好学生”称号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-619125</wp:posOffset>
                </wp:positionH>
                <wp:positionV relativeFrom="paragraph">
                  <wp:posOffset>5086985</wp:posOffset>
                </wp:positionV>
                <wp:extent cx="6681470" cy="1845945"/>
                <wp:effectExtent l="0" t="0" r="0" b="0"/>
                <wp:wrapNone/>
                <wp:docPr id="18" name="文本框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561975" y="8039100"/>
                          <a:ext cx="6681470" cy="1845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 w:val="0"/>
                              <w:snapToGrid w:val="0"/>
                              <w:spacing w:after="62" w:afterLines="20" w:line="228" w:lineRule="auto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汉仪文黑-55简" w:hAnsi="汉仪文黑-55简" w:eastAsia="汉仪文黑-55简" w:cs="汉仪文黑-55简"/>
                                <w:b w:val="0"/>
                                <w:bCs w:val="0"/>
                                <w:color w:val="595959" w:themeColor="text1" w:themeTint="A6"/>
                                <w:sz w:val="22"/>
                                <w:szCs w:val="22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汉仪文黑-55简" w:hAnsi="汉仪文黑-55简" w:eastAsia="汉仪文黑-55简" w:cs="汉仪文黑-55简"/>
                                <w:b w:val="0"/>
                                <w:bCs w:val="0"/>
                                <w:color w:val="595959" w:themeColor="text1" w:themeTint="A6"/>
                                <w:sz w:val="22"/>
                                <w:szCs w:val="22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20XX.7-20XX.3                          PC6办公软件有限公司                          管培生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2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 w:val="0"/>
                              <w:snapToGrid w:val="0"/>
                              <w:spacing w:after="62" w:afterLines="20" w:line="228" w:lineRule="auto"/>
                              <w:ind w:left="420" w:leftChars="0" w:hanging="42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汉仪文黑-55简" w:hAnsi="汉仪文黑-55简" w:eastAsia="汉仪文黑-55简" w:cs="汉仪文黑-55简"/>
                                <w:b w:val="0"/>
                                <w:bCs w:val="0"/>
                                <w:color w:val="595959" w:themeColor="text1" w:themeTint="A6"/>
                                <w:sz w:val="22"/>
                                <w:szCs w:val="22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default" w:ascii="汉仪文黑-55简" w:hAnsi="汉仪文黑-55简" w:eastAsia="汉仪文黑-55简" w:cs="汉仪文黑-55简"/>
                                <w:b w:val="0"/>
                                <w:bCs w:val="0"/>
                                <w:color w:val="595959" w:themeColor="text1" w:themeTint="A6"/>
                                <w:sz w:val="22"/>
                                <w:szCs w:val="22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将公司失效准失效客户进行有效跟进，并推进后续保全服务，完成公司的基本法考核要求</w:t>
                            </w:r>
                            <w:r>
                              <w:rPr>
                                <w:rFonts w:hint="eastAsia" w:ascii="汉仪文黑-55简" w:hAnsi="汉仪文黑-55简" w:eastAsia="汉仪文黑-55简" w:cs="汉仪文黑-55简"/>
                                <w:b w:val="0"/>
                                <w:bCs w:val="0"/>
                                <w:color w:val="595959" w:themeColor="text1" w:themeTint="A6"/>
                                <w:sz w:val="22"/>
                                <w:szCs w:val="22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；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2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 w:val="0"/>
                              <w:snapToGrid w:val="0"/>
                              <w:spacing w:after="62" w:afterLines="20" w:line="228" w:lineRule="auto"/>
                              <w:ind w:left="420" w:leftChars="0" w:hanging="42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汉仪文黑-55简" w:hAnsi="汉仪文黑-55简" w:eastAsia="汉仪文黑-55简" w:cs="汉仪文黑-55简"/>
                                <w:b w:val="0"/>
                                <w:bCs w:val="0"/>
                                <w:color w:val="595959" w:themeColor="text1" w:themeTint="A6"/>
                                <w:sz w:val="22"/>
                                <w:szCs w:val="22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default" w:ascii="汉仪文黑-55简" w:hAnsi="汉仪文黑-55简" w:eastAsia="汉仪文黑-55简" w:cs="汉仪文黑-55简"/>
                                <w:b w:val="0"/>
                                <w:bCs w:val="0"/>
                                <w:color w:val="595959" w:themeColor="text1" w:themeTint="A6"/>
                                <w:sz w:val="22"/>
                                <w:szCs w:val="22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宣传保险知识，解释保险条款，点评产品，分析个人财务需求，为客户提供专业的理财养老规划</w:t>
                            </w:r>
                            <w:r>
                              <w:rPr>
                                <w:rFonts w:hint="eastAsia" w:ascii="汉仪文黑-55简" w:hAnsi="汉仪文黑-55简" w:eastAsia="汉仪文黑-55简" w:cs="汉仪文黑-55简"/>
                                <w:b w:val="0"/>
                                <w:bCs w:val="0"/>
                                <w:color w:val="595959" w:themeColor="text1" w:themeTint="A6"/>
                                <w:sz w:val="22"/>
                                <w:szCs w:val="22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；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2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 w:val="0"/>
                              <w:snapToGrid w:val="0"/>
                              <w:spacing w:after="62" w:afterLines="20" w:line="228" w:lineRule="auto"/>
                              <w:ind w:left="420" w:leftChars="0" w:hanging="42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default" w:ascii="汉仪文黑-55简" w:hAnsi="汉仪文黑-55简" w:eastAsia="汉仪文黑-55简" w:cs="汉仪文黑-55简"/>
                                <w:b w:val="0"/>
                                <w:bCs w:val="0"/>
                                <w:color w:val="595959" w:themeColor="text1" w:themeTint="A6"/>
                                <w:sz w:val="22"/>
                                <w:szCs w:val="22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default" w:ascii="汉仪文黑-55简" w:hAnsi="汉仪文黑-55简" w:eastAsia="汉仪文黑-55简" w:cs="汉仪文黑-55简"/>
                                <w:b w:val="0"/>
                                <w:bCs w:val="0"/>
                                <w:color w:val="595959" w:themeColor="text1" w:themeTint="A6"/>
                                <w:sz w:val="22"/>
                                <w:szCs w:val="22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定期回访老客户，维护潜在客户，被保险人出险后，协助其进行理赔等</w:t>
                            </w:r>
                            <w:r>
                              <w:rPr>
                                <w:rFonts w:hint="eastAsia" w:ascii="汉仪文黑-55简" w:hAnsi="汉仪文黑-55简" w:eastAsia="汉仪文黑-55简" w:cs="汉仪文黑-55简"/>
                                <w:b w:val="0"/>
                                <w:bCs w:val="0"/>
                                <w:color w:val="595959" w:themeColor="text1" w:themeTint="A6"/>
                                <w:sz w:val="22"/>
                                <w:szCs w:val="22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。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 w:val="0"/>
                              <w:snapToGrid w:val="0"/>
                              <w:spacing w:after="62" w:afterLines="20" w:line="240" w:lineRule="auto"/>
                              <w:jc w:val="left"/>
                              <w:textAlignment w:val="auto"/>
                              <w:outlineLvl w:val="9"/>
                              <w:rPr>
                                <w:rFonts w:hint="default" w:ascii="汉仪文黑-55简" w:hAnsi="汉仪文黑-55简" w:eastAsia="汉仪文黑-55简" w:cs="汉仪文黑-55简"/>
                                <w:b w:val="0"/>
                                <w:bCs w:val="0"/>
                                <w:color w:val="595959" w:themeColor="text1" w:themeTint="A6"/>
                                <w:sz w:val="22"/>
                                <w:szCs w:val="22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汉仪文黑-55简" w:hAnsi="汉仪文黑-55简" w:eastAsia="汉仪文黑-55简" w:cs="汉仪文黑-55简"/>
                                <w:b w:val="0"/>
                                <w:bCs w:val="0"/>
                                <w:color w:val="595959" w:themeColor="text1" w:themeTint="A6"/>
                                <w:sz w:val="22"/>
                                <w:szCs w:val="22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20XX.8-20XX.7                          第X届全国XX公益协会                  志愿者（组长）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2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 w:val="0"/>
                              <w:snapToGrid w:val="0"/>
                              <w:spacing w:after="62" w:afterLines="20" w:line="240" w:lineRule="auto"/>
                              <w:ind w:left="420" w:leftChars="0" w:hanging="42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汉仪文黑-55简" w:hAnsi="汉仪文黑-55简" w:eastAsia="汉仪文黑-55简" w:cs="汉仪文黑-55简"/>
                                <w:b w:val="0"/>
                                <w:bCs w:val="0"/>
                                <w:color w:val="595959" w:themeColor="text1" w:themeTint="A6"/>
                                <w:sz w:val="22"/>
                                <w:szCs w:val="22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汉仪文黑-55简" w:hAnsi="汉仪文黑-55简" w:eastAsia="汉仪文黑-55简" w:cs="汉仪文黑-55简"/>
                                <w:b w:val="0"/>
                                <w:bCs w:val="0"/>
                                <w:color w:val="595959" w:themeColor="text1" w:themeTint="A6"/>
                                <w:sz w:val="22"/>
                                <w:szCs w:val="22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在当志愿者期间，提升自己的自信心，集体荣誉感，团队精神，开阔视野，提升自己的内涵和爱国情怀，语言组织表达能力得到锻炼等。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0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 w:val="0"/>
                              <w:snapToGrid w:val="0"/>
                              <w:spacing w:line="240" w:lineRule="auto"/>
                              <w:ind w:leftChars="0"/>
                              <w:textAlignment w:val="auto"/>
                              <w:outlineLvl w:val="9"/>
                              <w:rPr>
                                <w:rFonts w:hint="eastAsia" w:ascii="汉仪文黑-55简" w:hAnsi="汉仪文黑-55简" w:eastAsia="汉仪文黑-55简" w:cs="汉仪文黑-55简"/>
                                <w:b w:val="0"/>
                                <w:bCs w:val="0"/>
                                <w:i w:val="0"/>
                                <w:caps w:val="0"/>
                                <w:color w:val="595959" w:themeColor="text1" w:themeTint="A6"/>
                                <w:spacing w:val="0"/>
                                <w:sz w:val="22"/>
                                <w:szCs w:val="22"/>
                                <w:shd w:val="clear" w:fill="FFFFFF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0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 w:val="0"/>
                              <w:snapToGrid w:val="0"/>
                              <w:spacing w:line="240" w:lineRule="auto"/>
                              <w:ind w:leftChars="0"/>
                              <w:textAlignment w:val="auto"/>
                              <w:outlineLvl w:val="9"/>
                              <w:rPr>
                                <w:rFonts w:hint="eastAsia" w:ascii="汉仪文黑-55简" w:hAnsi="汉仪文黑-55简" w:eastAsia="汉仪文黑-55简" w:cs="汉仪文黑-55简"/>
                                <w:b w:val="0"/>
                                <w:bCs w:val="0"/>
                                <w:i w:val="0"/>
                                <w:caps w:val="0"/>
                                <w:color w:val="595959" w:themeColor="text1" w:themeTint="A6"/>
                                <w:spacing w:val="0"/>
                                <w:sz w:val="22"/>
                                <w:szCs w:val="22"/>
                                <w:shd w:val="clear" w:fill="FFFFFF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48.75pt;margin-top:400.55pt;height:145.35pt;width:526.1pt;z-index:251661312;mso-width-relative:page;mso-height-relative:page;" filled="f" stroked="f" coordsize="21600,21600" o:gfxdata="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 w:val="0"/>
                        <w:snapToGrid w:val="0"/>
                        <w:spacing w:after="62" w:afterLines="20" w:line="228" w:lineRule="auto"/>
                        <w:jc w:val="left"/>
                        <w:textAlignment w:val="auto"/>
                        <w:outlineLvl w:val="9"/>
                        <w:rPr>
                          <w:rFonts w:hint="eastAsia" w:ascii="汉仪文黑-55简" w:hAnsi="汉仪文黑-55简" w:eastAsia="汉仪文黑-55简" w:cs="汉仪文黑-55简"/>
                          <w:b w:val="0"/>
                          <w:bCs w:val="0"/>
                          <w:color w:val="595959" w:themeColor="text1" w:themeTint="A6"/>
                          <w:sz w:val="22"/>
                          <w:szCs w:val="22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汉仪文黑-55简" w:hAnsi="汉仪文黑-55简" w:eastAsia="汉仪文黑-55简" w:cs="汉仪文黑-55简"/>
                          <w:b w:val="0"/>
                          <w:bCs w:val="0"/>
                          <w:color w:val="595959" w:themeColor="text1" w:themeTint="A6"/>
                          <w:sz w:val="22"/>
                          <w:szCs w:val="22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20XX.7-20XX.3                          PC6办公软件有限公司                          管培生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numPr>
                          <w:ilvl w:val="0"/>
                          <w:numId w:val="2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 w:val="0"/>
                        <w:snapToGrid w:val="0"/>
                        <w:spacing w:after="62" w:afterLines="20" w:line="228" w:lineRule="auto"/>
                        <w:ind w:left="420" w:leftChars="0" w:hanging="420" w:firstLineChars="0"/>
                        <w:jc w:val="left"/>
                        <w:textAlignment w:val="auto"/>
                        <w:outlineLvl w:val="9"/>
                        <w:rPr>
                          <w:rFonts w:hint="eastAsia" w:ascii="汉仪文黑-55简" w:hAnsi="汉仪文黑-55简" w:eastAsia="汉仪文黑-55简" w:cs="汉仪文黑-55简"/>
                          <w:b w:val="0"/>
                          <w:bCs w:val="0"/>
                          <w:color w:val="595959" w:themeColor="text1" w:themeTint="A6"/>
                          <w:sz w:val="22"/>
                          <w:szCs w:val="22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default" w:ascii="汉仪文黑-55简" w:hAnsi="汉仪文黑-55简" w:eastAsia="汉仪文黑-55简" w:cs="汉仪文黑-55简"/>
                          <w:b w:val="0"/>
                          <w:bCs w:val="0"/>
                          <w:color w:val="595959" w:themeColor="text1" w:themeTint="A6"/>
                          <w:sz w:val="22"/>
                          <w:szCs w:val="22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将公司失效准失效客户进行有效跟进，并推进后续保全服务，完成公司的基本法考核要求</w:t>
                      </w:r>
                      <w:r>
                        <w:rPr>
                          <w:rFonts w:hint="eastAsia" w:ascii="汉仪文黑-55简" w:hAnsi="汉仪文黑-55简" w:eastAsia="汉仪文黑-55简" w:cs="汉仪文黑-55简"/>
                          <w:b w:val="0"/>
                          <w:bCs w:val="0"/>
                          <w:color w:val="595959" w:themeColor="text1" w:themeTint="A6"/>
                          <w:sz w:val="22"/>
                          <w:szCs w:val="22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；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numPr>
                          <w:ilvl w:val="0"/>
                          <w:numId w:val="2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 w:val="0"/>
                        <w:snapToGrid w:val="0"/>
                        <w:spacing w:after="62" w:afterLines="20" w:line="228" w:lineRule="auto"/>
                        <w:ind w:left="420" w:leftChars="0" w:hanging="420" w:firstLineChars="0"/>
                        <w:jc w:val="left"/>
                        <w:textAlignment w:val="auto"/>
                        <w:outlineLvl w:val="9"/>
                        <w:rPr>
                          <w:rFonts w:hint="eastAsia" w:ascii="汉仪文黑-55简" w:hAnsi="汉仪文黑-55简" w:eastAsia="汉仪文黑-55简" w:cs="汉仪文黑-55简"/>
                          <w:b w:val="0"/>
                          <w:bCs w:val="0"/>
                          <w:color w:val="595959" w:themeColor="text1" w:themeTint="A6"/>
                          <w:sz w:val="22"/>
                          <w:szCs w:val="22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default" w:ascii="汉仪文黑-55简" w:hAnsi="汉仪文黑-55简" w:eastAsia="汉仪文黑-55简" w:cs="汉仪文黑-55简"/>
                          <w:b w:val="0"/>
                          <w:bCs w:val="0"/>
                          <w:color w:val="595959" w:themeColor="text1" w:themeTint="A6"/>
                          <w:sz w:val="22"/>
                          <w:szCs w:val="22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宣传保险知识，解释保险条款，点评产品，分析个人财务需求，为客户提供专业的理财养老规划</w:t>
                      </w:r>
                      <w:r>
                        <w:rPr>
                          <w:rFonts w:hint="eastAsia" w:ascii="汉仪文黑-55简" w:hAnsi="汉仪文黑-55简" w:eastAsia="汉仪文黑-55简" w:cs="汉仪文黑-55简"/>
                          <w:b w:val="0"/>
                          <w:bCs w:val="0"/>
                          <w:color w:val="595959" w:themeColor="text1" w:themeTint="A6"/>
                          <w:sz w:val="22"/>
                          <w:szCs w:val="22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；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numPr>
                          <w:ilvl w:val="0"/>
                          <w:numId w:val="2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 w:val="0"/>
                        <w:snapToGrid w:val="0"/>
                        <w:spacing w:after="62" w:afterLines="20" w:line="228" w:lineRule="auto"/>
                        <w:ind w:left="420" w:leftChars="0" w:hanging="420" w:firstLineChars="0"/>
                        <w:jc w:val="left"/>
                        <w:textAlignment w:val="auto"/>
                        <w:outlineLvl w:val="9"/>
                        <w:rPr>
                          <w:rFonts w:hint="default" w:ascii="汉仪文黑-55简" w:hAnsi="汉仪文黑-55简" w:eastAsia="汉仪文黑-55简" w:cs="汉仪文黑-55简"/>
                          <w:b w:val="0"/>
                          <w:bCs w:val="0"/>
                          <w:color w:val="595959" w:themeColor="text1" w:themeTint="A6"/>
                          <w:sz w:val="22"/>
                          <w:szCs w:val="22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default" w:ascii="汉仪文黑-55简" w:hAnsi="汉仪文黑-55简" w:eastAsia="汉仪文黑-55简" w:cs="汉仪文黑-55简"/>
                          <w:b w:val="0"/>
                          <w:bCs w:val="0"/>
                          <w:color w:val="595959" w:themeColor="text1" w:themeTint="A6"/>
                          <w:sz w:val="22"/>
                          <w:szCs w:val="22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定期回访老客户，维护潜在客户，被保险人出险后，协助其进行理赔等</w:t>
                      </w:r>
                      <w:r>
                        <w:rPr>
                          <w:rFonts w:hint="eastAsia" w:ascii="汉仪文黑-55简" w:hAnsi="汉仪文黑-55简" w:eastAsia="汉仪文黑-55简" w:cs="汉仪文黑-55简"/>
                          <w:b w:val="0"/>
                          <w:bCs w:val="0"/>
                          <w:color w:val="595959" w:themeColor="text1" w:themeTint="A6"/>
                          <w:sz w:val="22"/>
                          <w:szCs w:val="22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。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 w:val="0"/>
                        <w:snapToGrid w:val="0"/>
                        <w:spacing w:after="62" w:afterLines="20" w:line="240" w:lineRule="auto"/>
                        <w:jc w:val="left"/>
                        <w:textAlignment w:val="auto"/>
                        <w:outlineLvl w:val="9"/>
                        <w:rPr>
                          <w:rFonts w:hint="default" w:ascii="汉仪文黑-55简" w:hAnsi="汉仪文黑-55简" w:eastAsia="汉仪文黑-55简" w:cs="汉仪文黑-55简"/>
                          <w:b w:val="0"/>
                          <w:bCs w:val="0"/>
                          <w:color w:val="595959" w:themeColor="text1" w:themeTint="A6"/>
                          <w:sz w:val="22"/>
                          <w:szCs w:val="22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汉仪文黑-55简" w:hAnsi="汉仪文黑-55简" w:eastAsia="汉仪文黑-55简" w:cs="汉仪文黑-55简"/>
                          <w:b w:val="0"/>
                          <w:bCs w:val="0"/>
                          <w:color w:val="595959" w:themeColor="text1" w:themeTint="A6"/>
                          <w:sz w:val="22"/>
                          <w:szCs w:val="22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20XX.8-20XX.7                          第X届全国XX公益协会                  志愿者（组长）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numPr>
                          <w:ilvl w:val="0"/>
                          <w:numId w:val="2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 w:val="0"/>
                        <w:snapToGrid w:val="0"/>
                        <w:spacing w:after="62" w:afterLines="20" w:line="240" w:lineRule="auto"/>
                        <w:ind w:left="420" w:leftChars="0" w:hanging="420" w:firstLineChars="0"/>
                        <w:jc w:val="left"/>
                        <w:textAlignment w:val="auto"/>
                        <w:outlineLvl w:val="9"/>
                        <w:rPr>
                          <w:rFonts w:hint="eastAsia" w:ascii="汉仪文黑-55简" w:hAnsi="汉仪文黑-55简" w:eastAsia="汉仪文黑-55简" w:cs="汉仪文黑-55简"/>
                          <w:b w:val="0"/>
                          <w:bCs w:val="0"/>
                          <w:color w:val="595959" w:themeColor="text1" w:themeTint="A6"/>
                          <w:sz w:val="22"/>
                          <w:szCs w:val="22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汉仪文黑-55简" w:hAnsi="汉仪文黑-55简" w:eastAsia="汉仪文黑-55简" w:cs="汉仪文黑-55简"/>
                          <w:b w:val="0"/>
                          <w:bCs w:val="0"/>
                          <w:color w:val="595959" w:themeColor="text1" w:themeTint="A6"/>
                          <w:sz w:val="22"/>
                          <w:szCs w:val="22"/>
                          <w:lang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在当志愿者期间，提升自己的自信心，集体荣誉感，团队精神，开阔视野，提升自己的内涵和爱国情怀，语言组织表达能力得到锻炼等。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numPr>
                          <w:ilvl w:val="0"/>
                          <w:numId w:val="0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 w:val="0"/>
                        <w:snapToGrid w:val="0"/>
                        <w:spacing w:line="240" w:lineRule="auto"/>
                        <w:ind w:leftChars="0"/>
                        <w:textAlignment w:val="auto"/>
                        <w:outlineLvl w:val="9"/>
                        <w:rPr>
                          <w:rFonts w:hint="eastAsia" w:ascii="汉仪文黑-55简" w:hAnsi="汉仪文黑-55简" w:eastAsia="汉仪文黑-55简" w:cs="汉仪文黑-55简"/>
                          <w:b w:val="0"/>
                          <w:bCs w:val="0"/>
                          <w:i w:val="0"/>
                          <w:caps w:val="0"/>
                          <w:color w:val="595959" w:themeColor="text1" w:themeTint="A6"/>
                          <w:spacing w:val="0"/>
                          <w:sz w:val="22"/>
                          <w:szCs w:val="22"/>
                          <w:shd w:val="clear" w:fill="FFFFFF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numPr>
                          <w:ilvl w:val="0"/>
                          <w:numId w:val="0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 w:val="0"/>
                        <w:snapToGrid w:val="0"/>
                        <w:spacing w:line="240" w:lineRule="auto"/>
                        <w:ind w:leftChars="0"/>
                        <w:textAlignment w:val="auto"/>
                        <w:outlineLvl w:val="9"/>
                        <w:rPr>
                          <w:rFonts w:hint="eastAsia" w:ascii="汉仪文黑-55简" w:hAnsi="汉仪文黑-55简" w:eastAsia="汉仪文黑-55简" w:cs="汉仪文黑-55简"/>
                          <w:b w:val="0"/>
                          <w:bCs w:val="0"/>
                          <w:i w:val="0"/>
                          <w:caps w:val="0"/>
                          <w:color w:val="595959" w:themeColor="text1" w:themeTint="A6"/>
                          <w:spacing w:val="0"/>
                          <w:sz w:val="22"/>
                          <w:szCs w:val="22"/>
                          <w:shd w:val="clear" w:fill="FFFFFF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-626745</wp:posOffset>
                </wp:positionH>
                <wp:positionV relativeFrom="paragraph">
                  <wp:posOffset>3449955</wp:posOffset>
                </wp:positionV>
                <wp:extent cx="6694805" cy="1134110"/>
                <wp:effectExtent l="0" t="0" r="0" b="0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554355" y="3682365"/>
                          <a:ext cx="6694805" cy="11341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 w:val="0"/>
                              <w:snapToGrid w:val="0"/>
                              <w:spacing w:after="62" w:afterLines="20" w:line="240" w:lineRule="auto"/>
                              <w:jc w:val="left"/>
                              <w:textAlignment w:val="auto"/>
                              <w:outlineLvl w:val="9"/>
                              <w:rPr>
                                <w:rFonts w:hint="default" w:ascii="汉仪文黑-55简" w:hAnsi="汉仪文黑-55简" w:eastAsia="汉仪文黑-55简" w:cs="汉仪文黑-55简"/>
                                <w:b w:val="0"/>
                                <w:bCs w:val="0"/>
                                <w:color w:val="595959" w:themeColor="text1" w:themeTint="A6"/>
                                <w:sz w:val="22"/>
                                <w:szCs w:val="22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汉仪文黑-55简" w:hAnsi="汉仪文黑-55简" w:eastAsia="汉仪文黑-55简" w:cs="汉仪文黑-55简"/>
                                <w:b w:val="0"/>
                                <w:bCs w:val="0"/>
                                <w:color w:val="595959" w:themeColor="text1" w:themeTint="A6"/>
                                <w:sz w:val="22"/>
                                <w:szCs w:val="22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20XX.9-20XX.6                          PC6大学 / 工商管理学院               工商管理 - 本科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 w:val="0"/>
                              <w:snapToGrid w:val="0"/>
                              <w:spacing w:after="62" w:afterLines="20" w:line="240" w:lineRule="auto"/>
                              <w:ind w:left="1101" w:hanging="1100" w:hangingChars="50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汉仪文黑-55简" w:hAnsi="汉仪文黑-55简" w:eastAsia="汉仪文黑-55简" w:cs="汉仪文黑-55简"/>
                                <w:b w:val="0"/>
                                <w:bCs w:val="0"/>
                                <w:i w:val="0"/>
                                <w:caps w:val="0"/>
                                <w:color w:val="595959" w:themeColor="text1" w:themeTint="A6"/>
                                <w:spacing w:val="0"/>
                                <w:sz w:val="22"/>
                                <w:szCs w:val="22"/>
                                <w:shd w:val="clear" w:fill="FFFFFF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汉仪文黑-55简" w:hAnsi="汉仪文黑-55简" w:eastAsia="汉仪文黑-55简" w:cs="汉仪文黑-55简"/>
                                <w:b w:val="0"/>
                                <w:bCs w:val="0"/>
                                <w:color w:val="595959" w:themeColor="text1" w:themeTint="A6"/>
                                <w:sz w:val="22"/>
                                <w:szCs w:val="22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主要课程：</w:t>
                            </w:r>
                            <w:r>
                              <w:rPr>
                                <w:rFonts w:hint="eastAsia" w:ascii="汉仪文黑-55简" w:hAnsi="汉仪文黑-55简" w:eastAsia="汉仪文黑-55简" w:cs="汉仪文黑-55简"/>
                                <w:b w:val="0"/>
                                <w:bCs w:val="0"/>
                                <w:i w:val="0"/>
                                <w:caps w:val="0"/>
                                <w:color w:val="595959" w:themeColor="text1" w:themeTint="A6"/>
                                <w:spacing w:val="0"/>
                                <w:sz w:val="22"/>
                                <w:szCs w:val="22"/>
                                <w:shd w:val="clear" w:fill="FFFFFF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管理学原理、运筹学、基础会计学、统计学、经济学、现代企业经营管理、国际贸易与实务、国际金融、管理信息系统、人力资源管理、生产运作管理、财务管理、组织行为学</w:t>
                            </w:r>
                            <w:r>
                              <w:rPr>
                                <w:rFonts w:hint="eastAsia" w:ascii="汉仪文黑-55简" w:hAnsi="汉仪文黑-55简" w:eastAsia="汉仪文黑-55简" w:cs="汉仪文黑-55简"/>
                                <w:b w:val="0"/>
                                <w:bCs w:val="0"/>
                                <w:i w:val="0"/>
                                <w:caps w:val="0"/>
                                <w:color w:val="595959" w:themeColor="text1" w:themeTint="A6"/>
                                <w:spacing w:val="0"/>
                                <w:sz w:val="22"/>
                                <w:szCs w:val="22"/>
                                <w:shd w:val="clear" w:fill="FFFFFF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。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 w:val="0"/>
                              <w:snapToGrid w:val="0"/>
                              <w:spacing w:after="62" w:afterLines="20" w:line="240" w:lineRule="auto"/>
                              <w:ind w:left="1101" w:hanging="1100" w:hangingChars="50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汉仪文黑-55简" w:hAnsi="汉仪文黑-55简" w:eastAsia="汉仪文黑-55简" w:cs="汉仪文黑-55简"/>
                                <w:b w:val="0"/>
                                <w:bCs w:val="0"/>
                                <w:i w:val="0"/>
                                <w:caps w:val="0"/>
                                <w:color w:val="595959" w:themeColor="text1" w:themeTint="A6"/>
                                <w:spacing w:val="0"/>
                                <w:sz w:val="22"/>
                                <w:szCs w:val="22"/>
                                <w:shd w:val="clear" w:fill="FFFFFF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汉仪文黑-55简" w:hAnsi="汉仪文黑-55简" w:eastAsia="汉仪文黑-55简" w:cs="汉仪文黑-55简"/>
                                <w:b w:val="0"/>
                                <w:bCs w:val="0"/>
                                <w:i w:val="0"/>
                                <w:caps w:val="0"/>
                                <w:color w:val="595959" w:themeColor="text1" w:themeTint="A6"/>
                                <w:spacing w:val="0"/>
                                <w:sz w:val="22"/>
                                <w:szCs w:val="22"/>
                                <w:shd w:val="clear" w:fill="FFFFFF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专业成绩：</w:t>
                            </w:r>
                            <w:r>
                              <w:rPr>
                                <w:rFonts w:hint="eastAsia" w:ascii="汉仪文黑-55简" w:hAnsi="汉仪文黑-55简" w:eastAsia="汉仪文黑-55简" w:cs="汉仪文黑-55简"/>
                                <w:b w:val="0"/>
                                <w:bCs w:val="0"/>
                                <w:i w:val="0"/>
                                <w:caps w:val="0"/>
                                <w:color w:val="595959" w:themeColor="text1" w:themeTint="A6"/>
                                <w:spacing w:val="0"/>
                                <w:sz w:val="22"/>
                                <w:szCs w:val="22"/>
                                <w:shd w:val="clear" w:fill="FFFFFF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GPA：3.8/4.0</w:t>
                            </w:r>
                            <w:r>
                              <w:rPr>
                                <w:rFonts w:hint="eastAsia" w:ascii="汉仪文黑-55简" w:hAnsi="汉仪文黑-55简" w:eastAsia="汉仪文黑-55简" w:cs="汉仪文黑-55简"/>
                                <w:b w:val="0"/>
                                <w:bCs w:val="0"/>
                                <w:i w:val="0"/>
                                <w:caps w:val="0"/>
                                <w:color w:val="595959" w:themeColor="text1" w:themeTint="A6"/>
                                <w:spacing w:val="0"/>
                                <w:sz w:val="22"/>
                                <w:szCs w:val="22"/>
                                <w:shd w:val="clear" w:fill="FFFFFF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，全校综合排名：NO3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49.35pt;margin-top:271.65pt;height:89.3pt;width:527.15pt;z-index:251665408;mso-width-relative:page;mso-height-relative:page;" filled="f" stroked="f" coordsize="21600,21600" o:gfxdata="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 w:val="0"/>
                        <w:snapToGrid w:val="0"/>
                        <w:spacing w:after="62" w:afterLines="20" w:line="240" w:lineRule="auto"/>
                        <w:jc w:val="left"/>
                        <w:textAlignment w:val="auto"/>
                        <w:outlineLvl w:val="9"/>
                        <w:rPr>
                          <w:rFonts w:hint="default" w:ascii="汉仪文黑-55简" w:hAnsi="汉仪文黑-55简" w:eastAsia="汉仪文黑-55简" w:cs="汉仪文黑-55简"/>
                          <w:b w:val="0"/>
                          <w:bCs w:val="0"/>
                          <w:color w:val="595959" w:themeColor="text1" w:themeTint="A6"/>
                          <w:sz w:val="22"/>
                          <w:szCs w:val="22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汉仪文黑-55简" w:hAnsi="汉仪文黑-55简" w:eastAsia="汉仪文黑-55简" w:cs="汉仪文黑-55简"/>
                          <w:b w:val="0"/>
                          <w:bCs w:val="0"/>
                          <w:color w:val="595959" w:themeColor="text1" w:themeTint="A6"/>
                          <w:sz w:val="22"/>
                          <w:szCs w:val="22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20XX.9-20XX.6                          PC6大学 / 工商管理学院               工商管理 - 本科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 w:val="0"/>
                        <w:snapToGrid w:val="0"/>
                        <w:spacing w:after="62" w:afterLines="20" w:line="240" w:lineRule="auto"/>
                        <w:ind w:left="1101" w:hanging="1100" w:hangingChars="500"/>
                        <w:jc w:val="left"/>
                        <w:textAlignment w:val="auto"/>
                        <w:outlineLvl w:val="9"/>
                        <w:rPr>
                          <w:rFonts w:hint="eastAsia" w:ascii="汉仪文黑-55简" w:hAnsi="汉仪文黑-55简" w:eastAsia="汉仪文黑-55简" w:cs="汉仪文黑-55简"/>
                          <w:b w:val="0"/>
                          <w:bCs w:val="0"/>
                          <w:i w:val="0"/>
                          <w:caps w:val="0"/>
                          <w:color w:val="595959" w:themeColor="text1" w:themeTint="A6"/>
                          <w:spacing w:val="0"/>
                          <w:sz w:val="22"/>
                          <w:szCs w:val="22"/>
                          <w:shd w:val="clear" w:fill="FFFFFF"/>
                          <w:lang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汉仪文黑-55简" w:hAnsi="汉仪文黑-55简" w:eastAsia="汉仪文黑-55简" w:cs="汉仪文黑-55简"/>
                          <w:b w:val="0"/>
                          <w:bCs w:val="0"/>
                          <w:color w:val="595959" w:themeColor="text1" w:themeTint="A6"/>
                          <w:sz w:val="22"/>
                          <w:szCs w:val="22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主要课程：</w:t>
                      </w:r>
                      <w:r>
                        <w:rPr>
                          <w:rFonts w:hint="eastAsia" w:ascii="汉仪文黑-55简" w:hAnsi="汉仪文黑-55简" w:eastAsia="汉仪文黑-55简" w:cs="汉仪文黑-55简"/>
                          <w:b w:val="0"/>
                          <w:bCs w:val="0"/>
                          <w:i w:val="0"/>
                          <w:caps w:val="0"/>
                          <w:color w:val="595959" w:themeColor="text1" w:themeTint="A6"/>
                          <w:spacing w:val="0"/>
                          <w:sz w:val="22"/>
                          <w:szCs w:val="22"/>
                          <w:shd w:val="clear" w:fill="FFFFFF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管理学原理、运筹学、基础会计学、统计学、经济学、现代企业经营管理、国际贸易与实务、国际金融、管理信息系统、人力资源管理、生产运作管理、财务管理、组织行为学</w:t>
                      </w:r>
                      <w:r>
                        <w:rPr>
                          <w:rFonts w:hint="eastAsia" w:ascii="汉仪文黑-55简" w:hAnsi="汉仪文黑-55简" w:eastAsia="汉仪文黑-55简" w:cs="汉仪文黑-55简"/>
                          <w:b w:val="0"/>
                          <w:bCs w:val="0"/>
                          <w:i w:val="0"/>
                          <w:caps w:val="0"/>
                          <w:color w:val="595959" w:themeColor="text1" w:themeTint="A6"/>
                          <w:spacing w:val="0"/>
                          <w:sz w:val="22"/>
                          <w:szCs w:val="22"/>
                          <w:shd w:val="clear" w:fill="FFFFFF"/>
                          <w:lang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。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 w:val="0"/>
                        <w:snapToGrid w:val="0"/>
                        <w:spacing w:after="62" w:afterLines="20" w:line="240" w:lineRule="auto"/>
                        <w:ind w:left="1101" w:hanging="1100" w:hangingChars="500"/>
                        <w:jc w:val="left"/>
                        <w:textAlignment w:val="auto"/>
                        <w:outlineLvl w:val="9"/>
                        <w:rPr>
                          <w:rFonts w:hint="eastAsia" w:ascii="汉仪文黑-55简" w:hAnsi="汉仪文黑-55简" w:eastAsia="汉仪文黑-55简" w:cs="汉仪文黑-55简"/>
                          <w:b w:val="0"/>
                          <w:bCs w:val="0"/>
                          <w:i w:val="0"/>
                          <w:caps w:val="0"/>
                          <w:color w:val="595959" w:themeColor="text1" w:themeTint="A6"/>
                          <w:spacing w:val="0"/>
                          <w:sz w:val="22"/>
                          <w:szCs w:val="22"/>
                          <w:shd w:val="clear" w:fill="FFFFFF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汉仪文黑-55简" w:hAnsi="汉仪文黑-55简" w:eastAsia="汉仪文黑-55简" w:cs="汉仪文黑-55简"/>
                          <w:b w:val="0"/>
                          <w:bCs w:val="0"/>
                          <w:i w:val="0"/>
                          <w:caps w:val="0"/>
                          <w:color w:val="595959" w:themeColor="text1" w:themeTint="A6"/>
                          <w:spacing w:val="0"/>
                          <w:sz w:val="22"/>
                          <w:szCs w:val="22"/>
                          <w:shd w:val="clear" w:fill="FFFFFF"/>
                          <w:lang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专业成绩：</w:t>
                      </w:r>
                      <w:r>
                        <w:rPr>
                          <w:rFonts w:hint="eastAsia" w:ascii="汉仪文黑-55简" w:hAnsi="汉仪文黑-55简" w:eastAsia="汉仪文黑-55简" w:cs="汉仪文黑-55简"/>
                          <w:b w:val="0"/>
                          <w:bCs w:val="0"/>
                          <w:i w:val="0"/>
                          <w:caps w:val="0"/>
                          <w:color w:val="595959" w:themeColor="text1" w:themeTint="A6"/>
                          <w:spacing w:val="0"/>
                          <w:sz w:val="22"/>
                          <w:szCs w:val="22"/>
                          <w:shd w:val="clear" w:fill="FFFFFF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GPA：3.8/4.0</w:t>
                      </w:r>
                      <w:r>
                        <w:rPr>
                          <w:rFonts w:hint="eastAsia" w:ascii="汉仪文黑-55简" w:hAnsi="汉仪文黑-55简" w:eastAsia="汉仪文黑-55简" w:cs="汉仪文黑-55简"/>
                          <w:b w:val="0"/>
                          <w:bCs w:val="0"/>
                          <w:i w:val="0"/>
                          <w:caps w:val="0"/>
                          <w:color w:val="595959" w:themeColor="text1" w:themeTint="A6"/>
                          <w:spacing w:val="0"/>
                          <w:sz w:val="22"/>
                          <w:szCs w:val="22"/>
                          <w:shd w:val="clear" w:fill="FFFFFF"/>
                          <w:lang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，全校综合排名：NO3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1879600</wp:posOffset>
                </wp:positionH>
                <wp:positionV relativeFrom="paragraph">
                  <wp:posOffset>2397760</wp:posOffset>
                </wp:positionV>
                <wp:extent cx="459105" cy="424180"/>
                <wp:effectExtent l="0" t="0" r="0" b="0"/>
                <wp:wrapNone/>
                <wp:docPr id="99" name="文本框 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2994025" y="3589020"/>
                          <a:ext cx="459105" cy="4241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both"/>
                              <w:rPr>
                                <w:rFonts w:hint="default" w:ascii="汉仪文黑-55简" w:hAnsi="汉仪文黑-55简" w:eastAsia="汉仪文黑-55简" w:cs="汉仪文黑-55简"/>
                                <w:b w:val="0"/>
                                <w:bCs w:val="0"/>
                                <w:color w:val="595959" w:themeColor="text1" w:themeTint="A6"/>
                                <w:sz w:val="24"/>
                                <w:szCs w:val="24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汉仪文黑-55简" w:hAnsi="汉仪文黑-55简" w:eastAsia="汉仪文黑-55简" w:cs="汉仪文黑-55简"/>
                                <w:b w:val="0"/>
                                <w:bCs w:val="0"/>
                                <w:color w:val="595959" w:themeColor="text1" w:themeTint="A6"/>
                                <w:sz w:val="24"/>
                                <w:szCs w:val="24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85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48pt;margin-top:188.8pt;height:33.4pt;width:36.15pt;z-index:251677696;mso-width-relative:page;mso-height-relative:page;" filled="f" stroked="f" coordsize="21600,21600" o:gfxdata="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jc w:val="both"/>
                        <w:rPr>
                          <w:rFonts w:hint="default" w:ascii="汉仪文黑-55简" w:hAnsi="汉仪文黑-55简" w:eastAsia="汉仪文黑-55简" w:cs="汉仪文黑-55简"/>
                          <w:b w:val="0"/>
                          <w:bCs w:val="0"/>
                          <w:color w:val="595959" w:themeColor="text1" w:themeTint="A6"/>
                          <w:sz w:val="24"/>
                          <w:szCs w:val="24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汉仪文黑-55简" w:hAnsi="汉仪文黑-55简" w:eastAsia="汉仪文黑-55简" w:cs="汉仪文黑-55简"/>
                          <w:b w:val="0"/>
                          <w:bCs w:val="0"/>
                          <w:color w:val="595959" w:themeColor="text1" w:themeTint="A6"/>
                          <w:sz w:val="24"/>
                          <w:szCs w:val="24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85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2920365</wp:posOffset>
                </wp:positionH>
                <wp:positionV relativeFrom="paragraph">
                  <wp:posOffset>2397760</wp:posOffset>
                </wp:positionV>
                <wp:extent cx="459105" cy="424180"/>
                <wp:effectExtent l="0" t="0" r="0" b="0"/>
                <wp:wrapNone/>
                <wp:docPr id="100" name="文本框 1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4015740" y="3589020"/>
                          <a:ext cx="459105" cy="4241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both"/>
                              <w:rPr>
                                <w:rFonts w:hint="default" w:ascii="汉仪文黑-55简" w:hAnsi="汉仪文黑-55简" w:eastAsia="汉仪文黑-55简" w:cs="汉仪文黑-55简"/>
                                <w:b w:val="0"/>
                                <w:bCs w:val="0"/>
                                <w:color w:val="595959" w:themeColor="text1" w:themeTint="A6"/>
                                <w:sz w:val="24"/>
                                <w:szCs w:val="24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汉仪文黑-55简" w:hAnsi="汉仪文黑-55简" w:eastAsia="汉仪文黑-55简" w:cs="汉仪文黑-55简"/>
                                <w:b w:val="0"/>
                                <w:bCs w:val="0"/>
                                <w:color w:val="595959" w:themeColor="text1" w:themeTint="A6"/>
                                <w:sz w:val="24"/>
                                <w:szCs w:val="24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83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29.95pt;margin-top:188.8pt;height:33.4pt;width:36.15pt;z-index:251678720;mso-width-relative:page;mso-height-relative:page;" filled="f" stroked="f" coordsize="21600,21600" o:gfxdata="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jc w:val="both"/>
                        <w:rPr>
                          <w:rFonts w:hint="default" w:ascii="汉仪文黑-55简" w:hAnsi="汉仪文黑-55简" w:eastAsia="汉仪文黑-55简" w:cs="汉仪文黑-55简"/>
                          <w:b w:val="0"/>
                          <w:bCs w:val="0"/>
                          <w:color w:val="595959" w:themeColor="text1" w:themeTint="A6"/>
                          <w:sz w:val="24"/>
                          <w:szCs w:val="24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汉仪文黑-55简" w:hAnsi="汉仪文黑-55简" w:eastAsia="汉仪文黑-55简" w:cs="汉仪文黑-55简"/>
                          <w:b w:val="0"/>
                          <w:bCs w:val="0"/>
                          <w:color w:val="595959" w:themeColor="text1" w:themeTint="A6"/>
                          <w:sz w:val="24"/>
                          <w:szCs w:val="24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83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4036060</wp:posOffset>
                </wp:positionH>
                <wp:positionV relativeFrom="paragraph">
                  <wp:posOffset>2397760</wp:posOffset>
                </wp:positionV>
                <wp:extent cx="459105" cy="424180"/>
                <wp:effectExtent l="0" t="0" r="0" b="0"/>
                <wp:wrapNone/>
                <wp:docPr id="101" name="文本框 1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5131435" y="3589020"/>
                          <a:ext cx="459105" cy="4241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both"/>
                              <w:rPr>
                                <w:rFonts w:hint="default" w:ascii="汉仪文黑-55简" w:hAnsi="汉仪文黑-55简" w:eastAsia="汉仪文黑-55简" w:cs="汉仪文黑-55简"/>
                                <w:b w:val="0"/>
                                <w:bCs w:val="0"/>
                                <w:color w:val="595959" w:themeColor="text1" w:themeTint="A6"/>
                                <w:sz w:val="24"/>
                                <w:szCs w:val="24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汉仪文黑-55简" w:hAnsi="汉仪文黑-55简" w:eastAsia="汉仪文黑-55简" w:cs="汉仪文黑-55简"/>
                                <w:b w:val="0"/>
                                <w:bCs w:val="0"/>
                                <w:color w:val="595959" w:themeColor="text1" w:themeTint="A6"/>
                                <w:sz w:val="24"/>
                                <w:szCs w:val="24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90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17.8pt;margin-top:188.8pt;height:33.4pt;width:36.15pt;z-index:251679744;mso-width-relative:page;mso-height-relative:page;" filled="f" stroked="f" coordsize="21600,21600" o:gfxdata="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jc w:val="both"/>
                        <w:rPr>
                          <w:rFonts w:hint="default" w:ascii="汉仪文黑-55简" w:hAnsi="汉仪文黑-55简" w:eastAsia="汉仪文黑-55简" w:cs="汉仪文黑-55简"/>
                          <w:b w:val="0"/>
                          <w:bCs w:val="0"/>
                          <w:color w:val="595959" w:themeColor="text1" w:themeTint="A6"/>
                          <w:sz w:val="24"/>
                          <w:szCs w:val="24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汉仪文黑-55简" w:hAnsi="汉仪文黑-55简" w:eastAsia="汉仪文黑-55简" w:cs="汉仪文黑-55简"/>
                          <w:b w:val="0"/>
                          <w:bCs w:val="0"/>
                          <w:color w:val="595959" w:themeColor="text1" w:themeTint="A6"/>
                          <w:sz w:val="24"/>
                          <w:szCs w:val="24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90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5017770</wp:posOffset>
                </wp:positionH>
                <wp:positionV relativeFrom="paragraph">
                  <wp:posOffset>2397760</wp:posOffset>
                </wp:positionV>
                <wp:extent cx="563880" cy="424180"/>
                <wp:effectExtent l="0" t="0" r="0" b="0"/>
                <wp:wrapNone/>
                <wp:docPr id="102" name="文本框 1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6094095" y="3589020"/>
                          <a:ext cx="563880" cy="4241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both"/>
                              <w:rPr>
                                <w:rFonts w:hint="default" w:ascii="汉仪文黑-55简" w:hAnsi="汉仪文黑-55简" w:eastAsia="汉仪文黑-55简" w:cs="汉仪文黑-55简"/>
                                <w:b w:val="0"/>
                                <w:bCs w:val="0"/>
                                <w:color w:val="595959" w:themeColor="text1" w:themeTint="A6"/>
                                <w:sz w:val="24"/>
                                <w:szCs w:val="24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汉仪文黑-55简" w:hAnsi="汉仪文黑-55简" w:eastAsia="汉仪文黑-55简" w:cs="汉仪文黑-55简"/>
                                <w:b w:val="0"/>
                                <w:bCs w:val="0"/>
                                <w:color w:val="595959" w:themeColor="text1" w:themeTint="A6"/>
                                <w:sz w:val="24"/>
                                <w:szCs w:val="24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338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95.1pt;margin-top:188.8pt;height:33.4pt;width:44.4pt;z-index:251680768;mso-width-relative:page;mso-height-relative:page;" filled="f" stroked="f" coordsize="21600,21600" o:gfxdata="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jc w:val="both"/>
                        <w:rPr>
                          <w:rFonts w:hint="default" w:ascii="汉仪文黑-55简" w:hAnsi="汉仪文黑-55简" w:eastAsia="汉仪文黑-55简" w:cs="汉仪文黑-55简"/>
                          <w:b w:val="0"/>
                          <w:bCs w:val="0"/>
                          <w:color w:val="595959" w:themeColor="text1" w:themeTint="A6"/>
                          <w:sz w:val="24"/>
                          <w:szCs w:val="24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汉仪文黑-55简" w:hAnsi="汉仪文黑-55简" w:eastAsia="汉仪文黑-55简" w:cs="汉仪文黑-55简"/>
                          <w:b w:val="0"/>
                          <w:bCs w:val="0"/>
                          <w:color w:val="595959" w:themeColor="text1" w:themeTint="A6"/>
                          <w:sz w:val="24"/>
                          <w:szCs w:val="24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338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4902200</wp:posOffset>
                </wp:positionH>
                <wp:positionV relativeFrom="paragraph">
                  <wp:posOffset>2068830</wp:posOffset>
                </wp:positionV>
                <wp:extent cx="648970" cy="424180"/>
                <wp:effectExtent l="0" t="0" r="0" b="0"/>
                <wp:wrapNone/>
                <wp:docPr id="81" name="文本框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6045200" y="3260090"/>
                          <a:ext cx="648970" cy="4241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distribute"/>
                              <w:rPr>
                                <w:rFonts w:hint="eastAsia" w:ascii="汉仪文黑-55简" w:hAnsi="汉仪文黑-55简" w:eastAsia="汉仪文黑-55简" w:cs="汉仪文黑-55简"/>
                                <w:b w:val="0"/>
                                <w:bCs w:val="0"/>
                                <w:color w:val="595959" w:themeColor="text1" w:themeTint="A6"/>
                                <w:sz w:val="24"/>
                                <w:szCs w:val="24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汉仪文黑-55简" w:hAnsi="汉仪文黑-55简" w:eastAsia="汉仪文黑-55简" w:cs="汉仪文黑-55简"/>
                                <w:b w:val="0"/>
                                <w:bCs w:val="0"/>
                                <w:color w:val="595959" w:themeColor="text1" w:themeTint="A6"/>
                                <w:sz w:val="24"/>
                                <w:szCs w:val="24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总分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86pt;margin-top:162.9pt;height:33.4pt;width:51.1pt;z-index:251675648;mso-width-relative:page;mso-height-relative:page;" filled="f" stroked="f" coordsize="21600,21600" o:gfxdata="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jc w:val="distribute"/>
                        <w:rPr>
                          <w:rFonts w:hint="eastAsia" w:ascii="汉仪文黑-55简" w:hAnsi="汉仪文黑-55简" w:eastAsia="汉仪文黑-55简" w:cs="汉仪文黑-55简"/>
                          <w:b w:val="0"/>
                          <w:bCs w:val="0"/>
                          <w:color w:val="595959" w:themeColor="text1" w:themeTint="A6"/>
                          <w:sz w:val="24"/>
                          <w:szCs w:val="24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汉仪文黑-55简" w:hAnsi="汉仪文黑-55简" w:eastAsia="汉仪文黑-55简" w:cs="汉仪文黑-55简"/>
                          <w:b w:val="0"/>
                          <w:bCs w:val="0"/>
                          <w:color w:val="595959" w:themeColor="text1" w:themeTint="A6"/>
                          <w:sz w:val="24"/>
                          <w:szCs w:val="24"/>
                          <w:lang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总分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3871595</wp:posOffset>
                </wp:positionH>
                <wp:positionV relativeFrom="paragraph">
                  <wp:posOffset>2068830</wp:posOffset>
                </wp:positionV>
                <wp:extent cx="648970" cy="424180"/>
                <wp:effectExtent l="0" t="0" r="0" b="0"/>
                <wp:wrapNone/>
                <wp:docPr id="79" name="文本框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5014595" y="3260090"/>
                          <a:ext cx="648970" cy="4241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distribute"/>
                              <w:rPr>
                                <w:rFonts w:hint="eastAsia" w:ascii="汉仪文黑-55简" w:hAnsi="汉仪文黑-55简" w:eastAsia="汉仪文黑-55简" w:cs="汉仪文黑-55简"/>
                                <w:b w:val="0"/>
                                <w:bCs w:val="0"/>
                                <w:color w:val="595959" w:themeColor="text1" w:themeTint="A6"/>
                                <w:sz w:val="24"/>
                                <w:szCs w:val="24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汉仪文黑-55简" w:hAnsi="汉仪文黑-55简" w:eastAsia="汉仪文黑-55简" w:cs="汉仪文黑-55简"/>
                                <w:b w:val="0"/>
                                <w:bCs w:val="0"/>
                                <w:color w:val="595959" w:themeColor="text1" w:themeTint="A6"/>
                                <w:sz w:val="24"/>
                                <w:szCs w:val="24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专业课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04.85pt;margin-top:162.9pt;height:33.4pt;width:51.1pt;z-index:251674624;mso-width-relative:page;mso-height-relative:page;" filled="f" stroked="f" coordsize="21600,21600" o:gfxdata="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jc w:val="distribute"/>
                        <w:rPr>
                          <w:rFonts w:hint="eastAsia" w:ascii="汉仪文黑-55简" w:hAnsi="汉仪文黑-55简" w:eastAsia="汉仪文黑-55简" w:cs="汉仪文黑-55简"/>
                          <w:b w:val="0"/>
                          <w:bCs w:val="0"/>
                          <w:color w:val="595959" w:themeColor="text1" w:themeTint="A6"/>
                          <w:sz w:val="24"/>
                          <w:szCs w:val="24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汉仪文黑-55简" w:hAnsi="汉仪文黑-55简" w:eastAsia="汉仪文黑-55简" w:cs="汉仪文黑-55简"/>
                          <w:b w:val="0"/>
                          <w:bCs w:val="0"/>
                          <w:color w:val="595959" w:themeColor="text1" w:themeTint="A6"/>
                          <w:sz w:val="24"/>
                          <w:szCs w:val="24"/>
                          <w:lang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专业课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2780665</wp:posOffset>
                </wp:positionH>
                <wp:positionV relativeFrom="paragraph">
                  <wp:posOffset>2068830</wp:posOffset>
                </wp:positionV>
                <wp:extent cx="648970" cy="424180"/>
                <wp:effectExtent l="0" t="0" r="0" b="0"/>
                <wp:wrapNone/>
                <wp:docPr id="78" name="文本框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3923665" y="3260090"/>
                          <a:ext cx="648970" cy="4241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distribute"/>
                              <w:rPr>
                                <w:rFonts w:hint="eastAsia" w:ascii="汉仪文黑-55简" w:hAnsi="汉仪文黑-55简" w:eastAsia="汉仪文黑-55简" w:cs="汉仪文黑-55简"/>
                                <w:b w:val="0"/>
                                <w:bCs w:val="0"/>
                                <w:color w:val="595959" w:themeColor="text1" w:themeTint="A6"/>
                                <w:sz w:val="24"/>
                                <w:szCs w:val="24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汉仪文黑-55简" w:hAnsi="汉仪文黑-55简" w:eastAsia="汉仪文黑-55简" w:cs="汉仪文黑-55简"/>
                                <w:b w:val="0"/>
                                <w:bCs w:val="0"/>
                                <w:color w:val="595959" w:themeColor="text1" w:themeTint="A6"/>
                                <w:sz w:val="24"/>
                                <w:szCs w:val="24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科目</w:t>
                            </w:r>
                            <w:r>
                              <w:rPr>
                                <w:rFonts w:hint="eastAsia" w:ascii="汉仪文黑-55简" w:hAnsi="汉仪文黑-55简" w:eastAsia="汉仪文黑-55简" w:cs="汉仪文黑-55简"/>
                                <w:b w:val="0"/>
                                <w:bCs w:val="0"/>
                                <w:color w:val="595959" w:themeColor="text1" w:themeTint="A6"/>
                                <w:sz w:val="24"/>
                                <w:szCs w:val="24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18.95pt;margin-top:162.9pt;height:33.4pt;width:51.1pt;z-index:251673600;mso-width-relative:page;mso-height-relative:page;" filled="f" stroked="f" coordsize="21600,21600" o:gfxdata="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jc w:val="distribute"/>
                        <w:rPr>
                          <w:rFonts w:hint="eastAsia" w:ascii="汉仪文黑-55简" w:hAnsi="汉仪文黑-55简" w:eastAsia="汉仪文黑-55简" w:cs="汉仪文黑-55简"/>
                          <w:b w:val="0"/>
                          <w:bCs w:val="0"/>
                          <w:color w:val="595959" w:themeColor="text1" w:themeTint="A6"/>
                          <w:sz w:val="24"/>
                          <w:szCs w:val="24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汉仪文黑-55简" w:hAnsi="汉仪文黑-55简" w:eastAsia="汉仪文黑-55简" w:cs="汉仪文黑-55简"/>
                          <w:b w:val="0"/>
                          <w:bCs w:val="0"/>
                          <w:color w:val="595959" w:themeColor="text1" w:themeTint="A6"/>
                          <w:sz w:val="24"/>
                          <w:szCs w:val="24"/>
                          <w:lang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科目</w:t>
                      </w:r>
                      <w:r>
                        <w:rPr>
                          <w:rFonts w:hint="eastAsia" w:ascii="汉仪文黑-55简" w:hAnsi="汉仪文黑-55简" w:eastAsia="汉仪文黑-55简" w:cs="汉仪文黑-55简"/>
                          <w:b w:val="0"/>
                          <w:bCs w:val="0"/>
                          <w:color w:val="595959" w:themeColor="text1" w:themeTint="A6"/>
                          <w:sz w:val="24"/>
                          <w:szCs w:val="24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1750060</wp:posOffset>
                </wp:positionH>
                <wp:positionV relativeFrom="paragraph">
                  <wp:posOffset>2068830</wp:posOffset>
                </wp:positionV>
                <wp:extent cx="648970" cy="424180"/>
                <wp:effectExtent l="0" t="0" r="0" b="0"/>
                <wp:wrapNone/>
                <wp:docPr id="77" name="文本框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2893060" y="3260090"/>
                          <a:ext cx="648970" cy="4241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distribute"/>
                              <w:rPr>
                                <w:rFonts w:hint="eastAsia" w:ascii="汉仪文黑-55简" w:hAnsi="汉仪文黑-55简" w:eastAsia="汉仪文黑-55简" w:cs="汉仪文黑-55简"/>
                                <w:b w:val="0"/>
                                <w:bCs w:val="0"/>
                                <w:color w:val="595959" w:themeColor="text1" w:themeTint="A6"/>
                                <w:sz w:val="24"/>
                                <w:szCs w:val="24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汉仪文黑-55简" w:hAnsi="汉仪文黑-55简" w:eastAsia="汉仪文黑-55简" w:cs="汉仪文黑-55简"/>
                                <w:b w:val="0"/>
                                <w:bCs w:val="0"/>
                                <w:color w:val="595959" w:themeColor="text1" w:themeTint="A6"/>
                                <w:sz w:val="24"/>
                                <w:szCs w:val="24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科目</w:t>
                            </w:r>
                            <w:r>
                              <w:rPr>
                                <w:rFonts w:hint="eastAsia" w:ascii="汉仪文黑-55简" w:hAnsi="汉仪文黑-55简" w:eastAsia="汉仪文黑-55简" w:cs="汉仪文黑-55简"/>
                                <w:b w:val="0"/>
                                <w:bCs w:val="0"/>
                                <w:color w:val="595959" w:themeColor="text1" w:themeTint="A6"/>
                                <w:sz w:val="24"/>
                                <w:szCs w:val="24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37.8pt;margin-top:162.9pt;height:33.4pt;width:51.1pt;z-index:251672576;mso-width-relative:page;mso-height-relative:page;" filled="f" stroked="f" coordsize="21600,21600" o:gfxdata="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jc w:val="distribute"/>
                        <w:rPr>
                          <w:rFonts w:hint="eastAsia" w:ascii="汉仪文黑-55简" w:hAnsi="汉仪文黑-55简" w:eastAsia="汉仪文黑-55简" w:cs="汉仪文黑-55简"/>
                          <w:b w:val="0"/>
                          <w:bCs w:val="0"/>
                          <w:color w:val="595959" w:themeColor="text1" w:themeTint="A6"/>
                          <w:sz w:val="24"/>
                          <w:szCs w:val="24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汉仪文黑-55简" w:hAnsi="汉仪文黑-55简" w:eastAsia="汉仪文黑-55简" w:cs="汉仪文黑-55简"/>
                          <w:b w:val="0"/>
                          <w:bCs w:val="0"/>
                          <w:color w:val="595959" w:themeColor="text1" w:themeTint="A6"/>
                          <w:sz w:val="24"/>
                          <w:szCs w:val="24"/>
                          <w:lang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科目</w:t>
                      </w:r>
                      <w:r>
                        <w:rPr>
                          <w:rFonts w:hint="eastAsia" w:ascii="汉仪文黑-55简" w:hAnsi="汉仪文黑-55简" w:eastAsia="汉仪文黑-55简" w:cs="汉仪文黑-55简"/>
                          <w:b w:val="0"/>
                          <w:bCs w:val="0"/>
                          <w:color w:val="595959" w:themeColor="text1" w:themeTint="A6"/>
                          <w:sz w:val="24"/>
                          <w:szCs w:val="24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-424180</wp:posOffset>
                </wp:positionH>
                <wp:positionV relativeFrom="paragraph">
                  <wp:posOffset>2214880</wp:posOffset>
                </wp:positionV>
                <wp:extent cx="845820" cy="424180"/>
                <wp:effectExtent l="0" t="0" r="0" b="0"/>
                <wp:wrapNone/>
                <wp:docPr id="58" name="文本框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718820" y="3406140"/>
                          <a:ext cx="845820" cy="4241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distribute"/>
                              <w:rPr>
                                <w:rFonts w:hint="eastAsia" w:ascii="汉仪文黑-55简" w:hAnsi="汉仪文黑-55简" w:eastAsia="汉仪文黑-55简" w:cs="汉仪文黑-55简"/>
                                <w:b w:val="0"/>
                                <w:bCs w:val="0"/>
                                <w:color w:val="595959" w:themeColor="text1" w:themeTint="A6"/>
                                <w:sz w:val="24"/>
                                <w:szCs w:val="24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汉仪文黑-55简" w:hAnsi="汉仪文黑-55简" w:eastAsia="汉仪文黑-55简" w:cs="汉仪文黑-55简"/>
                                <w:b w:val="0"/>
                                <w:bCs w:val="0"/>
                                <w:color w:val="595959" w:themeColor="text1" w:themeTint="A6"/>
                                <w:sz w:val="24"/>
                                <w:szCs w:val="24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初考成绩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33.4pt;margin-top:174.4pt;height:33.4pt;width:66.6pt;z-index:251671552;mso-width-relative:page;mso-height-relative:page;" filled="f" stroked="f" coordsize="21600,21600" o:gfxdata="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jc w:val="distribute"/>
                        <w:rPr>
                          <w:rFonts w:hint="eastAsia" w:ascii="汉仪文黑-55简" w:hAnsi="汉仪文黑-55简" w:eastAsia="汉仪文黑-55简" w:cs="汉仪文黑-55简"/>
                          <w:b w:val="0"/>
                          <w:bCs w:val="0"/>
                          <w:color w:val="595959" w:themeColor="text1" w:themeTint="A6"/>
                          <w:sz w:val="24"/>
                          <w:szCs w:val="24"/>
                          <w:lang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汉仪文黑-55简" w:hAnsi="汉仪文黑-55简" w:eastAsia="汉仪文黑-55简" w:cs="汉仪文黑-55简"/>
                          <w:b w:val="0"/>
                          <w:bCs w:val="0"/>
                          <w:color w:val="595959" w:themeColor="text1" w:themeTint="A6"/>
                          <w:sz w:val="24"/>
                          <w:szCs w:val="24"/>
                          <w:lang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初考成绩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693420</wp:posOffset>
                </wp:positionH>
                <wp:positionV relativeFrom="paragraph">
                  <wp:posOffset>2068830</wp:posOffset>
                </wp:positionV>
                <wp:extent cx="648970" cy="424180"/>
                <wp:effectExtent l="0" t="0" r="0" b="0"/>
                <wp:wrapNone/>
                <wp:docPr id="75" name="文本框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836420" y="3260090"/>
                          <a:ext cx="648970" cy="4241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distribute"/>
                              <w:rPr>
                                <w:rFonts w:hint="eastAsia" w:ascii="汉仪文黑-55简" w:hAnsi="汉仪文黑-55简" w:eastAsia="汉仪文黑-55简" w:cs="汉仪文黑-55简"/>
                                <w:b w:val="0"/>
                                <w:bCs w:val="0"/>
                                <w:color w:val="595959" w:themeColor="text1" w:themeTint="A6"/>
                                <w:sz w:val="24"/>
                                <w:szCs w:val="24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汉仪文黑-55简" w:hAnsi="汉仪文黑-55简" w:eastAsia="汉仪文黑-55简" w:cs="汉仪文黑-55简"/>
                                <w:b w:val="0"/>
                                <w:bCs w:val="0"/>
                                <w:color w:val="595959" w:themeColor="text1" w:themeTint="A6"/>
                                <w:sz w:val="24"/>
                                <w:szCs w:val="24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科目</w:t>
                            </w:r>
                            <w:r>
                              <w:rPr>
                                <w:rFonts w:hint="eastAsia" w:ascii="汉仪文黑-55简" w:hAnsi="汉仪文黑-55简" w:eastAsia="汉仪文黑-55简" w:cs="汉仪文黑-55简"/>
                                <w:b w:val="0"/>
                                <w:bCs w:val="0"/>
                                <w:color w:val="595959" w:themeColor="text1" w:themeTint="A6"/>
                                <w:sz w:val="24"/>
                                <w:szCs w:val="24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54.6pt;margin-top:162.9pt;height:33.4pt;width:51.1pt;z-index:251670528;mso-width-relative:page;mso-height-relative:page;" filled="f" stroked="f" coordsize="21600,21600" o:gfxdata="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jc w:val="distribute"/>
                        <w:rPr>
                          <w:rFonts w:hint="eastAsia" w:ascii="汉仪文黑-55简" w:hAnsi="汉仪文黑-55简" w:eastAsia="汉仪文黑-55简" w:cs="汉仪文黑-55简"/>
                          <w:b w:val="0"/>
                          <w:bCs w:val="0"/>
                          <w:color w:val="595959" w:themeColor="text1" w:themeTint="A6"/>
                          <w:sz w:val="24"/>
                          <w:szCs w:val="24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汉仪文黑-55简" w:hAnsi="汉仪文黑-55简" w:eastAsia="汉仪文黑-55简" w:cs="汉仪文黑-55简"/>
                          <w:b w:val="0"/>
                          <w:bCs w:val="0"/>
                          <w:color w:val="595959" w:themeColor="text1" w:themeTint="A6"/>
                          <w:sz w:val="24"/>
                          <w:szCs w:val="24"/>
                          <w:lang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科目</w:t>
                      </w:r>
                      <w:r>
                        <w:rPr>
                          <w:rFonts w:hint="eastAsia" w:ascii="汉仪文黑-55简" w:hAnsi="汉仪文黑-55简" w:eastAsia="汉仪文黑-55简" w:cs="汉仪文黑-55简"/>
                          <w:b w:val="0"/>
                          <w:bCs w:val="0"/>
                          <w:color w:val="595959" w:themeColor="text1" w:themeTint="A6"/>
                          <w:sz w:val="24"/>
                          <w:szCs w:val="24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-471170</wp:posOffset>
                </wp:positionH>
                <wp:positionV relativeFrom="paragraph">
                  <wp:posOffset>2141855</wp:posOffset>
                </wp:positionV>
                <wp:extent cx="6217285" cy="660400"/>
                <wp:effectExtent l="6350" t="6350" r="24765" b="19050"/>
                <wp:wrapNone/>
                <wp:docPr id="48" name="组合 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0">
                          <a:off x="671830" y="3333115"/>
                          <a:ext cx="6217285" cy="660400"/>
                          <a:chOff x="4589" y="6060"/>
                          <a:chExt cx="9791" cy="906"/>
                        </a:xfrm>
                      </wpg:grpSpPr>
                      <wps:wsp>
                        <wps:cNvPr id="14" name="矩形 14"/>
                        <wps:cNvSpPr/>
                        <wps:spPr>
                          <a:xfrm>
                            <a:off x="4589" y="6061"/>
                            <a:ext cx="9763" cy="901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12700">
                            <a:solidFill>
                              <a:schemeClr val="bg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g:grpSp>
                        <wpg:cNvPr id="47" name="组合 47"/>
                        <wpg:cNvGrpSpPr/>
                        <wpg:grpSpPr>
                          <a:xfrm>
                            <a:off x="6066" y="6060"/>
                            <a:ext cx="8314" cy="906"/>
                            <a:chOff x="8471" y="6017"/>
                            <a:chExt cx="6068" cy="1036"/>
                          </a:xfrm>
                        </wpg:grpSpPr>
                        <wpg:grpSp>
                          <wpg:cNvPr id="19" name="组合 19"/>
                          <wpg:cNvGrpSpPr/>
                          <wpg:grpSpPr>
                            <a:xfrm>
                              <a:off x="13323" y="6017"/>
                              <a:ext cx="1216" cy="1036"/>
                              <a:chOff x="1290" y="6017"/>
                              <a:chExt cx="10134" cy="1036"/>
                            </a:xfrm>
                          </wpg:grpSpPr>
                          <wps:wsp>
                            <wps:cNvPr id="21" name="矩形 14"/>
                            <wps:cNvSpPr/>
                            <wps:spPr>
                              <a:xfrm>
                                <a:off x="1290" y="6017"/>
                                <a:ext cx="10134" cy="518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2700">
                                <a:solidFill>
                                  <a:schemeClr val="bg1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  <wps:wsp>
                            <wps:cNvPr id="23" name="矩形 15"/>
                            <wps:cNvSpPr/>
                            <wps:spPr>
                              <a:xfrm>
                                <a:off x="1290" y="6535"/>
                                <a:ext cx="10134" cy="518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2700">
                                <a:solidFill>
                                  <a:schemeClr val="bg1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wpg:grpSp>
                        <wpg:grpSp>
                          <wpg:cNvPr id="26" name="组合 26"/>
                          <wpg:cNvGrpSpPr/>
                          <wpg:grpSpPr>
                            <a:xfrm>
                              <a:off x="12109" y="6017"/>
                              <a:ext cx="1216" cy="1036"/>
                              <a:chOff x="1290" y="6017"/>
                              <a:chExt cx="10134" cy="1036"/>
                            </a:xfrm>
                          </wpg:grpSpPr>
                          <wps:wsp>
                            <wps:cNvPr id="27" name="矩形 14"/>
                            <wps:cNvSpPr/>
                            <wps:spPr>
                              <a:xfrm>
                                <a:off x="1290" y="6017"/>
                                <a:ext cx="10134" cy="518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2700">
                                <a:solidFill>
                                  <a:schemeClr val="bg1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  <wps:wsp>
                            <wps:cNvPr id="29" name="矩形 15"/>
                            <wps:cNvSpPr/>
                            <wps:spPr>
                              <a:xfrm>
                                <a:off x="1290" y="6535"/>
                                <a:ext cx="10134" cy="518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2700">
                                <a:solidFill>
                                  <a:schemeClr val="bg1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wpg:grpSp>
                        <wpg:grpSp>
                          <wpg:cNvPr id="30" name="组合 30"/>
                          <wpg:cNvGrpSpPr/>
                          <wpg:grpSpPr>
                            <a:xfrm>
                              <a:off x="10894" y="6017"/>
                              <a:ext cx="1216" cy="1036"/>
                              <a:chOff x="1290" y="6017"/>
                              <a:chExt cx="10134" cy="1036"/>
                            </a:xfrm>
                          </wpg:grpSpPr>
                          <wps:wsp>
                            <wps:cNvPr id="31" name="矩形 14"/>
                            <wps:cNvSpPr/>
                            <wps:spPr>
                              <a:xfrm>
                                <a:off x="1290" y="6017"/>
                                <a:ext cx="10134" cy="518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2700">
                                <a:solidFill>
                                  <a:schemeClr val="bg1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  <wps:wsp>
                            <wps:cNvPr id="32" name="矩形 15"/>
                            <wps:cNvSpPr/>
                            <wps:spPr>
                              <a:xfrm>
                                <a:off x="1290" y="6535"/>
                                <a:ext cx="10134" cy="518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2700">
                                <a:solidFill>
                                  <a:schemeClr val="bg1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wpg:grpSp>
                        <wpg:grpSp>
                          <wpg:cNvPr id="34" name="组合 34"/>
                          <wpg:cNvGrpSpPr/>
                          <wpg:grpSpPr>
                            <a:xfrm>
                              <a:off x="9679" y="6017"/>
                              <a:ext cx="1216" cy="1036"/>
                              <a:chOff x="1290" y="6017"/>
                              <a:chExt cx="10134" cy="1036"/>
                            </a:xfrm>
                          </wpg:grpSpPr>
                          <wps:wsp>
                            <wps:cNvPr id="35" name="矩形 14"/>
                            <wps:cNvSpPr/>
                            <wps:spPr>
                              <a:xfrm>
                                <a:off x="1290" y="6017"/>
                                <a:ext cx="10134" cy="518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2700">
                                <a:solidFill>
                                  <a:schemeClr val="bg1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  <wps:wsp>
                            <wps:cNvPr id="36" name="矩形 15"/>
                            <wps:cNvSpPr/>
                            <wps:spPr>
                              <a:xfrm>
                                <a:off x="1290" y="6535"/>
                                <a:ext cx="10134" cy="518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2700">
                                <a:solidFill>
                                  <a:schemeClr val="bg1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wpg:grpSp>
                        <wpg:grpSp>
                          <wpg:cNvPr id="43" name="组合 43"/>
                          <wpg:cNvGrpSpPr/>
                          <wpg:grpSpPr>
                            <a:xfrm>
                              <a:off x="8471" y="6017"/>
                              <a:ext cx="1216" cy="1036"/>
                              <a:chOff x="1290" y="6017"/>
                              <a:chExt cx="10134" cy="1036"/>
                            </a:xfrm>
                          </wpg:grpSpPr>
                          <wps:wsp>
                            <wps:cNvPr id="44" name="矩形 14"/>
                            <wps:cNvSpPr/>
                            <wps:spPr>
                              <a:xfrm>
                                <a:off x="1290" y="6017"/>
                                <a:ext cx="10134" cy="518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2700">
                                <a:solidFill>
                                  <a:schemeClr val="bg1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  <wps:wsp>
                            <wps:cNvPr id="45" name="矩形 15"/>
                            <wps:cNvSpPr/>
                            <wps:spPr>
                              <a:xfrm>
                                <a:off x="1290" y="6535"/>
                                <a:ext cx="10134" cy="518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2700">
                                <a:solidFill>
                                  <a:schemeClr val="bg1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37.1pt;margin-top:168.65pt;height:52pt;width:489.55pt;z-index:251669504;mso-width-relative:page;mso-height-relative:page;" coordorigin="4589,6060" coordsize="9791,906" o:gfxdata="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">
                <o:lock v:ext="edit" aspectratio="f"/>
                <v:rect id="_x0000_s1026" o:spid="_x0000_s1026" o:spt="1" style="position:absolute;left:4589;top:6061;height:901;width:9763;v-text-anchor:middle;" fillcolor="#FFFFFF [3212]" filled="t" stroked="t" coordsize="21600,21600" o:gfxdata="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BHpYc68AAAA&#10;2wAAAA8AAAAAAAAAAQAgAAAAIgAAAGRycy9kb3ducmV2LnhtbFBLAQIUABQAAAAIAIdO4kAzLwWe&#10;OwAAADkAAAAQAAAAAAAAAAEAIAAAAAsBAABkcnMvc2hhcGV4bWwueG1sUEsFBgAAAAAGAAYAWwEA&#10;ALUDAAAAAA==&#10;">
                  <v:fill on="t" focussize="0,0"/>
                  <v:stroke weight="1pt" color="#BFBFBF [2412]" miterlimit="8" joinstyle="miter"/>
                  <v:imagedata o:title=""/>
                  <o:lock v:ext="edit" aspectratio="f"/>
                </v:rect>
                <v:group id="_x0000_s1026" o:spid="_x0000_s1026" o:spt="203" style="position:absolute;left:6066;top:6060;height:906;width:8314;" coordorigin="8471,6017" coordsize="6068,1036" o:gfxdata="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BuVCZ8vwAAANsAAAAPAAAAAAAAAAEAIAAAACIAAABkcnMvZG93bnJldi54&#10;bWxQSwECFAAUAAAACACHTuJAMy8FnjsAAAA5AAAAFQAAAAAAAAABACAAAAAOAQAAZHJzL2dyb3Vw&#10;c2hhcGV4bWwueG1sUEsFBgAAAAAGAAYAYAEAAMsDAAAAAA==&#10;">
                  <o:lock v:ext="edit" aspectratio="f"/>
                  <v:group id="_x0000_s1026" o:spid="_x0000_s1026" o:spt="203" style="position:absolute;left:13323;top:6017;height:1036;width:1216;" coordorigin="1290,6017" coordsize="10134,1036" o:gfxdata="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YzQ4iL0AAADbAAAADwAAAAAAAAABACAAAAAiAAAAZHJzL2Rvd25yZXYueG1s&#10;UEsBAhQAFAAAAAgAh07iQDMvBZ47AAAAOQAAABUAAAAAAAAAAQAgAAAADAEAAGRycy9ncm91cHNo&#10;YXBleG1sLnhtbFBLBQYAAAAABgAGAGABAADJAwAAAAA=&#10;">
                    <o:lock v:ext="edit" aspectratio="f"/>
                    <v:rect id="矩形 14" o:spid="_x0000_s1026" o:spt="1" style="position:absolute;left:1290;top:6017;height:518;width:10134;v-text-anchor:middle;" fillcolor="#FFFFFF [3212]" filled="t" stroked="t" coordsize="21600,21600" o:gfxdata="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P8gjrvQAA&#10;ANsAAAAPAAAAAAAAAAEAIAAAACIAAABkcnMvZG93bnJldi54bWxQSwECFAAUAAAACACHTuJAMy8F&#10;njsAAAA5AAAAEAAAAAAAAAABACAAAAAMAQAAZHJzL3NoYXBleG1sLnhtbFBLBQYAAAAABgAGAFsB&#10;AAC2AwAAAAA=&#10;">
                      <v:fill on="t" focussize="0,0"/>
                      <v:stroke weight="1pt" color="#BFBFBF [2412]" miterlimit="8" joinstyle="miter"/>
                      <v:imagedata o:title=""/>
                      <o:lock v:ext="edit" aspectratio="f"/>
                    </v:rect>
                    <v:rect id="矩形 15" o:spid="_x0000_s1026" o:spt="1" style="position:absolute;left:1290;top:6535;height:518;width:10134;v-text-anchor:middle;" fillcolor="#FFFFFF [3212]" filled="t" stroked="t" coordsize="21600,21600" o:gfxdata="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QbDMHvQAA&#10;ANsAAAAPAAAAAAAAAAEAIAAAACIAAABkcnMvZG93bnJldi54bWxQSwECFAAUAAAACACHTuJAMy8F&#10;njsAAAA5AAAAEAAAAAAAAAABACAAAAAMAQAAZHJzL3NoYXBleG1sLnhtbFBLBQYAAAAABgAGAFsB&#10;AAC2AwAAAAA=&#10;">
                      <v:fill on="t" focussize="0,0"/>
                      <v:stroke weight="1pt" color="#BFBFBF [2412]" miterlimit="8" joinstyle="miter"/>
                      <v:imagedata o:title=""/>
                      <o:lock v:ext="edit" aspectratio="f"/>
                    </v:rect>
                  </v:group>
                  <v:group id="_x0000_s1026" o:spid="_x0000_s1026" o:spt="203" style="position:absolute;left:12109;top:6017;height:1036;width:1216;" coordorigin="1290,6017" coordsize="10134,1036" o:gfxdata="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NzHZke+AAAA2wAAAA8AAAAAAAAAAQAgAAAAIgAAAGRycy9kb3ducmV2Lnht&#10;bFBLAQIUABQAAAAIAIdO4kAzLwWeOwAAADkAAAAVAAAAAAAAAAEAIAAAAA0BAABkcnMvZ3JvdXBz&#10;aGFwZXhtbC54bWxQSwUGAAAAAAYABgBgAQAAygMAAAAA&#10;">
                    <o:lock v:ext="edit" aspectratio="f"/>
                    <v:rect id="矩形 14" o:spid="_x0000_s1026" o:spt="1" style="position:absolute;left:1290;top:6017;height:518;width:10134;v-text-anchor:middle;" fillcolor="#FFFFFF [3212]" filled="t" stroked="t" coordsize="21600,21600" o:gfxdata="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vVzUEvQAA&#10;ANsAAAAPAAAAAAAAAAEAIAAAACIAAABkcnMvZG93bnJldi54bWxQSwECFAAUAAAACACHTuJAMy8F&#10;njsAAAA5AAAAEAAAAAAAAAABACAAAAAMAQAAZHJzL3NoYXBleG1sLnhtbFBLBQYAAAAABgAGAFsB&#10;AAC2AwAAAAA=&#10;">
                      <v:fill on="t" focussize="0,0"/>
                      <v:stroke weight="1pt" color="#BFBFBF [2412]" miterlimit="8" joinstyle="miter"/>
                      <v:imagedata o:title=""/>
                      <o:lock v:ext="edit" aspectratio="f"/>
                    </v:rect>
                    <v:rect id="矩形 15" o:spid="_x0000_s1026" o:spt="1" style="position:absolute;left:1290;top:6535;height:518;width:10134;v-text-anchor:middle;" fillcolor="#FFFFFF [3212]" filled="t" stroked="t" coordsize="21600,21600" o:gfxdata="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xhATtvQAA&#10;ANsAAAAPAAAAAAAAAAEAIAAAACIAAABkcnMvZG93bnJldi54bWxQSwECFAAUAAAACACHTuJAMy8F&#10;njsAAAA5AAAAEAAAAAAAAAABACAAAAAMAQAAZHJzL3NoYXBleG1sLnhtbFBLBQYAAAAABgAGAFsB&#10;AAC2AwAAAAA=&#10;">
                      <v:fill on="t" focussize="0,0"/>
                      <v:stroke weight="1pt" color="#BFBFBF [2412]" miterlimit="8" joinstyle="miter"/>
                      <v:imagedata o:title=""/>
                      <o:lock v:ext="edit" aspectratio="f"/>
                    </v:rect>
                  </v:group>
                  <v:group id="_x0000_s1026" o:spid="_x0000_s1026" o:spt="203" style="position:absolute;left:10894;top:6017;height:1036;width:1216;" coordorigin="1290,6017" coordsize="10134,1036" o:gfxdata="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">
                    <o:lock v:ext="edit" aspectratio="f"/>
                    <v:rect id="矩形 14" o:spid="_x0000_s1026" o:spt="1" style="position:absolute;left:1290;top:6017;height:518;width:10134;v-text-anchor:middle;" fillcolor="#FFFFFF [3212]" filled="t" stroked="t" coordsize="21600,21600" o:gfxdata="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SiueNr4A&#10;AADbAAAADwAAAAAAAAABACAAAAAiAAAAZHJzL2Rvd25yZXYueG1sUEsBAhQAFAAAAAgAh07iQDMv&#10;BZ47AAAAOQAAABAAAAAAAAAAAQAgAAAADQEAAGRycy9zaGFwZXhtbC54bWxQSwUGAAAAAAYABgBb&#10;AQAAtwMAAAAA&#10;">
                      <v:fill on="t" focussize="0,0"/>
                      <v:stroke weight="1pt" color="#BFBFBF [2412]" miterlimit="8" joinstyle="miter"/>
                      <v:imagedata o:title=""/>
                      <o:lock v:ext="edit" aspectratio="f"/>
                    </v:rect>
                    <v:rect id="矩形 15" o:spid="_x0000_s1026" o:spt="1" style="position:absolute;left:1290;top:6535;height:518;width:10134;v-text-anchor:middle;" fillcolor="#FFFFFF [3212]" filled="t" stroked="t" coordsize="21600,21600" o:gfxdata="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6+QBBvQAA&#10;ANsAAAAPAAAAAAAAAAEAIAAAACIAAABkcnMvZG93bnJldi54bWxQSwECFAAUAAAACACHTuJAMy8F&#10;njsAAAA5AAAAEAAAAAAAAAABACAAAAAMAQAAZHJzL3NoYXBleG1sLnhtbFBLBQYAAAAABgAGAFsB&#10;AAC2AwAAAAA=&#10;">
                      <v:fill on="t" focussize="0,0"/>
                      <v:stroke weight="1pt" color="#BFBFBF [2412]" miterlimit="8" joinstyle="miter"/>
                      <v:imagedata o:title=""/>
                      <o:lock v:ext="edit" aspectratio="f"/>
                    </v:rect>
                  </v:group>
                  <v:group id="_x0000_s1026" o:spid="_x0000_s1026" o:spt="203" style="position:absolute;left:9679;top:6017;height:1036;width:1216;" coordorigin="1290,6017" coordsize="10134,1036" o:gfxdata="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xoDLdr0AAADbAAAADwAAAAAAAAABACAAAAAiAAAAZHJzL2Rvd25yZXYueG1s&#10;UEsBAhQAFAAAAAgAh07iQDMvBZ47AAAAOQAAABUAAAAAAAAAAQAgAAAADAEAAGRycy9ncm91cHNo&#10;YXBleG1sLnhtbFBLBQYAAAAABgAGAGABAADJAwAAAAA=&#10;">
                    <o:lock v:ext="edit" aspectratio="f"/>
                    <v:rect id="矩形 14" o:spid="_x0000_s1026" o:spt="1" style="position:absolute;left:1290;top:6017;height:518;width:10134;v-text-anchor:middle;" fillcolor="#FFFFFF [3212]" filled="t" stroked="t" coordsize="21600,21600" o:gfxdata="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NRCYNb4A&#10;AADbAAAADwAAAAAAAAABACAAAAAiAAAAZHJzL2Rvd25yZXYueG1sUEsBAhQAFAAAAAgAh07iQDMv&#10;BZ47AAAAOQAAABAAAAAAAAAAAQAgAAAADQEAAGRycy9zaGFwZXhtbC54bWxQSwUGAAAAAAYABgBb&#10;AQAAtwMAAAAA&#10;">
                      <v:fill on="t" focussize="0,0"/>
                      <v:stroke weight="1pt" color="#BFBFBF [2412]" miterlimit="8" joinstyle="miter"/>
                      <v:imagedata o:title=""/>
                      <o:lock v:ext="edit" aspectratio="f"/>
                    </v:rect>
                    <v:rect id="矩形 15" o:spid="_x0000_s1026" o:spt="1" style="position:absolute;left:1290;top:6535;height:518;width:10134;v-text-anchor:middle;" fillcolor="#FFFFFF [3212]" filled="t" stroked="t" coordsize="21600,21600" o:gfxdata="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FwgZCvQAA&#10;ANsAAAAPAAAAAAAAAAEAIAAAACIAAABkcnMvZG93bnJldi54bWxQSwECFAAUAAAACACHTuJAMy8F&#10;njsAAAA5AAAAEAAAAAAAAAABACAAAAAMAQAAZHJzL3NoYXBleG1sLnhtbFBLBQYAAAAABgAGAFsB&#10;AAC2AwAAAAA=&#10;">
                      <v:fill on="t" focussize="0,0"/>
                      <v:stroke weight="1pt" color="#BFBFBF [2412]" miterlimit="8" joinstyle="miter"/>
                      <v:imagedata o:title=""/>
                      <o:lock v:ext="edit" aspectratio="f"/>
                    </v:rect>
                  </v:group>
                  <v:group id="_x0000_s1026" o:spid="_x0000_s1026" o:spt="203" style="position:absolute;left:8471;top:6017;height:1036;width:1216;" coordorigin="1290,6017" coordsize="10134,1036" o:gfxdata="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EW8gf70AAADbAAAADwAAAAAAAAABACAAAAAiAAAAZHJzL2Rvd25yZXYueG1s&#10;UEsBAhQAFAAAAAgAh07iQDMvBZ47AAAAOQAAABUAAAAAAAAAAQAgAAAADAEAAGRycy9ncm91cHNo&#10;YXBleG1sLnhtbFBLBQYAAAAABgAGAGABAADJAwAAAAA=&#10;">
                    <o:lock v:ext="edit" aspectratio="f"/>
                    <v:rect id="矩形 14" o:spid="_x0000_s1026" o:spt="1" style="position:absolute;left:1290;top:6017;height:518;width:10134;v-text-anchor:middle;" fillcolor="#FFFFFF [3212]" filled="t" stroked="t" coordsize="21600,21600" o:gfxdata="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CWk7TvQAA&#10;ANsAAAAPAAAAAAAAAAEAIAAAACIAAABkcnMvZG93bnJldi54bWxQSwECFAAUAAAACACHTuJAMy8F&#10;njsAAAA5AAAAEAAAAAAAAAABACAAAAAMAQAAZHJzL3NoYXBleG1sLnhtbFBLBQYAAAAABgAGAFsB&#10;AAC2AwAAAAA=&#10;">
                      <v:fill on="t" focussize="0,0"/>
                      <v:stroke weight="1pt" color="#BFBFBF [2412]" miterlimit="8" joinstyle="miter"/>
                      <v:imagedata o:title=""/>
                      <o:lock v:ext="edit" aspectratio="f"/>
                    </v:rect>
                    <v:rect id="矩形 15" o:spid="_x0000_s1026" o:spt="1" style="position:absolute;left:1290;top:6535;height:518;width:10134;v-text-anchor:middle;" fillcolor="#FFFFFF [3212]" filled="t" stroked="t" coordsize="21600,21600" o:gfxdata="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bRbrSL4A&#10;AADbAAAADwAAAAAAAAABACAAAAAiAAAAZHJzL2Rvd25yZXYueG1sUEsBAhQAFAAAAAgAh07iQDMv&#10;BZ47AAAAOQAAABAAAAAAAAAAAQAgAAAADQEAAGRycy9zaGFwZXhtbC54bWxQSwUGAAAAAAYABgBb&#10;AQAAtwMAAAAA&#10;">
                      <v:fill on="t" focussize="0,0"/>
                      <v:stroke weight="1pt" color="#BFBFBF [2412]" miterlimit="8" joinstyle="miter"/>
                      <v:imagedata o:title=""/>
                      <o:lock v:ext="edit" aspectratio="f"/>
                    </v:rect>
                  </v:group>
                </v:group>
              </v:group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-553085</wp:posOffset>
                </wp:positionH>
                <wp:positionV relativeFrom="paragraph">
                  <wp:posOffset>1755775</wp:posOffset>
                </wp:positionV>
                <wp:extent cx="2771140" cy="337185"/>
                <wp:effectExtent l="0" t="0" r="0" b="0"/>
                <wp:wrapNone/>
                <wp:docPr id="22" name="文本框 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71140" cy="3371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 w:val="0"/>
                              <w:snapToGrid w:val="0"/>
                              <w:spacing w:line="312" w:lineRule="auto"/>
                              <w:jc w:val="both"/>
                              <w:textAlignment w:val="auto"/>
                              <w:outlineLvl w:val="9"/>
                              <w:rPr>
                                <w:rFonts w:hint="eastAsia" w:ascii="汉仪文黑-55简" w:hAnsi="汉仪文黑-55简" w:eastAsia="汉仪文黑-55简" w:cs="汉仪文黑-55简"/>
                                <w:b w:val="0"/>
                                <w:bCs w:val="0"/>
                                <w:color w:val="595959" w:themeColor="text1" w:themeTint="A6"/>
                                <w:sz w:val="22"/>
                                <w:szCs w:val="22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汉仪文黑-55简" w:hAnsi="汉仪文黑-55简" w:eastAsia="汉仪文黑-55简" w:cs="汉仪文黑-55简"/>
                                <w:b w:val="0"/>
                                <w:bCs w:val="0"/>
                                <w:color w:val="595959" w:themeColor="text1" w:themeTint="A6"/>
                                <w:sz w:val="22"/>
                                <w:szCs w:val="22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报考院校：PC6大学 / 工商管理学院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97" o:spid="_x0000_s1026" o:spt="202" type="#_x0000_t202" style="position:absolute;left:0pt;margin-left:-43.55pt;margin-top:138.25pt;height:26.55pt;width:218.2pt;z-index:251661312;mso-width-relative:page;mso-height-relative:page;" filled="f" stroked="f" coordsize="21600,21600" o:gfxdata="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 w:val="0"/>
                        <w:snapToGrid w:val="0"/>
                        <w:spacing w:line="312" w:lineRule="auto"/>
                        <w:jc w:val="both"/>
                        <w:textAlignment w:val="auto"/>
                        <w:outlineLvl w:val="9"/>
                        <w:rPr>
                          <w:rFonts w:hint="eastAsia" w:ascii="汉仪文黑-55简" w:hAnsi="汉仪文黑-55简" w:eastAsia="汉仪文黑-55简" w:cs="汉仪文黑-55简"/>
                          <w:b w:val="0"/>
                          <w:bCs w:val="0"/>
                          <w:color w:val="595959" w:themeColor="text1" w:themeTint="A6"/>
                          <w:sz w:val="22"/>
                          <w:szCs w:val="22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汉仪文黑-55简" w:hAnsi="汉仪文黑-55简" w:eastAsia="汉仪文黑-55简" w:cs="汉仪文黑-55简"/>
                          <w:b w:val="0"/>
                          <w:bCs w:val="0"/>
                          <w:color w:val="595959" w:themeColor="text1" w:themeTint="A6"/>
                          <w:sz w:val="22"/>
                          <w:szCs w:val="22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报考院校：PC6大学 / 工商管理学院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806450</wp:posOffset>
                </wp:positionH>
                <wp:positionV relativeFrom="paragraph">
                  <wp:posOffset>2397760</wp:posOffset>
                </wp:positionV>
                <wp:extent cx="459105" cy="424180"/>
                <wp:effectExtent l="0" t="0" r="0" b="0"/>
                <wp:wrapNone/>
                <wp:docPr id="98" name="文本框 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920875" y="3589020"/>
                          <a:ext cx="459105" cy="4241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both"/>
                              <w:rPr>
                                <w:rFonts w:hint="default" w:ascii="汉仪文黑-55简" w:hAnsi="汉仪文黑-55简" w:eastAsia="汉仪文黑-55简" w:cs="汉仪文黑-55简"/>
                                <w:b w:val="0"/>
                                <w:bCs w:val="0"/>
                                <w:color w:val="595959" w:themeColor="text1" w:themeTint="A6"/>
                                <w:sz w:val="24"/>
                                <w:szCs w:val="24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汉仪文黑-55简" w:hAnsi="汉仪文黑-55简" w:eastAsia="汉仪文黑-55简" w:cs="汉仪文黑-55简"/>
                                <w:b w:val="0"/>
                                <w:bCs w:val="0"/>
                                <w:color w:val="595959" w:themeColor="text1" w:themeTint="A6"/>
                                <w:sz w:val="24"/>
                                <w:szCs w:val="24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80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63.5pt;margin-top:188.8pt;height:33.4pt;width:36.15pt;z-index:251676672;mso-width-relative:page;mso-height-relative:page;" filled="f" stroked="f" coordsize="21600,21600" o:gfxdata="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jc w:val="both"/>
                        <w:rPr>
                          <w:rFonts w:hint="default" w:ascii="汉仪文黑-55简" w:hAnsi="汉仪文黑-55简" w:eastAsia="汉仪文黑-55简" w:cs="汉仪文黑-55简"/>
                          <w:b w:val="0"/>
                          <w:bCs w:val="0"/>
                          <w:color w:val="595959" w:themeColor="text1" w:themeTint="A6"/>
                          <w:sz w:val="24"/>
                          <w:szCs w:val="24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汉仪文黑-55简" w:hAnsi="汉仪文黑-55简" w:eastAsia="汉仪文黑-55简" w:cs="汉仪文黑-55简"/>
                          <w:b w:val="0"/>
                          <w:bCs w:val="0"/>
                          <w:color w:val="595959" w:themeColor="text1" w:themeTint="A6"/>
                          <w:sz w:val="24"/>
                          <w:szCs w:val="24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80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-528320</wp:posOffset>
                </wp:positionH>
                <wp:positionV relativeFrom="paragraph">
                  <wp:posOffset>36195</wp:posOffset>
                </wp:positionV>
                <wp:extent cx="4464050" cy="0"/>
                <wp:effectExtent l="0" t="0" r="0" b="0"/>
                <wp:wrapNone/>
                <wp:docPr id="37" name="直接连接符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628650" y="1006475"/>
                          <a:ext cx="446405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-41.6pt;margin-top:2.85pt;height:0pt;width:351.5pt;z-index:251681792;mso-width-relative:page;mso-height-relative:page;" filled="f" stroked="t" coordsize="21600,21600" o:gfxdata="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CQ9VgX1gAAAAcBAAAPAAAAAAAAAAEAIAAAACIAAABkcnMvZG93&#10;bnJldi54bWxQSwECFAAUAAAACACHTuJADKJu0AICAADhAwAADgAAAAAAAAABACAAAAAlAQAAZHJz&#10;L2Uyb0RvYy54bWxQSwUGAAAAAAYABgBZAQAAmQUAAAAA&#10;">
                <v:fill on="f" focussize="0,0"/>
                <v:stroke weight="1pt" color="#D9D9D9 [2732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942975</wp:posOffset>
                </wp:positionH>
                <wp:positionV relativeFrom="paragraph">
                  <wp:posOffset>-307340</wp:posOffset>
                </wp:positionV>
                <wp:extent cx="1587500" cy="308610"/>
                <wp:effectExtent l="0" t="0" r="0" b="0"/>
                <wp:wrapNone/>
                <wp:docPr id="24" name="文本框 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4234180" y="574040"/>
                          <a:ext cx="1587500" cy="3086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 w:val="0"/>
                              <w:snapToGrid w:val="0"/>
                              <w:spacing w:line="312" w:lineRule="auto"/>
                              <w:jc w:val="both"/>
                              <w:textAlignment w:val="auto"/>
                              <w:outlineLvl w:val="9"/>
                              <w:rPr>
                                <w:rFonts w:hint="eastAsia" w:ascii="汉仪文黑-55简" w:hAnsi="汉仪文黑-55简" w:eastAsia="汉仪文黑-55简" w:cs="汉仪文黑-55简"/>
                                <w:b w:val="0"/>
                                <w:bCs w:val="0"/>
                                <w:color w:val="595959" w:themeColor="text1" w:themeTint="A6"/>
                                <w:sz w:val="22"/>
                                <w:szCs w:val="22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汉仪文黑-55简" w:hAnsi="汉仪文黑-55简" w:eastAsia="汉仪文黑-55简" w:cs="汉仪文黑-55简"/>
                                <w:b w:val="0"/>
                                <w:bCs w:val="0"/>
                                <w:color w:val="595959" w:themeColor="text1" w:themeTint="A6"/>
                                <w:sz w:val="22"/>
                                <w:szCs w:val="22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我的专业：工商管理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97" o:spid="_x0000_s1026" o:spt="202" type="#_x0000_t202" style="position:absolute;left:0pt;margin-left:74.25pt;margin-top:-24.2pt;height:24.3pt;width:125pt;z-index:251684864;mso-width-relative:page;mso-height-relative:page;" filled="f" stroked="f" coordsize="21600,21600" o:gfxdata="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 w:val="0"/>
                        <w:snapToGrid w:val="0"/>
                        <w:spacing w:line="312" w:lineRule="auto"/>
                        <w:jc w:val="both"/>
                        <w:textAlignment w:val="auto"/>
                        <w:outlineLvl w:val="9"/>
                        <w:rPr>
                          <w:rFonts w:hint="eastAsia" w:ascii="汉仪文黑-55简" w:hAnsi="汉仪文黑-55简" w:eastAsia="汉仪文黑-55简" w:cs="汉仪文黑-55简"/>
                          <w:b w:val="0"/>
                          <w:bCs w:val="0"/>
                          <w:color w:val="595959" w:themeColor="text1" w:themeTint="A6"/>
                          <w:sz w:val="22"/>
                          <w:szCs w:val="22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汉仪文黑-55简" w:hAnsi="汉仪文黑-55简" w:eastAsia="汉仪文黑-55简" w:cs="汉仪文黑-55简"/>
                          <w:b w:val="0"/>
                          <w:bCs w:val="0"/>
                          <w:color w:val="595959" w:themeColor="text1" w:themeTint="A6"/>
                          <w:sz w:val="22"/>
                          <w:szCs w:val="22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我的专业：工商管理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-631825</wp:posOffset>
                </wp:positionH>
                <wp:positionV relativeFrom="paragraph">
                  <wp:posOffset>-461010</wp:posOffset>
                </wp:positionV>
                <wp:extent cx="1118870" cy="490220"/>
                <wp:effectExtent l="0" t="0" r="0" b="0"/>
                <wp:wrapNone/>
                <wp:docPr id="25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2659380" y="420370"/>
                          <a:ext cx="1118870" cy="4902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 w:val="0"/>
                              <w:snapToGrid w:val="0"/>
                              <w:spacing w:line="312" w:lineRule="auto"/>
                              <w:jc w:val="distribute"/>
                              <w:textAlignment w:val="auto"/>
                              <w:outlineLvl w:val="9"/>
                              <w:rPr>
                                <w:rFonts w:hint="default" w:ascii="汉仪文黑-55简" w:hAnsi="汉仪文黑-55简" w:eastAsia="汉仪文黑-55简" w:cs="汉仪文黑-55简"/>
                                <w:b/>
                                <w:bCs/>
                                <w:color w:val="595959" w:themeColor="text1" w:themeTint="A6"/>
                                <w:sz w:val="46"/>
                                <w:szCs w:val="46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汉仪文黑-55简" w:hAnsi="汉仪文黑-55简" w:eastAsia="汉仪文黑-55简" w:cs="汉仪文黑-55简"/>
                                <w:b/>
                                <w:bCs/>
                                <w:color w:val="595959" w:themeColor="text1" w:themeTint="A6"/>
                                <w:sz w:val="46"/>
                                <w:szCs w:val="46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PC6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5" o:spid="_x0000_s1026" o:spt="202" type="#_x0000_t202" style="position:absolute;left:0pt;margin-left:-49.75pt;margin-top:-36.3pt;height:38.6pt;width:88.1pt;z-index:251685888;mso-width-relative:page;mso-height-relative:page;" filled="f" stroked="f" coordsize="21600,21600" o:gfxdata="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 w:val="0"/>
                        <w:snapToGrid w:val="0"/>
                        <w:spacing w:line="312" w:lineRule="auto"/>
                        <w:jc w:val="distribute"/>
                        <w:textAlignment w:val="auto"/>
                        <w:outlineLvl w:val="9"/>
                        <w:rPr>
                          <w:rFonts w:hint="default" w:ascii="汉仪文黑-55简" w:hAnsi="汉仪文黑-55简" w:eastAsia="汉仪文黑-55简" w:cs="汉仪文黑-55简"/>
                          <w:b/>
                          <w:bCs/>
                          <w:color w:val="595959" w:themeColor="text1" w:themeTint="A6"/>
                          <w:sz w:val="46"/>
                          <w:szCs w:val="46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汉仪文黑-55简" w:hAnsi="汉仪文黑-55简" w:eastAsia="汉仪文黑-55简" w:cs="汉仪文黑-55简"/>
                          <w:b/>
                          <w:bCs/>
                          <w:color w:val="595959" w:themeColor="text1" w:themeTint="A6"/>
                          <w:sz w:val="46"/>
                          <w:szCs w:val="46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PC6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-386080</wp:posOffset>
                </wp:positionH>
                <wp:positionV relativeFrom="paragraph">
                  <wp:posOffset>218440</wp:posOffset>
                </wp:positionV>
                <wp:extent cx="1379220" cy="960120"/>
                <wp:effectExtent l="0" t="0" r="0" b="0"/>
                <wp:wrapNone/>
                <wp:docPr id="20" name="文本框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2905125" y="1058545"/>
                          <a:ext cx="1379220" cy="9601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 w:val="0"/>
                              <w:spacing w:line="288" w:lineRule="auto"/>
                              <w:jc w:val="left"/>
                              <w:textAlignment w:val="auto"/>
                              <w:rPr>
                                <w:rFonts w:hint="eastAsia" w:ascii="汉仪文黑-55简" w:hAnsi="汉仪文黑-55简" w:eastAsia="汉仪文黑-55简" w:cs="汉仪文黑-55简"/>
                                <w:b w:val="0"/>
                                <w:bCs w:val="0"/>
                                <w:color w:val="595959" w:themeColor="text1" w:themeTint="A6"/>
                                <w:sz w:val="22"/>
                                <w:szCs w:val="22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汉仪文黑-55简" w:hAnsi="汉仪文黑-55简" w:eastAsia="汉仪文黑-55简" w:cs="汉仪文黑-55简"/>
                                <w:b w:val="0"/>
                                <w:bCs w:val="0"/>
                                <w:color w:val="595959" w:themeColor="text1" w:themeTint="A6"/>
                                <w:sz w:val="22"/>
                                <w:szCs w:val="22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年龄：</w:t>
                            </w:r>
                            <w:r>
                              <w:rPr>
                                <w:rFonts w:hint="eastAsia" w:ascii="汉仪文黑-55简" w:hAnsi="汉仪文黑-55简" w:eastAsia="汉仪文黑-55简" w:cs="汉仪文黑-55简"/>
                                <w:b w:val="0"/>
                                <w:bCs w:val="0"/>
                                <w:color w:val="595959" w:themeColor="text1" w:themeTint="A6"/>
                                <w:sz w:val="22"/>
                                <w:szCs w:val="22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25岁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 w:val="0"/>
                              <w:spacing w:line="288" w:lineRule="auto"/>
                              <w:jc w:val="left"/>
                              <w:textAlignment w:val="auto"/>
                              <w:rPr>
                                <w:rFonts w:hint="eastAsia" w:ascii="汉仪文黑-55简" w:hAnsi="汉仪文黑-55简" w:eastAsia="汉仪文黑-55简" w:cs="汉仪文黑-55简"/>
                                <w:b w:val="0"/>
                                <w:bCs w:val="0"/>
                                <w:color w:val="595959" w:themeColor="text1" w:themeTint="A6"/>
                                <w:sz w:val="22"/>
                                <w:szCs w:val="22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汉仪文黑-55简" w:hAnsi="汉仪文黑-55简" w:eastAsia="汉仪文黑-55简" w:cs="汉仪文黑-55简"/>
                                <w:b w:val="0"/>
                                <w:bCs w:val="0"/>
                                <w:color w:val="595959" w:themeColor="text1" w:themeTint="A6"/>
                                <w:sz w:val="22"/>
                                <w:szCs w:val="22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民族：汉族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 w:val="0"/>
                              <w:spacing w:line="288" w:lineRule="auto"/>
                              <w:jc w:val="left"/>
                              <w:textAlignment w:val="auto"/>
                              <w:rPr>
                                <w:rFonts w:hint="default" w:ascii="汉仪文黑-55简" w:hAnsi="汉仪文黑-55简" w:eastAsia="汉仪文黑-55简" w:cs="汉仪文黑-55简"/>
                                <w:b w:val="0"/>
                                <w:bCs w:val="0"/>
                                <w:color w:val="595959" w:themeColor="text1" w:themeTint="A6"/>
                                <w:sz w:val="22"/>
                                <w:szCs w:val="22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汉仪文黑-55简" w:hAnsi="汉仪文黑-55简" w:eastAsia="汉仪文黑-55简" w:cs="汉仪文黑-55简"/>
                                <w:b w:val="0"/>
                                <w:bCs w:val="0"/>
                                <w:color w:val="595959" w:themeColor="text1" w:themeTint="A6"/>
                                <w:sz w:val="22"/>
                                <w:szCs w:val="22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籍贯：上海.浦东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87" o:spid="_x0000_s1026" o:spt="202" type="#_x0000_t202" style="position:absolute;left:0pt;margin-left:-30.4pt;margin-top:17.2pt;height:75.6pt;width:108.6pt;z-index:251683840;mso-width-relative:page;mso-height-relative:page;" filled="f" stroked="f" coordsize="21600,21600" o:gfxdata="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 w:val="0"/>
                        <w:spacing w:line="288" w:lineRule="auto"/>
                        <w:jc w:val="left"/>
                        <w:textAlignment w:val="auto"/>
                        <w:rPr>
                          <w:rFonts w:hint="eastAsia" w:ascii="汉仪文黑-55简" w:hAnsi="汉仪文黑-55简" w:eastAsia="汉仪文黑-55简" w:cs="汉仪文黑-55简"/>
                          <w:b w:val="0"/>
                          <w:bCs w:val="0"/>
                          <w:color w:val="595959" w:themeColor="text1" w:themeTint="A6"/>
                          <w:sz w:val="22"/>
                          <w:szCs w:val="22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汉仪文黑-55简" w:hAnsi="汉仪文黑-55简" w:eastAsia="汉仪文黑-55简" w:cs="汉仪文黑-55简"/>
                          <w:b w:val="0"/>
                          <w:bCs w:val="0"/>
                          <w:color w:val="595959" w:themeColor="text1" w:themeTint="A6"/>
                          <w:sz w:val="22"/>
                          <w:szCs w:val="22"/>
                          <w:lang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年龄：</w:t>
                      </w:r>
                      <w:r>
                        <w:rPr>
                          <w:rFonts w:hint="eastAsia" w:ascii="汉仪文黑-55简" w:hAnsi="汉仪文黑-55简" w:eastAsia="汉仪文黑-55简" w:cs="汉仪文黑-55简"/>
                          <w:b w:val="0"/>
                          <w:bCs w:val="0"/>
                          <w:color w:val="595959" w:themeColor="text1" w:themeTint="A6"/>
                          <w:sz w:val="22"/>
                          <w:szCs w:val="22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25岁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 w:val="0"/>
                        <w:spacing w:line="288" w:lineRule="auto"/>
                        <w:jc w:val="left"/>
                        <w:textAlignment w:val="auto"/>
                        <w:rPr>
                          <w:rFonts w:hint="eastAsia" w:ascii="汉仪文黑-55简" w:hAnsi="汉仪文黑-55简" w:eastAsia="汉仪文黑-55简" w:cs="汉仪文黑-55简"/>
                          <w:b w:val="0"/>
                          <w:bCs w:val="0"/>
                          <w:color w:val="595959" w:themeColor="text1" w:themeTint="A6"/>
                          <w:sz w:val="22"/>
                          <w:szCs w:val="22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汉仪文黑-55简" w:hAnsi="汉仪文黑-55简" w:eastAsia="汉仪文黑-55简" w:cs="汉仪文黑-55简"/>
                          <w:b w:val="0"/>
                          <w:bCs w:val="0"/>
                          <w:color w:val="595959" w:themeColor="text1" w:themeTint="A6"/>
                          <w:sz w:val="22"/>
                          <w:szCs w:val="22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民族：汉族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 w:val="0"/>
                        <w:spacing w:line="288" w:lineRule="auto"/>
                        <w:jc w:val="left"/>
                        <w:textAlignment w:val="auto"/>
                        <w:rPr>
                          <w:rFonts w:hint="default" w:ascii="汉仪文黑-55简" w:hAnsi="汉仪文黑-55简" w:eastAsia="汉仪文黑-55简" w:cs="汉仪文黑-55简"/>
                          <w:b w:val="0"/>
                          <w:bCs w:val="0"/>
                          <w:color w:val="595959" w:themeColor="text1" w:themeTint="A6"/>
                          <w:sz w:val="22"/>
                          <w:szCs w:val="22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汉仪文黑-55简" w:hAnsi="汉仪文黑-55简" w:eastAsia="汉仪文黑-55简" w:cs="汉仪文黑-55简"/>
                          <w:b w:val="0"/>
                          <w:bCs w:val="0"/>
                          <w:color w:val="595959" w:themeColor="text1" w:themeTint="A6"/>
                          <w:sz w:val="22"/>
                          <w:szCs w:val="22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籍贯：上海.浦东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1757045</wp:posOffset>
                </wp:positionH>
                <wp:positionV relativeFrom="paragraph">
                  <wp:posOffset>218440</wp:posOffset>
                </wp:positionV>
                <wp:extent cx="2341880" cy="960120"/>
                <wp:effectExtent l="0" t="0" r="0" b="0"/>
                <wp:wrapNone/>
                <wp:docPr id="7" name="文本框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5048250" y="1058545"/>
                          <a:ext cx="2341880" cy="9601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 w:val="0"/>
                              <w:spacing w:line="288" w:lineRule="auto"/>
                              <w:jc w:val="left"/>
                              <w:textAlignment w:val="auto"/>
                              <w:rPr>
                                <w:rFonts w:hint="eastAsia" w:ascii="汉仪文黑-55简" w:hAnsi="汉仪文黑-55简" w:eastAsia="汉仪文黑-55简" w:cs="汉仪文黑-55简"/>
                                <w:b w:val="0"/>
                                <w:bCs w:val="0"/>
                                <w:color w:val="595959" w:themeColor="text1" w:themeTint="A6"/>
                                <w:sz w:val="22"/>
                                <w:szCs w:val="22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汉仪文黑-55简" w:hAnsi="汉仪文黑-55简" w:eastAsia="汉仪文黑-55简" w:cs="汉仪文黑-55简"/>
                                <w:b w:val="0"/>
                                <w:bCs w:val="0"/>
                                <w:color w:val="595959" w:themeColor="text1" w:themeTint="A6"/>
                                <w:sz w:val="22"/>
                                <w:szCs w:val="22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群面：</w:t>
                            </w:r>
                            <w:r>
                              <w:rPr>
                                <w:rFonts w:hint="eastAsia" w:ascii="汉仪文黑-55简" w:hAnsi="汉仪文黑-55简" w:eastAsia="汉仪文黑-55简" w:cs="汉仪文黑-55简"/>
                                <w:b w:val="0"/>
                                <w:bCs w:val="0"/>
                                <w:color w:val="595959" w:themeColor="text1" w:themeTint="A6"/>
                                <w:sz w:val="22"/>
                                <w:szCs w:val="22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预备党员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 w:val="0"/>
                              <w:spacing w:line="288" w:lineRule="auto"/>
                              <w:jc w:val="left"/>
                              <w:textAlignment w:val="auto"/>
                              <w:rPr>
                                <w:rFonts w:hint="eastAsia" w:ascii="汉仪文黑-55简" w:hAnsi="汉仪文黑-55简" w:eastAsia="汉仪文黑-55简" w:cs="汉仪文黑-55简"/>
                                <w:b w:val="0"/>
                                <w:bCs w:val="0"/>
                                <w:color w:val="595959" w:themeColor="text1" w:themeTint="A6"/>
                                <w:sz w:val="22"/>
                                <w:szCs w:val="22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汉仪文黑-55简" w:hAnsi="汉仪文黑-55简" w:eastAsia="汉仪文黑-55简" w:cs="汉仪文黑-55简"/>
                                <w:b w:val="0"/>
                                <w:bCs w:val="0"/>
                                <w:color w:val="595959" w:themeColor="text1" w:themeTint="A6"/>
                                <w:sz w:val="22"/>
                                <w:szCs w:val="22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电话：（+86）138-0000-0001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 w:val="0"/>
                              <w:spacing w:line="288" w:lineRule="auto"/>
                              <w:jc w:val="left"/>
                              <w:textAlignment w:val="auto"/>
                              <w:rPr>
                                <w:rFonts w:hint="default" w:ascii="汉仪文黑-55简" w:hAnsi="汉仪文黑-55简" w:eastAsia="汉仪文黑-55简" w:cs="汉仪文黑-55简"/>
                                <w:b w:val="0"/>
                                <w:bCs w:val="0"/>
                                <w:color w:val="595959" w:themeColor="text1" w:themeTint="A6"/>
                                <w:sz w:val="22"/>
                                <w:szCs w:val="22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汉仪文黑-55简" w:hAnsi="汉仪文黑-55简" w:eastAsia="汉仪文黑-55简" w:cs="汉仪文黑-55简"/>
                                <w:b w:val="0"/>
                                <w:bCs w:val="0"/>
                                <w:color w:val="595959" w:themeColor="text1" w:themeTint="A6"/>
                                <w:sz w:val="22"/>
                                <w:szCs w:val="22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邮箱：123456@qq.com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87" o:spid="_x0000_s1026" o:spt="202" type="#_x0000_t202" style="position:absolute;left:0pt;margin-left:138.35pt;margin-top:17.2pt;height:75.6pt;width:184.4pt;z-index:251682816;mso-width-relative:page;mso-height-relative:page;" filled="f" stroked="f" coordsize="21600,21600" o:gfxdata="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 w:val="0"/>
                        <w:spacing w:line="288" w:lineRule="auto"/>
                        <w:jc w:val="left"/>
                        <w:textAlignment w:val="auto"/>
                        <w:rPr>
                          <w:rFonts w:hint="eastAsia" w:ascii="汉仪文黑-55简" w:hAnsi="汉仪文黑-55简" w:eastAsia="汉仪文黑-55简" w:cs="汉仪文黑-55简"/>
                          <w:b w:val="0"/>
                          <w:bCs w:val="0"/>
                          <w:color w:val="595959" w:themeColor="text1" w:themeTint="A6"/>
                          <w:sz w:val="22"/>
                          <w:szCs w:val="22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汉仪文黑-55简" w:hAnsi="汉仪文黑-55简" w:eastAsia="汉仪文黑-55简" w:cs="汉仪文黑-55简"/>
                          <w:b w:val="0"/>
                          <w:bCs w:val="0"/>
                          <w:color w:val="595959" w:themeColor="text1" w:themeTint="A6"/>
                          <w:sz w:val="22"/>
                          <w:szCs w:val="22"/>
                          <w:lang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群面：</w:t>
                      </w:r>
                      <w:r>
                        <w:rPr>
                          <w:rFonts w:hint="eastAsia" w:ascii="汉仪文黑-55简" w:hAnsi="汉仪文黑-55简" w:eastAsia="汉仪文黑-55简" w:cs="汉仪文黑-55简"/>
                          <w:b w:val="0"/>
                          <w:bCs w:val="0"/>
                          <w:color w:val="595959" w:themeColor="text1" w:themeTint="A6"/>
                          <w:sz w:val="22"/>
                          <w:szCs w:val="22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预备党员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 w:val="0"/>
                        <w:spacing w:line="288" w:lineRule="auto"/>
                        <w:jc w:val="left"/>
                        <w:textAlignment w:val="auto"/>
                        <w:rPr>
                          <w:rFonts w:hint="eastAsia" w:ascii="汉仪文黑-55简" w:hAnsi="汉仪文黑-55简" w:eastAsia="汉仪文黑-55简" w:cs="汉仪文黑-55简"/>
                          <w:b w:val="0"/>
                          <w:bCs w:val="0"/>
                          <w:color w:val="595959" w:themeColor="text1" w:themeTint="A6"/>
                          <w:sz w:val="22"/>
                          <w:szCs w:val="22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汉仪文黑-55简" w:hAnsi="汉仪文黑-55简" w:eastAsia="汉仪文黑-55简" w:cs="汉仪文黑-55简"/>
                          <w:b w:val="0"/>
                          <w:bCs w:val="0"/>
                          <w:color w:val="595959" w:themeColor="text1" w:themeTint="A6"/>
                          <w:sz w:val="22"/>
                          <w:szCs w:val="22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电话：（+86）138-0000-0001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 w:val="0"/>
                        <w:spacing w:line="288" w:lineRule="auto"/>
                        <w:jc w:val="left"/>
                        <w:textAlignment w:val="auto"/>
                        <w:rPr>
                          <w:rFonts w:hint="default" w:ascii="汉仪文黑-55简" w:hAnsi="汉仪文黑-55简" w:eastAsia="汉仪文黑-55简" w:cs="汉仪文黑-55简"/>
                          <w:b w:val="0"/>
                          <w:bCs w:val="0"/>
                          <w:color w:val="595959" w:themeColor="text1" w:themeTint="A6"/>
                          <w:sz w:val="22"/>
                          <w:szCs w:val="22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汉仪文黑-55简" w:hAnsi="汉仪文黑-55简" w:eastAsia="汉仪文黑-55简" w:cs="汉仪文黑-55简"/>
                          <w:b w:val="0"/>
                          <w:bCs w:val="0"/>
                          <w:color w:val="595959" w:themeColor="text1" w:themeTint="A6"/>
                          <w:sz w:val="22"/>
                          <w:szCs w:val="22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邮箱：123456@qq.com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g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-527685</wp:posOffset>
                </wp:positionH>
                <wp:positionV relativeFrom="paragraph">
                  <wp:posOffset>275590</wp:posOffset>
                </wp:positionV>
                <wp:extent cx="2300605" cy="664210"/>
                <wp:effectExtent l="0" t="0" r="4445" b="2540"/>
                <wp:wrapNone/>
                <wp:docPr id="65" name="组合 6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0">
                          <a:off x="2763520" y="1115695"/>
                          <a:ext cx="2300605" cy="664210"/>
                          <a:chOff x="1274" y="2272"/>
                          <a:chExt cx="3623" cy="1046"/>
                        </a:xfrm>
                        <a:solidFill>
                          <a:srgbClr val="825758"/>
                        </a:solidFill>
                      </wpg:grpSpPr>
                      <wps:wsp>
                        <wps:cNvPr id="8" name="Freeform 31"/>
                        <wps:cNvSpPr>
                          <a:spLocks noChangeAspect="1" noEditPoints="1"/>
                        </wps:cNvSpPr>
                        <wps:spPr bwMode="auto">
                          <a:xfrm>
                            <a:off x="4653" y="2713"/>
                            <a:ext cx="244" cy="226"/>
                          </a:xfrm>
                          <a:custGeom>
                            <a:avLst/>
                            <a:gdLst>
                              <a:gd name="T0" fmla="*/ 118 w 123"/>
                              <a:gd name="T1" fmla="*/ 102 h 114"/>
                              <a:gd name="T2" fmla="*/ 112 w 123"/>
                              <a:gd name="T3" fmla="*/ 82 h 114"/>
                              <a:gd name="T4" fmla="*/ 88 w 123"/>
                              <a:gd name="T5" fmla="*/ 78 h 114"/>
                              <a:gd name="T6" fmla="*/ 60 w 123"/>
                              <a:gd name="T7" fmla="*/ 67 h 114"/>
                              <a:gd name="T8" fmla="*/ 47 w 123"/>
                              <a:gd name="T9" fmla="*/ 36 h 114"/>
                              <a:gd name="T10" fmla="*/ 43 w 123"/>
                              <a:gd name="T11" fmla="*/ 13 h 114"/>
                              <a:gd name="T12" fmla="*/ 19 w 123"/>
                              <a:gd name="T13" fmla="*/ 8 h 114"/>
                              <a:gd name="T14" fmla="*/ 41 w 123"/>
                              <a:gd name="T15" fmla="*/ 74 h 114"/>
                              <a:gd name="T16" fmla="*/ 41 w 123"/>
                              <a:gd name="T17" fmla="*/ 74 h 114"/>
                              <a:gd name="T18" fmla="*/ 75 w 123"/>
                              <a:gd name="T19" fmla="*/ 103 h 114"/>
                              <a:gd name="T20" fmla="*/ 82 w 123"/>
                              <a:gd name="T21" fmla="*/ 107 h 114"/>
                              <a:gd name="T22" fmla="*/ 111 w 123"/>
                              <a:gd name="T23" fmla="*/ 110 h 114"/>
                              <a:gd name="T24" fmla="*/ 118 w 123"/>
                              <a:gd name="T25" fmla="*/ 102 h 114"/>
                              <a:gd name="T26" fmla="*/ 118 w 123"/>
                              <a:gd name="T27" fmla="*/ 102 h 114"/>
                              <a:gd name="T28" fmla="*/ 118 w 123"/>
                              <a:gd name="T29" fmla="*/ 102 h 11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</a:cxnLst>
                            <a:rect l="0" t="0" r="r" b="b"/>
                            <a:pathLst>
                              <a:path w="123" h="114">
                                <a:moveTo>
                                  <a:pt x="118" y="102"/>
                                </a:moveTo>
                                <a:cubicBezTo>
                                  <a:pt x="123" y="94"/>
                                  <a:pt x="120" y="88"/>
                                  <a:pt x="112" y="82"/>
                                </a:cubicBezTo>
                                <a:cubicBezTo>
                                  <a:pt x="103" y="75"/>
                                  <a:pt x="94" y="70"/>
                                  <a:pt x="88" y="78"/>
                                </a:cubicBezTo>
                                <a:cubicBezTo>
                                  <a:pt x="88" y="78"/>
                                  <a:pt x="81" y="86"/>
                                  <a:pt x="60" y="67"/>
                                </a:cubicBezTo>
                                <a:cubicBezTo>
                                  <a:pt x="37" y="44"/>
                                  <a:pt x="47" y="36"/>
                                  <a:pt x="47" y="36"/>
                                </a:cubicBezTo>
                                <a:cubicBezTo>
                                  <a:pt x="55" y="28"/>
                                  <a:pt x="50" y="22"/>
                                  <a:pt x="43" y="13"/>
                                </a:cubicBezTo>
                                <a:cubicBezTo>
                                  <a:pt x="36" y="3"/>
                                  <a:pt x="29" y="0"/>
                                  <a:pt x="19" y="8"/>
                                </a:cubicBezTo>
                                <a:cubicBezTo>
                                  <a:pt x="0" y="24"/>
                                  <a:pt x="27" y="60"/>
                                  <a:pt x="41" y="74"/>
                                </a:cubicBezTo>
                                <a:cubicBezTo>
                                  <a:pt x="41" y="74"/>
                                  <a:pt x="41" y="74"/>
                                  <a:pt x="41" y="74"/>
                                </a:cubicBezTo>
                                <a:cubicBezTo>
                                  <a:pt x="41" y="74"/>
                                  <a:pt x="61" y="96"/>
                                  <a:pt x="75" y="103"/>
                                </a:cubicBezTo>
                                <a:cubicBezTo>
                                  <a:pt x="82" y="107"/>
                                  <a:pt x="82" y="107"/>
                                  <a:pt x="82" y="107"/>
                                </a:cubicBezTo>
                                <a:cubicBezTo>
                                  <a:pt x="92" y="112"/>
                                  <a:pt x="103" y="114"/>
                                  <a:pt x="111" y="110"/>
                                </a:cubicBezTo>
                                <a:cubicBezTo>
                                  <a:pt x="111" y="110"/>
                                  <a:pt x="115" y="108"/>
                                  <a:pt x="118" y="102"/>
                                </a:cubicBezTo>
                                <a:close/>
                                <a:moveTo>
                                  <a:pt x="118" y="102"/>
                                </a:moveTo>
                                <a:cubicBezTo>
                                  <a:pt x="118" y="102"/>
                                  <a:pt x="118" y="102"/>
                                  <a:pt x="118" y="102"/>
                                </a:cubicBezTo>
                              </a:path>
                            </a:pathLst>
                          </a:custGeom>
                          <a:grpFill/>
                          <a:ln>
                            <a:noFill/>
                          </a:ln>
                        </wps:spPr>
                        <wps:bodyPr vert="horz" wrap="square" lIns="91440" tIns="45720" rIns="91440" bIns="45720" numCol="1" anchor="t" anchorCtr="0" compatLnSpc="1"/>
                      </wps:wsp>
                      <wps:wsp>
                        <wps:cNvPr id="93" name="AutoShape 842"/>
                        <wps:cNvSpPr>
                          <a:spLocks noChangeAspect="1"/>
                        </wps:cNvSpPr>
                        <wps:spPr bwMode="auto">
                          <a:xfrm>
                            <a:off x="4668" y="3148"/>
                            <a:ext cx="215" cy="170"/>
                          </a:xfrm>
                          <a:custGeom>
                            <a:avLst/>
                            <a:gdLst>
                              <a:gd name="T0" fmla="*/ 0 w 606559"/>
                              <a:gd name="T1" fmla="*/ 407 h 436964"/>
                              <a:gd name="T2" fmla="*/ 851 w 606559"/>
                              <a:gd name="T3" fmla="*/ 1029 h 436964"/>
                              <a:gd name="T4" fmla="*/ 1739 w 606559"/>
                              <a:gd name="T5" fmla="*/ 412 h 436964"/>
                              <a:gd name="T6" fmla="*/ 1739 w 606559"/>
                              <a:gd name="T7" fmla="*/ 1517 h 436964"/>
                              <a:gd name="T8" fmla="*/ 1538 w 606559"/>
                              <a:gd name="T9" fmla="*/ 1807 h 436964"/>
                              <a:gd name="T10" fmla="*/ 200 w 606559"/>
                              <a:gd name="T11" fmla="*/ 1807 h 436964"/>
                              <a:gd name="T12" fmla="*/ 0 w 606559"/>
                              <a:gd name="T13" fmla="*/ 1517 h 436964"/>
                              <a:gd name="T14" fmla="*/ 0 w 606559"/>
                              <a:gd name="T15" fmla="*/ 407 h 436964"/>
                              <a:gd name="T16" fmla="*/ 200 w 606559"/>
                              <a:gd name="T17" fmla="*/ 0 h 436964"/>
                              <a:gd name="T18" fmla="*/ 1538 w 606559"/>
                              <a:gd name="T19" fmla="*/ 0 h 436964"/>
                              <a:gd name="T20" fmla="*/ 1739 w 606559"/>
                              <a:gd name="T21" fmla="*/ 289 h 436964"/>
                              <a:gd name="T22" fmla="*/ 1739 w 606559"/>
                              <a:gd name="T23" fmla="*/ 341 h 436964"/>
                              <a:gd name="T24" fmla="*/ 851 w 606559"/>
                              <a:gd name="T25" fmla="*/ 957 h 436964"/>
                              <a:gd name="T26" fmla="*/ 0 w 606559"/>
                              <a:gd name="T27" fmla="*/ 336 h 436964"/>
                              <a:gd name="T28" fmla="*/ 0 w 606559"/>
                              <a:gd name="T29" fmla="*/ 289 h 436964"/>
                              <a:gd name="T30" fmla="*/ 200 w 606559"/>
                              <a:gd name="T31" fmla="*/ 0 h 436964"/>
                              <a:gd name="T32" fmla="*/ 0 60000 65536"/>
                              <a:gd name="T33" fmla="*/ 0 60000 65536"/>
                              <a:gd name="T34" fmla="*/ 0 60000 65536"/>
                              <a:gd name="T35" fmla="*/ 0 60000 65536"/>
                              <a:gd name="T36" fmla="*/ 0 60000 65536"/>
                              <a:gd name="T37" fmla="*/ 0 60000 65536"/>
                              <a:gd name="T38" fmla="*/ 0 60000 65536"/>
                              <a:gd name="T39" fmla="*/ 0 60000 65536"/>
                              <a:gd name="T40" fmla="*/ 0 60000 65536"/>
                              <a:gd name="T41" fmla="*/ 0 60000 65536"/>
                              <a:gd name="T42" fmla="*/ 0 60000 65536"/>
                              <a:gd name="T43" fmla="*/ 0 60000 65536"/>
                              <a:gd name="T44" fmla="*/ 0 60000 65536"/>
                              <a:gd name="T45" fmla="*/ 0 60000 65536"/>
                              <a:gd name="T46" fmla="*/ 0 60000 65536"/>
                              <a:gd name="T47" fmla="*/ 0 60000 65536"/>
                            </a:gdLst>
                            <a:ahLst/>
                            <a:cxnLst>
                              <a:cxn ang="T32">
                                <a:pos x="T0" y="T1"/>
                              </a:cxn>
                              <a:cxn ang="T33">
                                <a:pos x="T2" y="T3"/>
                              </a:cxn>
                              <a:cxn ang="T34">
                                <a:pos x="T4" y="T5"/>
                              </a:cxn>
                              <a:cxn ang="T35">
                                <a:pos x="T6" y="T7"/>
                              </a:cxn>
                              <a:cxn ang="T36">
                                <a:pos x="T8" y="T9"/>
                              </a:cxn>
                              <a:cxn ang="T37">
                                <a:pos x="T10" y="T11"/>
                              </a:cxn>
                              <a:cxn ang="T38">
                                <a:pos x="T12" y="T13"/>
                              </a:cxn>
                              <a:cxn ang="T39">
                                <a:pos x="T14" y="T15"/>
                              </a:cxn>
                              <a:cxn ang="T40">
                                <a:pos x="T16" y="T17"/>
                              </a:cxn>
                              <a:cxn ang="T41">
                                <a:pos x="T18" y="T19"/>
                              </a:cxn>
                              <a:cxn ang="T42">
                                <a:pos x="T20" y="T21"/>
                              </a:cxn>
                              <a:cxn ang="T43">
                                <a:pos x="T22" y="T23"/>
                              </a:cxn>
                              <a:cxn ang="T44">
                                <a:pos x="T24" y="T25"/>
                              </a:cxn>
                              <a:cxn ang="T45">
                                <a:pos x="T26" y="T27"/>
                              </a:cxn>
                              <a:cxn ang="T46">
                                <a:pos x="T28" y="T29"/>
                              </a:cxn>
                              <a:cxn ang="T47">
                                <a:pos x="T30" y="T31"/>
                              </a:cxn>
                            </a:cxnLst>
                            <a:rect l="0" t="0" r="r" b="b"/>
                            <a:pathLst>
                              <a:path w="606559" h="436964">
                                <a:moveTo>
                                  <a:pt x="0" y="98549"/>
                                </a:moveTo>
                                <a:lnTo>
                                  <a:pt x="296815" y="248835"/>
                                </a:lnTo>
                                <a:lnTo>
                                  <a:pt x="606559" y="99699"/>
                                </a:lnTo>
                                <a:lnTo>
                                  <a:pt x="606559" y="367011"/>
                                </a:lnTo>
                                <a:cubicBezTo>
                                  <a:pt x="606559" y="405645"/>
                                  <a:pt x="575240" y="436964"/>
                                  <a:pt x="536606" y="436964"/>
                                </a:cubicBezTo>
                                <a:lnTo>
                                  <a:pt x="69953" y="436964"/>
                                </a:lnTo>
                                <a:cubicBezTo>
                                  <a:pt x="31319" y="436964"/>
                                  <a:pt x="0" y="405645"/>
                                  <a:pt x="0" y="367011"/>
                                </a:cubicBezTo>
                                <a:lnTo>
                                  <a:pt x="0" y="98549"/>
                                </a:lnTo>
                                <a:close/>
                                <a:moveTo>
                                  <a:pt x="69953" y="0"/>
                                </a:moveTo>
                                <a:lnTo>
                                  <a:pt x="536606" y="0"/>
                                </a:lnTo>
                                <a:cubicBezTo>
                                  <a:pt x="575240" y="0"/>
                                  <a:pt x="606559" y="31319"/>
                                  <a:pt x="606559" y="69953"/>
                                </a:cubicBezTo>
                                <a:lnTo>
                                  <a:pt x="606559" y="82447"/>
                                </a:lnTo>
                                <a:lnTo>
                                  <a:pt x="296815" y="231583"/>
                                </a:lnTo>
                                <a:lnTo>
                                  <a:pt x="0" y="81297"/>
                                </a:lnTo>
                                <a:lnTo>
                                  <a:pt x="0" y="69953"/>
                                </a:lnTo>
                                <a:cubicBezTo>
                                  <a:pt x="0" y="31319"/>
                                  <a:pt x="31319" y="0"/>
                                  <a:pt x="69953" y="0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>
                            <a:noFill/>
                          </a:ln>
                        </wps:spPr>
                        <wps:bodyPr anchor="ctr"/>
                      </wps:wsp>
                      <wps:wsp>
                        <wps:cNvPr id="112" name="Freeform 101"/>
                        <wps:cNvSpPr>
                          <a:spLocks noChangeAspect="1" noEditPoints="1"/>
                        </wps:cNvSpPr>
                        <wps:spPr bwMode="auto">
                          <a:xfrm>
                            <a:off x="1289" y="2698"/>
                            <a:ext cx="183" cy="226"/>
                          </a:xfrm>
                          <a:custGeom>
                            <a:avLst/>
                            <a:gdLst>
                              <a:gd name="T0" fmla="*/ 61 w 122"/>
                              <a:gd name="T1" fmla="*/ 0 h 150"/>
                              <a:gd name="T2" fmla="*/ 99 w 122"/>
                              <a:gd name="T3" fmla="*/ 38 h 150"/>
                              <a:gd name="T4" fmla="*/ 61 w 122"/>
                              <a:gd name="T5" fmla="*/ 75 h 150"/>
                              <a:gd name="T6" fmla="*/ 23 w 122"/>
                              <a:gd name="T7" fmla="*/ 38 h 150"/>
                              <a:gd name="T8" fmla="*/ 61 w 122"/>
                              <a:gd name="T9" fmla="*/ 0 h 150"/>
                              <a:gd name="T10" fmla="*/ 92 w 122"/>
                              <a:gd name="T11" fmla="*/ 79 h 150"/>
                              <a:gd name="T12" fmla="*/ 60 w 122"/>
                              <a:gd name="T13" fmla="*/ 86 h 150"/>
                              <a:gd name="T14" fmla="*/ 29 w 122"/>
                              <a:gd name="T15" fmla="*/ 78 h 150"/>
                              <a:gd name="T16" fmla="*/ 0 w 122"/>
                              <a:gd name="T17" fmla="*/ 121 h 150"/>
                              <a:gd name="T18" fmla="*/ 61 w 122"/>
                              <a:gd name="T19" fmla="*/ 150 h 150"/>
                              <a:gd name="T20" fmla="*/ 122 w 122"/>
                              <a:gd name="T21" fmla="*/ 121 h 150"/>
                              <a:gd name="T22" fmla="*/ 92 w 122"/>
                              <a:gd name="T23" fmla="*/ 79 h 150"/>
                              <a:gd name="T24" fmla="*/ 92 w 122"/>
                              <a:gd name="T25" fmla="*/ 79 h 150"/>
                              <a:gd name="T26" fmla="*/ 92 w 122"/>
                              <a:gd name="T27" fmla="*/ 79 h 15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122" h="150">
                                <a:moveTo>
                                  <a:pt x="61" y="0"/>
                                </a:moveTo>
                                <a:cubicBezTo>
                                  <a:pt x="82" y="0"/>
                                  <a:pt x="99" y="17"/>
                                  <a:pt x="99" y="38"/>
                                </a:cubicBezTo>
                                <a:cubicBezTo>
                                  <a:pt x="99" y="58"/>
                                  <a:pt x="82" y="75"/>
                                  <a:pt x="61" y="75"/>
                                </a:cubicBezTo>
                                <a:cubicBezTo>
                                  <a:pt x="40" y="75"/>
                                  <a:pt x="23" y="58"/>
                                  <a:pt x="23" y="38"/>
                                </a:cubicBezTo>
                                <a:cubicBezTo>
                                  <a:pt x="23" y="17"/>
                                  <a:pt x="40" y="0"/>
                                  <a:pt x="61" y="0"/>
                                </a:cubicBezTo>
                                <a:close/>
                                <a:moveTo>
                                  <a:pt x="92" y="79"/>
                                </a:moveTo>
                                <a:cubicBezTo>
                                  <a:pt x="84" y="83"/>
                                  <a:pt x="72" y="86"/>
                                  <a:pt x="60" y="86"/>
                                </a:cubicBezTo>
                                <a:cubicBezTo>
                                  <a:pt x="47" y="86"/>
                                  <a:pt x="37" y="83"/>
                                  <a:pt x="29" y="78"/>
                                </a:cubicBezTo>
                                <a:cubicBezTo>
                                  <a:pt x="12" y="90"/>
                                  <a:pt x="0" y="110"/>
                                  <a:pt x="0" y="121"/>
                                </a:cubicBezTo>
                                <a:cubicBezTo>
                                  <a:pt x="0" y="139"/>
                                  <a:pt x="28" y="150"/>
                                  <a:pt x="61" y="150"/>
                                </a:cubicBezTo>
                                <a:cubicBezTo>
                                  <a:pt x="95" y="150"/>
                                  <a:pt x="122" y="139"/>
                                  <a:pt x="122" y="121"/>
                                </a:cubicBezTo>
                                <a:cubicBezTo>
                                  <a:pt x="122" y="110"/>
                                  <a:pt x="110" y="90"/>
                                  <a:pt x="92" y="79"/>
                                </a:cubicBezTo>
                                <a:close/>
                                <a:moveTo>
                                  <a:pt x="92" y="79"/>
                                </a:moveTo>
                                <a:cubicBezTo>
                                  <a:pt x="92" y="79"/>
                                  <a:pt x="92" y="79"/>
                                  <a:pt x="92" y="79"/>
                                </a:cubicBezTo>
                              </a:path>
                            </a:pathLst>
                          </a:custGeom>
                          <a:grp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vert="horz" wrap="square" lIns="91440" tIns="45720" rIns="91440" bIns="45720" numCol="1" anchor="t" anchorCtr="0" compatLnSpc="1"/>
                      </wps:wsp>
                      <wps:wsp>
                        <wps:cNvPr id="10" name="Freeform 64"/>
                        <wps:cNvSpPr>
                          <a:spLocks noChangeAspect="1" noEditPoints="1"/>
                        </wps:cNvSpPr>
                        <wps:spPr bwMode="auto">
                          <a:xfrm flipH="1">
                            <a:off x="1274" y="3088"/>
                            <a:ext cx="190" cy="227"/>
                          </a:xfrm>
                          <a:custGeom>
                            <a:avLst/>
                            <a:gdLst>
                              <a:gd name="T0" fmla="*/ 50 w 99"/>
                              <a:gd name="T1" fmla="*/ 0 h 126"/>
                              <a:gd name="T2" fmla="*/ 0 w 99"/>
                              <a:gd name="T3" fmla="*/ 50 h 126"/>
                              <a:gd name="T4" fmla="*/ 46 w 99"/>
                              <a:gd name="T5" fmla="*/ 125 h 126"/>
                              <a:gd name="T6" fmla="*/ 50 w 99"/>
                              <a:gd name="T7" fmla="*/ 126 h 126"/>
                              <a:gd name="T8" fmla="*/ 50 w 99"/>
                              <a:gd name="T9" fmla="*/ 126 h 126"/>
                              <a:gd name="T10" fmla="*/ 53 w 99"/>
                              <a:gd name="T11" fmla="*/ 125 h 126"/>
                              <a:gd name="T12" fmla="*/ 68 w 99"/>
                              <a:gd name="T13" fmla="*/ 107 h 126"/>
                              <a:gd name="T14" fmla="*/ 99 w 99"/>
                              <a:gd name="T15" fmla="*/ 50 h 126"/>
                              <a:gd name="T16" fmla="*/ 50 w 99"/>
                              <a:gd name="T17" fmla="*/ 0 h 126"/>
                              <a:gd name="T18" fmla="*/ 50 w 99"/>
                              <a:gd name="T19" fmla="*/ 72 h 126"/>
                              <a:gd name="T20" fmla="*/ 27 w 99"/>
                              <a:gd name="T21" fmla="*/ 50 h 126"/>
                              <a:gd name="T22" fmla="*/ 50 w 99"/>
                              <a:gd name="T23" fmla="*/ 27 h 126"/>
                              <a:gd name="T24" fmla="*/ 72 w 99"/>
                              <a:gd name="T25" fmla="*/ 50 h 126"/>
                              <a:gd name="T26" fmla="*/ 50 w 99"/>
                              <a:gd name="T27" fmla="*/ 72 h 126"/>
                              <a:gd name="T28" fmla="*/ 50 w 99"/>
                              <a:gd name="T29" fmla="*/ 72 h 126"/>
                              <a:gd name="T30" fmla="*/ 50 w 99"/>
                              <a:gd name="T31" fmla="*/ 72 h 12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</a:cxnLst>
                            <a:rect l="0" t="0" r="r" b="b"/>
                            <a:pathLst>
                              <a:path w="99" h="126">
                                <a:moveTo>
                                  <a:pt x="50" y="0"/>
                                </a:moveTo>
                                <a:cubicBezTo>
                                  <a:pt x="22" y="0"/>
                                  <a:pt x="0" y="22"/>
                                  <a:pt x="0" y="50"/>
                                </a:cubicBezTo>
                                <a:cubicBezTo>
                                  <a:pt x="0" y="76"/>
                                  <a:pt x="44" y="123"/>
                                  <a:pt x="46" y="125"/>
                                </a:cubicBezTo>
                                <a:cubicBezTo>
                                  <a:pt x="47" y="126"/>
                                  <a:pt x="48" y="126"/>
                                  <a:pt x="50" y="126"/>
                                </a:cubicBezTo>
                                <a:cubicBezTo>
                                  <a:pt x="50" y="126"/>
                                  <a:pt x="50" y="126"/>
                                  <a:pt x="50" y="126"/>
                                </a:cubicBezTo>
                                <a:cubicBezTo>
                                  <a:pt x="51" y="126"/>
                                  <a:pt x="52" y="126"/>
                                  <a:pt x="53" y="125"/>
                                </a:cubicBezTo>
                                <a:cubicBezTo>
                                  <a:pt x="68" y="107"/>
                                  <a:pt x="68" y="107"/>
                                  <a:pt x="68" y="107"/>
                                </a:cubicBezTo>
                                <a:cubicBezTo>
                                  <a:pt x="89" y="82"/>
                                  <a:pt x="99" y="63"/>
                                  <a:pt x="99" y="50"/>
                                </a:cubicBezTo>
                                <a:cubicBezTo>
                                  <a:pt x="99" y="22"/>
                                  <a:pt x="77" y="0"/>
                                  <a:pt x="50" y="0"/>
                                </a:cubicBezTo>
                                <a:close/>
                                <a:moveTo>
                                  <a:pt x="50" y="72"/>
                                </a:moveTo>
                                <a:cubicBezTo>
                                  <a:pt x="37" y="72"/>
                                  <a:pt x="27" y="62"/>
                                  <a:pt x="27" y="50"/>
                                </a:cubicBezTo>
                                <a:cubicBezTo>
                                  <a:pt x="27" y="37"/>
                                  <a:pt x="37" y="27"/>
                                  <a:pt x="50" y="27"/>
                                </a:cubicBezTo>
                                <a:cubicBezTo>
                                  <a:pt x="62" y="27"/>
                                  <a:pt x="72" y="37"/>
                                  <a:pt x="72" y="50"/>
                                </a:cubicBezTo>
                                <a:cubicBezTo>
                                  <a:pt x="72" y="62"/>
                                  <a:pt x="62" y="72"/>
                                  <a:pt x="50" y="72"/>
                                </a:cubicBezTo>
                                <a:close/>
                                <a:moveTo>
                                  <a:pt x="50" y="72"/>
                                </a:moveTo>
                                <a:cubicBezTo>
                                  <a:pt x="50" y="72"/>
                                  <a:pt x="50" y="72"/>
                                  <a:pt x="50" y="72"/>
                                </a:cubicBezTo>
                              </a:path>
                            </a:pathLst>
                          </a:custGeom>
                          <a:grpFill/>
                          <a:ln>
                            <a:noFill/>
                          </a:ln>
                        </wps:spPr>
                        <wps:bodyPr vert="horz" wrap="square" lIns="91440" tIns="45720" rIns="91440" bIns="45720" numCol="1" anchor="t" anchorCtr="0" compatLnSpc="1"/>
                      </wps:wsp>
                      <wps:wsp>
                        <wps:cNvPr id="11" name="Freeform 150"/>
                        <wps:cNvSpPr>
                          <a:spLocks noChangeAspect="1" noEditPoints="1"/>
                        </wps:cNvSpPr>
                        <wps:spPr bwMode="auto">
                          <a:xfrm>
                            <a:off x="1274" y="2278"/>
                            <a:ext cx="215" cy="215"/>
                          </a:xfrm>
                          <a:custGeom>
                            <a:avLst/>
                            <a:gdLst>
                              <a:gd name="T0" fmla="*/ 0 w 125"/>
                              <a:gd name="T1" fmla="*/ 102 h 115"/>
                              <a:gd name="T2" fmla="*/ 25 w 125"/>
                              <a:gd name="T3" fmla="*/ 13 h 115"/>
                              <a:gd name="T4" fmla="*/ 50 w 125"/>
                              <a:gd name="T5" fmla="*/ 13 h 115"/>
                              <a:gd name="T6" fmla="*/ 100 w 125"/>
                              <a:gd name="T7" fmla="*/ 25 h 115"/>
                              <a:gd name="T8" fmla="*/ 125 w 125"/>
                              <a:gd name="T9" fmla="*/ 25 h 115"/>
                              <a:gd name="T10" fmla="*/ 113 w 125"/>
                              <a:gd name="T11" fmla="*/ 115 h 115"/>
                              <a:gd name="T12" fmla="*/ 13 w 125"/>
                              <a:gd name="T13" fmla="*/ 102 h 115"/>
                              <a:gd name="T14" fmla="*/ 113 w 125"/>
                              <a:gd name="T15" fmla="*/ 38 h 115"/>
                              <a:gd name="T16" fmla="*/ 19 w 125"/>
                              <a:gd name="T17" fmla="*/ 44 h 115"/>
                              <a:gd name="T18" fmla="*/ 31 w 125"/>
                              <a:gd name="T19" fmla="*/ 57 h 115"/>
                              <a:gd name="T20" fmla="*/ 19 w 125"/>
                              <a:gd name="T21" fmla="*/ 64 h 115"/>
                              <a:gd name="T22" fmla="*/ 31 w 125"/>
                              <a:gd name="T23" fmla="*/ 76 h 115"/>
                              <a:gd name="T24" fmla="*/ 19 w 125"/>
                              <a:gd name="T25" fmla="*/ 83 h 115"/>
                              <a:gd name="T26" fmla="*/ 31 w 125"/>
                              <a:gd name="T27" fmla="*/ 96 h 115"/>
                              <a:gd name="T28" fmla="*/ 38 w 125"/>
                              <a:gd name="T29" fmla="*/ 44 h 115"/>
                              <a:gd name="T30" fmla="*/ 50 w 125"/>
                              <a:gd name="T31" fmla="*/ 57 h 115"/>
                              <a:gd name="T32" fmla="*/ 38 w 125"/>
                              <a:gd name="T33" fmla="*/ 64 h 115"/>
                              <a:gd name="T34" fmla="*/ 50 w 125"/>
                              <a:gd name="T35" fmla="*/ 76 h 115"/>
                              <a:gd name="T36" fmla="*/ 38 w 125"/>
                              <a:gd name="T37" fmla="*/ 83 h 115"/>
                              <a:gd name="T38" fmla="*/ 50 w 125"/>
                              <a:gd name="T39" fmla="*/ 96 h 115"/>
                              <a:gd name="T40" fmla="*/ 56 w 125"/>
                              <a:gd name="T41" fmla="*/ 44 h 115"/>
                              <a:gd name="T42" fmla="*/ 69 w 125"/>
                              <a:gd name="T43" fmla="*/ 57 h 115"/>
                              <a:gd name="T44" fmla="*/ 56 w 125"/>
                              <a:gd name="T45" fmla="*/ 64 h 115"/>
                              <a:gd name="T46" fmla="*/ 69 w 125"/>
                              <a:gd name="T47" fmla="*/ 76 h 115"/>
                              <a:gd name="T48" fmla="*/ 56 w 125"/>
                              <a:gd name="T49" fmla="*/ 83 h 115"/>
                              <a:gd name="T50" fmla="*/ 69 w 125"/>
                              <a:gd name="T51" fmla="*/ 96 h 115"/>
                              <a:gd name="T52" fmla="*/ 75 w 125"/>
                              <a:gd name="T53" fmla="*/ 44 h 115"/>
                              <a:gd name="T54" fmla="*/ 88 w 125"/>
                              <a:gd name="T55" fmla="*/ 57 h 115"/>
                              <a:gd name="T56" fmla="*/ 75 w 125"/>
                              <a:gd name="T57" fmla="*/ 64 h 115"/>
                              <a:gd name="T58" fmla="*/ 88 w 125"/>
                              <a:gd name="T59" fmla="*/ 76 h 115"/>
                              <a:gd name="T60" fmla="*/ 75 w 125"/>
                              <a:gd name="T61" fmla="*/ 83 h 115"/>
                              <a:gd name="T62" fmla="*/ 88 w 125"/>
                              <a:gd name="T63" fmla="*/ 96 h 115"/>
                              <a:gd name="T64" fmla="*/ 94 w 125"/>
                              <a:gd name="T65" fmla="*/ 44 h 115"/>
                              <a:gd name="T66" fmla="*/ 107 w 125"/>
                              <a:gd name="T67" fmla="*/ 57 h 115"/>
                              <a:gd name="T68" fmla="*/ 94 w 125"/>
                              <a:gd name="T69" fmla="*/ 64 h 115"/>
                              <a:gd name="T70" fmla="*/ 107 w 125"/>
                              <a:gd name="T71" fmla="*/ 76 h 115"/>
                              <a:gd name="T72" fmla="*/ 94 w 125"/>
                              <a:gd name="T73" fmla="*/ 83 h 115"/>
                              <a:gd name="T74" fmla="*/ 107 w 125"/>
                              <a:gd name="T75" fmla="*/ 96 h 115"/>
                              <a:gd name="T76" fmla="*/ 94 w 125"/>
                              <a:gd name="T77" fmla="*/ 19 h 115"/>
                              <a:gd name="T78" fmla="*/ 82 w 125"/>
                              <a:gd name="T79" fmla="*/ 0 h 115"/>
                              <a:gd name="T80" fmla="*/ 44 w 125"/>
                              <a:gd name="T81" fmla="*/ 19 h 115"/>
                              <a:gd name="T82" fmla="*/ 31 w 125"/>
                              <a:gd name="T83" fmla="*/ 0 h 11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</a:cxnLst>
                            <a:rect l="0" t="0" r="r" b="b"/>
                            <a:pathLst>
                              <a:path w="125" h="115">
                                <a:moveTo>
                                  <a:pt x="113" y="115"/>
                                </a:moveTo>
                                <a:cubicBezTo>
                                  <a:pt x="13" y="115"/>
                                  <a:pt x="13" y="115"/>
                                  <a:pt x="13" y="115"/>
                                </a:cubicBezTo>
                                <a:cubicBezTo>
                                  <a:pt x="6" y="115"/>
                                  <a:pt x="0" y="109"/>
                                  <a:pt x="0" y="102"/>
                                </a:cubicBezTo>
                                <a:cubicBezTo>
                                  <a:pt x="0" y="25"/>
                                  <a:pt x="0" y="25"/>
                                  <a:pt x="0" y="25"/>
                                </a:cubicBezTo>
                                <a:cubicBezTo>
                                  <a:pt x="0" y="18"/>
                                  <a:pt x="6" y="13"/>
                                  <a:pt x="13" y="13"/>
                                </a:cubicBezTo>
                                <a:cubicBezTo>
                                  <a:pt x="25" y="13"/>
                                  <a:pt x="25" y="13"/>
                                  <a:pt x="25" y="13"/>
                                </a:cubicBezTo>
                                <a:cubicBezTo>
                                  <a:pt x="25" y="25"/>
                                  <a:pt x="25" y="25"/>
                                  <a:pt x="25" y="25"/>
                                </a:cubicBezTo>
                                <a:cubicBezTo>
                                  <a:pt x="50" y="25"/>
                                  <a:pt x="50" y="25"/>
                                  <a:pt x="50" y="25"/>
                                </a:cubicBezTo>
                                <a:cubicBezTo>
                                  <a:pt x="50" y="13"/>
                                  <a:pt x="50" y="13"/>
                                  <a:pt x="50" y="13"/>
                                </a:cubicBezTo>
                                <a:cubicBezTo>
                                  <a:pt x="75" y="13"/>
                                  <a:pt x="75" y="13"/>
                                  <a:pt x="75" y="13"/>
                                </a:cubicBezTo>
                                <a:cubicBezTo>
                                  <a:pt x="75" y="25"/>
                                  <a:pt x="75" y="25"/>
                                  <a:pt x="75" y="25"/>
                                </a:cubicBezTo>
                                <a:cubicBezTo>
                                  <a:pt x="100" y="25"/>
                                  <a:pt x="100" y="25"/>
                                  <a:pt x="100" y="25"/>
                                </a:cubicBezTo>
                                <a:cubicBezTo>
                                  <a:pt x="100" y="13"/>
                                  <a:pt x="100" y="13"/>
                                  <a:pt x="100" y="13"/>
                                </a:cubicBezTo>
                                <a:cubicBezTo>
                                  <a:pt x="113" y="13"/>
                                  <a:pt x="113" y="13"/>
                                  <a:pt x="113" y="13"/>
                                </a:cubicBezTo>
                                <a:cubicBezTo>
                                  <a:pt x="120" y="13"/>
                                  <a:pt x="125" y="18"/>
                                  <a:pt x="125" y="25"/>
                                </a:cubicBezTo>
                                <a:cubicBezTo>
                                  <a:pt x="125" y="102"/>
                                  <a:pt x="125" y="102"/>
                                  <a:pt x="125" y="102"/>
                                </a:cubicBezTo>
                                <a:cubicBezTo>
                                  <a:pt x="125" y="109"/>
                                  <a:pt x="120" y="115"/>
                                  <a:pt x="113" y="115"/>
                                </a:cubicBezTo>
                                <a:cubicBezTo>
                                  <a:pt x="113" y="115"/>
                                  <a:pt x="113" y="115"/>
                                  <a:pt x="113" y="115"/>
                                </a:cubicBezTo>
                                <a:close/>
                                <a:moveTo>
                                  <a:pt x="113" y="38"/>
                                </a:moveTo>
                                <a:cubicBezTo>
                                  <a:pt x="13" y="38"/>
                                  <a:pt x="13" y="38"/>
                                  <a:pt x="13" y="38"/>
                                </a:cubicBezTo>
                                <a:cubicBezTo>
                                  <a:pt x="13" y="102"/>
                                  <a:pt x="13" y="102"/>
                                  <a:pt x="13" y="102"/>
                                </a:cubicBezTo>
                                <a:cubicBezTo>
                                  <a:pt x="113" y="102"/>
                                  <a:pt x="113" y="102"/>
                                  <a:pt x="113" y="102"/>
                                </a:cubicBezTo>
                                <a:cubicBezTo>
                                  <a:pt x="113" y="38"/>
                                  <a:pt x="113" y="38"/>
                                  <a:pt x="113" y="38"/>
                                </a:cubicBezTo>
                                <a:cubicBezTo>
                                  <a:pt x="113" y="38"/>
                                  <a:pt x="113" y="38"/>
                                  <a:pt x="113" y="38"/>
                                </a:cubicBezTo>
                                <a:close/>
                                <a:moveTo>
                                  <a:pt x="31" y="57"/>
                                </a:moveTo>
                                <a:cubicBezTo>
                                  <a:pt x="19" y="57"/>
                                  <a:pt x="19" y="57"/>
                                  <a:pt x="19" y="57"/>
                                </a:cubicBezTo>
                                <a:cubicBezTo>
                                  <a:pt x="19" y="44"/>
                                  <a:pt x="19" y="44"/>
                                  <a:pt x="19" y="44"/>
                                </a:cubicBezTo>
                                <a:cubicBezTo>
                                  <a:pt x="31" y="44"/>
                                  <a:pt x="31" y="44"/>
                                  <a:pt x="31" y="44"/>
                                </a:cubicBezTo>
                                <a:cubicBezTo>
                                  <a:pt x="31" y="57"/>
                                  <a:pt x="31" y="57"/>
                                  <a:pt x="31" y="57"/>
                                </a:cubicBezTo>
                                <a:cubicBezTo>
                                  <a:pt x="31" y="57"/>
                                  <a:pt x="31" y="57"/>
                                  <a:pt x="31" y="57"/>
                                </a:cubicBezTo>
                                <a:close/>
                                <a:moveTo>
                                  <a:pt x="31" y="76"/>
                                </a:moveTo>
                                <a:cubicBezTo>
                                  <a:pt x="19" y="76"/>
                                  <a:pt x="19" y="76"/>
                                  <a:pt x="19" y="76"/>
                                </a:cubicBezTo>
                                <a:cubicBezTo>
                                  <a:pt x="19" y="64"/>
                                  <a:pt x="19" y="64"/>
                                  <a:pt x="19" y="64"/>
                                </a:cubicBezTo>
                                <a:cubicBezTo>
                                  <a:pt x="31" y="64"/>
                                  <a:pt x="31" y="64"/>
                                  <a:pt x="31" y="64"/>
                                </a:cubicBezTo>
                                <a:cubicBezTo>
                                  <a:pt x="31" y="76"/>
                                  <a:pt x="31" y="76"/>
                                  <a:pt x="31" y="76"/>
                                </a:cubicBezTo>
                                <a:cubicBezTo>
                                  <a:pt x="31" y="76"/>
                                  <a:pt x="31" y="76"/>
                                  <a:pt x="31" y="76"/>
                                </a:cubicBezTo>
                                <a:close/>
                                <a:moveTo>
                                  <a:pt x="31" y="96"/>
                                </a:moveTo>
                                <a:cubicBezTo>
                                  <a:pt x="19" y="96"/>
                                  <a:pt x="19" y="96"/>
                                  <a:pt x="19" y="96"/>
                                </a:cubicBezTo>
                                <a:cubicBezTo>
                                  <a:pt x="19" y="83"/>
                                  <a:pt x="19" y="83"/>
                                  <a:pt x="19" y="83"/>
                                </a:cubicBezTo>
                                <a:cubicBezTo>
                                  <a:pt x="31" y="83"/>
                                  <a:pt x="31" y="83"/>
                                  <a:pt x="31" y="83"/>
                                </a:cubicBezTo>
                                <a:cubicBezTo>
                                  <a:pt x="31" y="96"/>
                                  <a:pt x="31" y="96"/>
                                  <a:pt x="31" y="96"/>
                                </a:cubicBezTo>
                                <a:cubicBezTo>
                                  <a:pt x="31" y="96"/>
                                  <a:pt x="31" y="96"/>
                                  <a:pt x="31" y="96"/>
                                </a:cubicBezTo>
                                <a:close/>
                                <a:moveTo>
                                  <a:pt x="50" y="57"/>
                                </a:moveTo>
                                <a:cubicBezTo>
                                  <a:pt x="38" y="57"/>
                                  <a:pt x="38" y="57"/>
                                  <a:pt x="38" y="57"/>
                                </a:cubicBezTo>
                                <a:cubicBezTo>
                                  <a:pt x="38" y="44"/>
                                  <a:pt x="38" y="44"/>
                                  <a:pt x="38" y="44"/>
                                </a:cubicBezTo>
                                <a:cubicBezTo>
                                  <a:pt x="50" y="44"/>
                                  <a:pt x="50" y="44"/>
                                  <a:pt x="50" y="44"/>
                                </a:cubicBezTo>
                                <a:cubicBezTo>
                                  <a:pt x="50" y="57"/>
                                  <a:pt x="50" y="57"/>
                                  <a:pt x="50" y="57"/>
                                </a:cubicBezTo>
                                <a:cubicBezTo>
                                  <a:pt x="50" y="57"/>
                                  <a:pt x="50" y="57"/>
                                  <a:pt x="50" y="57"/>
                                </a:cubicBezTo>
                                <a:close/>
                                <a:moveTo>
                                  <a:pt x="50" y="76"/>
                                </a:moveTo>
                                <a:cubicBezTo>
                                  <a:pt x="38" y="76"/>
                                  <a:pt x="38" y="76"/>
                                  <a:pt x="38" y="76"/>
                                </a:cubicBezTo>
                                <a:cubicBezTo>
                                  <a:pt x="38" y="64"/>
                                  <a:pt x="38" y="64"/>
                                  <a:pt x="38" y="64"/>
                                </a:cubicBezTo>
                                <a:cubicBezTo>
                                  <a:pt x="50" y="64"/>
                                  <a:pt x="50" y="64"/>
                                  <a:pt x="50" y="64"/>
                                </a:cubicBezTo>
                                <a:cubicBezTo>
                                  <a:pt x="50" y="76"/>
                                  <a:pt x="50" y="76"/>
                                  <a:pt x="50" y="76"/>
                                </a:cubicBezTo>
                                <a:cubicBezTo>
                                  <a:pt x="50" y="76"/>
                                  <a:pt x="50" y="76"/>
                                  <a:pt x="50" y="76"/>
                                </a:cubicBezTo>
                                <a:close/>
                                <a:moveTo>
                                  <a:pt x="50" y="96"/>
                                </a:moveTo>
                                <a:cubicBezTo>
                                  <a:pt x="38" y="96"/>
                                  <a:pt x="38" y="96"/>
                                  <a:pt x="38" y="96"/>
                                </a:cubicBezTo>
                                <a:cubicBezTo>
                                  <a:pt x="38" y="83"/>
                                  <a:pt x="38" y="83"/>
                                  <a:pt x="38" y="83"/>
                                </a:cubicBezTo>
                                <a:cubicBezTo>
                                  <a:pt x="50" y="83"/>
                                  <a:pt x="50" y="83"/>
                                  <a:pt x="50" y="83"/>
                                </a:cubicBezTo>
                                <a:cubicBezTo>
                                  <a:pt x="50" y="96"/>
                                  <a:pt x="50" y="96"/>
                                  <a:pt x="50" y="96"/>
                                </a:cubicBezTo>
                                <a:cubicBezTo>
                                  <a:pt x="50" y="96"/>
                                  <a:pt x="50" y="96"/>
                                  <a:pt x="50" y="96"/>
                                </a:cubicBezTo>
                                <a:close/>
                                <a:moveTo>
                                  <a:pt x="69" y="57"/>
                                </a:moveTo>
                                <a:cubicBezTo>
                                  <a:pt x="56" y="57"/>
                                  <a:pt x="56" y="57"/>
                                  <a:pt x="56" y="57"/>
                                </a:cubicBezTo>
                                <a:cubicBezTo>
                                  <a:pt x="56" y="44"/>
                                  <a:pt x="56" y="44"/>
                                  <a:pt x="56" y="44"/>
                                </a:cubicBezTo>
                                <a:cubicBezTo>
                                  <a:pt x="69" y="44"/>
                                  <a:pt x="69" y="44"/>
                                  <a:pt x="69" y="44"/>
                                </a:cubicBezTo>
                                <a:cubicBezTo>
                                  <a:pt x="69" y="57"/>
                                  <a:pt x="69" y="57"/>
                                  <a:pt x="69" y="57"/>
                                </a:cubicBezTo>
                                <a:cubicBezTo>
                                  <a:pt x="69" y="57"/>
                                  <a:pt x="69" y="57"/>
                                  <a:pt x="69" y="57"/>
                                </a:cubicBezTo>
                                <a:close/>
                                <a:moveTo>
                                  <a:pt x="69" y="76"/>
                                </a:moveTo>
                                <a:cubicBezTo>
                                  <a:pt x="56" y="76"/>
                                  <a:pt x="56" y="76"/>
                                  <a:pt x="56" y="76"/>
                                </a:cubicBezTo>
                                <a:cubicBezTo>
                                  <a:pt x="56" y="64"/>
                                  <a:pt x="56" y="64"/>
                                  <a:pt x="56" y="64"/>
                                </a:cubicBezTo>
                                <a:cubicBezTo>
                                  <a:pt x="69" y="64"/>
                                  <a:pt x="69" y="64"/>
                                  <a:pt x="69" y="64"/>
                                </a:cubicBezTo>
                                <a:cubicBezTo>
                                  <a:pt x="69" y="76"/>
                                  <a:pt x="69" y="76"/>
                                  <a:pt x="69" y="76"/>
                                </a:cubicBezTo>
                                <a:cubicBezTo>
                                  <a:pt x="69" y="76"/>
                                  <a:pt x="69" y="76"/>
                                  <a:pt x="69" y="76"/>
                                </a:cubicBezTo>
                                <a:close/>
                                <a:moveTo>
                                  <a:pt x="69" y="96"/>
                                </a:moveTo>
                                <a:cubicBezTo>
                                  <a:pt x="56" y="96"/>
                                  <a:pt x="56" y="96"/>
                                  <a:pt x="56" y="96"/>
                                </a:cubicBezTo>
                                <a:cubicBezTo>
                                  <a:pt x="56" y="83"/>
                                  <a:pt x="56" y="83"/>
                                  <a:pt x="56" y="83"/>
                                </a:cubicBezTo>
                                <a:cubicBezTo>
                                  <a:pt x="69" y="83"/>
                                  <a:pt x="69" y="83"/>
                                  <a:pt x="69" y="83"/>
                                </a:cubicBezTo>
                                <a:cubicBezTo>
                                  <a:pt x="69" y="96"/>
                                  <a:pt x="69" y="96"/>
                                  <a:pt x="69" y="96"/>
                                </a:cubicBezTo>
                                <a:cubicBezTo>
                                  <a:pt x="69" y="96"/>
                                  <a:pt x="69" y="96"/>
                                  <a:pt x="69" y="96"/>
                                </a:cubicBezTo>
                                <a:close/>
                                <a:moveTo>
                                  <a:pt x="88" y="57"/>
                                </a:moveTo>
                                <a:cubicBezTo>
                                  <a:pt x="75" y="57"/>
                                  <a:pt x="75" y="57"/>
                                  <a:pt x="75" y="57"/>
                                </a:cubicBezTo>
                                <a:cubicBezTo>
                                  <a:pt x="75" y="44"/>
                                  <a:pt x="75" y="44"/>
                                  <a:pt x="75" y="44"/>
                                </a:cubicBezTo>
                                <a:cubicBezTo>
                                  <a:pt x="88" y="44"/>
                                  <a:pt x="88" y="44"/>
                                  <a:pt x="88" y="44"/>
                                </a:cubicBezTo>
                                <a:cubicBezTo>
                                  <a:pt x="88" y="57"/>
                                  <a:pt x="88" y="57"/>
                                  <a:pt x="88" y="57"/>
                                </a:cubicBezTo>
                                <a:cubicBezTo>
                                  <a:pt x="88" y="57"/>
                                  <a:pt x="88" y="57"/>
                                  <a:pt x="88" y="57"/>
                                </a:cubicBezTo>
                                <a:close/>
                                <a:moveTo>
                                  <a:pt x="88" y="76"/>
                                </a:moveTo>
                                <a:cubicBezTo>
                                  <a:pt x="75" y="76"/>
                                  <a:pt x="75" y="76"/>
                                  <a:pt x="75" y="76"/>
                                </a:cubicBezTo>
                                <a:cubicBezTo>
                                  <a:pt x="75" y="64"/>
                                  <a:pt x="75" y="64"/>
                                  <a:pt x="75" y="64"/>
                                </a:cubicBezTo>
                                <a:cubicBezTo>
                                  <a:pt x="88" y="64"/>
                                  <a:pt x="88" y="64"/>
                                  <a:pt x="88" y="64"/>
                                </a:cubicBezTo>
                                <a:cubicBezTo>
                                  <a:pt x="88" y="76"/>
                                  <a:pt x="88" y="76"/>
                                  <a:pt x="88" y="76"/>
                                </a:cubicBezTo>
                                <a:cubicBezTo>
                                  <a:pt x="88" y="76"/>
                                  <a:pt x="88" y="76"/>
                                  <a:pt x="88" y="76"/>
                                </a:cubicBezTo>
                                <a:close/>
                                <a:moveTo>
                                  <a:pt x="88" y="96"/>
                                </a:moveTo>
                                <a:cubicBezTo>
                                  <a:pt x="75" y="96"/>
                                  <a:pt x="75" y="96"/>
                                  <a:pt x="75" y="96"/>
                                </a:cubicBezTo>
                                <a:cubicBezTo>
                                  <a:pt x="75" y="83"/>
                                  <a:pt x="75" y="83"/>
                                  <a:pt x="75" y="83"/>
                                </a:cubicBezTo>
                                <a:cubicBezTo>
                                  <a:pt x="88" y="83"/>
                                  <a:pt x="88" y="83"/>
                                  <a:pt x="88" y="83"/>
                                </a:cubicBezTo>
                                <a:cubicBezTo>
                                  <a:pt x="88" y="96"/>
                                  <a:pt x="88" y="96"/>
                                  <a:pt x="88" y="96"/>
                                </a:cubicBezTo>
                                <a:cubicBezTo>
                                  <a:pt x="88" y="96"/>
                                  <a:pt x="88" y="96"/>
                                  <a:pt x="88" y="96"/>
                                </a:cubicBezTo>
                                <a:close/>
                                <a:moveTo>
                                  <a:pt x="107" y="57"/>
                                </a:moveTo>
                                <a:cubicBezTo>
                                  <a:pt x="94" y="57"/>
                                  <a:pt x="94" y="57"/>
                                  <a:pt x="94" y="57"/>
                                </a:cubicBezTo>
                                <a:cubicBezTo>
                                  <a:pt x="94" y="44"/>
                                  <a:pt x="94" y="44"/>
                                  <a:pt x="94" y="44"/>
                                </a:cubicBezTo>
                                <a:cubicBezTo>
                                  <a:pt x="107" y="44"/>
                                  <a:pt x="107" y="44"/>
                                  <a:pt x="107" y="44"/>
                                </a:cubicBezTo>
                                <a:cubicBezTo>
                                  <a:pt x="107" y="57"/>
                                  <a:pt x="107" y="57"/>
                                  <a:pt x="107" y="57"/>
                                </a:cubicBezTo>
                                <a:cubicBezTo>
                                  <a:pt x="107" y="57"/>
                                  <a:pt x="107" y="57"/>
                                  <a:pt x="107" y="57"/>
                                </a:cubicBezTo>
                                <a:close/>
                                <a:moveTo>
                                  <a:pt x="107" y="76"/>
                                </a:moveTo>
                                <a:cubicBezTo>
                                  <a:pt x="94" y="76"/>
                                  <a:pt x="94" y="76"/>
                                  <a:pt x="94" y="76"/>
                                </a:cubicBezTo>
                                <a:cubicBezTo>
                                  <a:pt x="94" y="64"/>
                                  <a:pt x="94" y="64"/>
                                  <a:pt x="94" y="64"/>
                                </a:cubicBezTo>
                                <a:cubicBezTo>
                                  <a:pt x="107" y="64"/>
                                  <a:pt x="107" y="64"/>
                                  <a:pt x="107" y="64"/>
                                </a:cubicBezTo>
                                <a:cubicBezTo>
                                  <a:pt x="107" y="76"/>
                                  <a:pt x="107" y="76"/>
                                  <a:pt x="107" y="76"/>
                                </a:cubicBezTo>
                                <a:cubicBezTo>
                                  <a:pt x="107" y="76"/>
                                  <a:pt x="107" y="76"/>
                                  <a:pt x="107" y="76"/>
                                </a:cubicBezTo>
                                <a:close/>
                                <a:moveTo>
                                  <a:pt x="107" y="96"/>
                                </a:moveTo>
                                <a:cubicBezTo>
                                  <a:pt x="94" y="96"/>
                                  <a:pt x="94" y="96"/>
                                  <a:pt x="94" y="96"/>
                                </a:cubicBezTo>
                                <a:cubicBezTo>
                                  <a:pt x="94" y="83"/>
                                  <a:pt x="94" y="83"/>
                                  <a:pt x="94" y="83"/>
                                </a:cubicBezTo>
                                <a:cubicBezTo>
                                  <a:pt x="107" y="83"/>
                                  <a:pt x="107" y="83"/>
                                  <a:pt x="107" y="83"/>
                                </a:cubicBezTo>
                                <a:cubicBezTo>
                                  <a:pt x="107" y="96"/>
                                  <a:pt x="107" y="96"/>
                                  <a:pt x="107" y="96"/>
                                </a:cubicBezTo>
                                <a:cubicBezTo>
                                  <a:pt x="107" y="96"/>
                                  <a:pt x="107" y="96"/>
                                  <a:pt x="107" y="96"/>
                                </a:cubicBezTo>
                                <a:close/>
                                <a:moveTo>
                                  <a:pt x="82" y="0"/>
                                </a:moveTo>
                                <a:cubicBezTo>
                                  <a:pt x="94" y="0"/>
                                  <a:pt x="94" y="0"/>
                                  <a:pt x="94" y="0"/>
                                </a:cubicBezTo>
                                <a:cubicBezTo>
                                  <a:pt x="94" y="19"/>
                                  <a:pt x="94" y="19"/>
                                  <a:pt x="94" y="19"/>
                                </a:cubicBezTo>
                                <a:cubicBezTo>
                                  <a:pt x="82" y="19"/>
                                  <a:pt x="82" y="19"/>
                                  <a:pt x="82" y="19"/>
                                </a:cubicBezTo>
                                <a:cubicBezTo>
                                  <a:pt x="82" y="0"/>
                                  <a:pt x="82" y="0"/>
                                  <a:pt x="82" y="0"/>
                                </a:cubicBezTo>
                                <a:cubicBezTo>
                                  <a:pt x="82" y="0"/>
                                  <a:pt x="82" y="0"/>
                                  <a:pt x="82" y="0"/>
                                </a:cubicBezTo>
                                <a:close/>
                                <a:moveTo>
                                  <a:pt x="31" y="0"/>
                                </a:moveTo>
                                <a:cubicBezTo>
                                  <a:pt x="44" y="0"/>
                                  <a:pt x="44" y="0"/>
                                  <a:pt x="44" y="0"/>
                                </a:cubicBezTo>
                                <a:cubicBezTo>
                                  <a:pt x="44" y="19"/>
                                  <a:pt x="44" y="19"/>
                                  <a:pt x="44" y="19"/>
                                </a:cubicBezTo>
                                <a:cubicBezTo>
                                  <a:pt x="31" y="19"/>
                                  <a:pt x="31" y="19"/>
                                  <a:pt x="31" y="19"/>
                                </a:cubicBezTo>
                                <a:cubicBezTo>
                                  <a:pt x="31" y="0"/>
                                  <a:pt x="31" y="0"/>
                                  <a:pt x="31" y="0"/>
                                </a:cubicBezTo>
                                <a:cubicBezTo>
                                  <a:pt x="31" y="0"/>
                                  <a:pt x="31" y="0"/>
                                  <a:pt x="31" y="0"/>
                                </a:cubicBezTo>
                                <a:close/>
                                <a:moveTo>
                                  <a:pt x="31" y="0"/>
                                </a:moveTo>
                                <a:cubicBezTo>
                                  <a:pt x="31" y="0"/>
                                  <a:pt x="31" y="0"/>
                                  <a:pt x="31" y="0"/>
                                </a:cubicBezTo>
                              </a:path>
                            </a:pathLst>
                          </a:custGeom>
                          <a:grp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vert="horz" wrap="square" lIns="91440" tIns="45720" rIns="91440" bIns="45720" numCol="1" anchor="t" anchorCtr="0" compatLnSpc="1"/>
                      </wps:wsp>
                      <wps:wsp>
                        <wps:cNvPr id="306" name="圆环小人"/>
                        <wps:cNvSpPr/>
                        <wps:spPr>
                          <a:xfrm>
                            <a:off x="4612" y="2272"/>
                            <a:ext cx="242" cy="248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363201" h="1348896">
                                <a:moveTo>
                                  <a:pt x="658470" y="710475"/>
                                </a:moveTo>
                                <a:cubicBezTo>
                                  <a:pt x="1027156" y="698755"/>
                                  <a:pt x="1338704" y="981142"/>
                                  <a:pt x="1363201" y="1348896"/>
                                </a:cubicBezTo>
                                <a:lnTo>
                                  <a:pt x="1262707" y="1348896"/>
                                </a:lnTo>
                                <a:cubicBezTo>
                                  <a:pt x="1239052" y="1037914"/>
                                  <a:pt x="974407" y="800143"/>
                                  <a:pt x="661637" y="810085"/>
                                </a:cubicBezTo>
                                <a:cubicBezTo>
                                  <a:pt x="361432" y="819628"/>
                                  <a:pt x="119967" y="1054106"/>
                                  <a:pt x="99662" y="1348896"/>
                                </a:cubicBezTo>
                                <a:lnTo>
                                  <a:pt x="0" y="1348896"/>
                                </a:lnTo>
                                <a:cubicBezTo>
                                  <a:pt x="20238" y="1000252"/>
                                  <a:pt x="304456" y="721728"/>
                                  <a:pt x="658470" y="710475"/>
                                </a:cubicBezTo>
                                <a:close/>
                                <a:moveTo>
                                  <a:pt x="680226" y="95884"/>
                                </a:moveTo>
                                <a:cubicBezTo>
                                  <a:pt x="551092" y="95884"/>
                                  <a:pt x="446408" y="200568"/>
                                  <a:pt x="446408" y="329703"/>
                                </a:cubicBezTo>
                                <a:cubicBezTo>
                                  <a:pt x="446408" y="458838"/>
                                  <a:pt x="551092" y="563521"/>
                                  <a:pt x="680226" y="563521"/>
                                </a:cubicBezTo>
                                <a:cubicBezTo>
                                  <a:pt x="809361" y="563521"/>
                                  <a:pt x="914045" y="458838"/>
                                  <a:pt x="914045" y="329703"/>
                                </a:cubicBezTo>
                                <a:cubicBezTo>
                                  <a:pt x="914045" y="200568"/>
                                  <a:pt x="809361" y="95884"/>
                                  <a:pt x="680226" y="95884"/>
                                </a:cubicBezTo>
                                <a:close/>
                                <a:moveTo>
                                  <a:pt x="680226" y="0"/>
                                </a:moveTo>
                                <a:cubicBezTo>
                                  <a:pt x="862316" y="0"/>
                                  <a:pt x="1009929" y="147613"/>
                                  <a:pt x="1009929" y="329703"/>
                                </a:cubicBezTo>
                                <a:cubicBezTo>
                                  <a:pt x="1009929" y="511793"/>
                                  <a:pt x="862316" y="659406"/>
                                  <a:pt x="680226" y="659406"/>
                                </a:cubicBezTo>
                                <a:cubicBezTo>
                                  <a:pt x="498136" y="659406"/>
                                  <a:pt x="350524" y="511793"/>
                                  <a:pt x="350524" y="329703"/>
                                </a:cubicBezTo>
                                <a:cubicBezTo>
                                  <a:pt x="350524" y="147613"/>
                                  <a:pt x="498136" y="0"/>
                                  <a:pt x="680226" y="0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3175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41.55pt;margin-top:21.7pt;height:52.3pt;width:181.15pt;z-index:251686912;mso-width-relative:page;mso-height-relative:page;" coordorigin="1274,2272" coordsize="3623,1046" o:gfxdata="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">
                <o:lock v:ext="edit" aspectratio="f"/>
                <v:shape id="Freeform 31" o:spid="_x0000_s1026" o:spt="100" style="position:absolute;left:4653;top:2713;height:226;width:244;" filled="t" stroked="f" coordsize="123,114" o:gfxdata="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r4iANrgAAADaAAAA&#10;DwAAAAAAAAABACAAAAAiAAAAZHJzL2Rvd25yZXYueG1sUEsBAhQAFAAAAAgAh07iQDMvBZ47AAAA&#10;OQAAABAAAAAAAAAAAQAgAAAABwEAAGRycy9zaGFwZXhtbC54bWxQSwUGAAAAAAYABgBbAQAAsQMA&#10;AAAA&#10;" path="m118,102c123,94,120,88,112,82c103,75,94,70,88,78c88,78,81,86,60,67c37,44,47,36,47,36c55,28,50,22,43,13c36,3,29,0,19,8c0,24,27,60,41,74c41,74,41,74,41,74c41,74,61,96,75,103c82,107,82,107,82,107c92,112,103,114,111,110c111,110,115,108,118,102xm118,102c118,102,118,102,118,102e">
                  <v:path o:connectlocs="234,202;222,162;174,154;119,132;93,71;85,25;37,15;81,146;81,146;148,204;162,212;220,218;234,202;234,202;234,202" o:connectangles="0,0,0,0,0,0,0,0,0,0,0,0,0,0,0"/>
                  <v:fill on="t" focussize="0,0"/>
                  <v:stroke on="f"/>
                  <v:imagedata o:title=""/>
                  <o:lock v:ext="edit" aspectratio="t"/>
                </v:shape>
                <v:shape id="AutoShape 842" o:spid="_x0000_s1026" o:spt="100" style="position:absolute;left:4668;top:3148;height:170;width:215;v-text-anchor:middle;" filled="t" stroked="f" coordsize="606559,436964" o:gfxdata="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hwgOIvQAA&#10;ANsAAAAPAAAAAAAAAAEAIAAAACIAAABkcnMvZG93bnJldi54bWxQSwECFAAUAAAACACHTuJAMy8F&#10;njsAAAA5AAAAEAAAAAAAAAABACAAAAAMAQAAZHJzL3NoYXBleG1sLnhtbFBLBQYAAAAABgAGAFsB&#10;AAC2AwAAAAA=&#10;" path="m0,98549l296815,248835,606559,99699,606559,367011c606559,405645,575240,436964,536606,436964l69953,436964c31319,436964,0,405645,0,367011l0,98549xm69953,0l536606,0c575240,0,606559,31319,606559,69953l606559,82447,296815,231583,0,81297,0,69953c0,31319,31319,0,69953,0xe">
                  <v:path o:connectlocs="0,0;0,0;0,0;0,0;0,0;0,0;0,0;0,0;0,0;0,0;0,0;0,0;0,0;0,0;0,0;0,0" o:connectangles="0,0,0,0,0,0,0,0,0,0,0,0,0,0,0,0"/>
                  <v:fill on="t" focussize="0,0"/>
                  <v:stroke on="f"/>
                  <v:imagedata o:title=""/>
                  <o:lock v:ext="edit" aspectratio="t"/>
                </v:shape>
                <v:shape id="Freeform 101" o:spid="_x0000_s1026" o:spt="100" style="position:absolute;left:1289;top:2698;height:226;width:183;" filled="t" stroked="f" coordsize="122,150" o:gfxdata="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jFHgtr4A&#10;AADcAAAADwAAAAAAAAABACAAAAAiAAAAZHJzL2Rvd25yZXYueG1sUEsBAhQAFAAAAAgAh07iQDMv&#10;BZ47AAAAOQAAABAAAAAAAAAAAQAgAAAADQEAAGRycy9zaGFwZXhtbC54bWxQSwUGAAAAAAYABgBb&#10;AQAAtwMAAAAA&#10;" path="m61,0c82,0,99,17,99,38c99,58,82,75,61,75c40,75,23,58,23,38c23,17,40,0,61,0xm92,79c84,83,72,86,60,86c47,86,37,83,29,78c12,90,0,110,0,121c0,139,28,150,61,150c95,150,122,139,122,121c122,110,110,90,92,79xm92,79c92,79,92,79,92,79e">
                  <v:path textboxrect="0,0,122,150" o:connectlocs="91,0;148,57;91,113;34,57;91,0;138,119;90,129;43,117;0,182;91,226;183,182;138,119;138,119;138,119" o:connectangles="0,0,0,0,0,0,0,0,0,0,0,0,0,0"/>
                  <v:fill on="t" focussize="0,0"/>
                  <v:stroke on="f"/>
                  <v:imagedata o:title=""/>
                  <o:lock v:ext="edit" aspectratio="t"/>
                  <v:textbox>
                    <w:txbxContent>
                      <w:p>
                        <w:pPr>
                          <w:jc w:val="center"/>
                        </w:pPr>
                      </w:p>
                    </w:txbxContent>
                  </v:textbox>
                </v:shape>
                <v:shape id="Freeform 64" o:spid="_x0000_s1026" o:spt="100" style="position:absolute;left:1274;top:3088;flip:x;height:227;width:190;" filled="t" stroked="f" coordsize="99,126" o:gfxdata="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O826T2/&#10;AAAA2wAAAA8AAAAAAAAAAQAgAAAAIgAAAGRycy9kb3ducmV2LnhtbFBLAQIUABQAAAAIAIdO4kAz&#10;LwWeOwAAADkAAAAQAAAAAAAAAAEAIAAAAA4BAABkcnMvc2hhcGV4bWwueG1sUEsFBgAAAAAGAAYA&#10;WwEAALgDAAAAAA==&#10;" path="m50,0c22,0,0,22,0,50c0,76,44,123,46,125c47,126,48,126,50,126c50,126,50,126,50,126c51,126,52,126,53,125c68,107,68,107,68,107c89,82,99,63,99,50c99,22,77,0,50,0xm50,72c37,72,27,62,27,50c27,37,37,27,50,27c62,27,72,37,72,50c72,62,62,72,50,72xm50,72c50,72,50,72,50,72e">
                  <v:path o:connectlocs="95,0;0,90;88,225;95,227;95,227;101,225;130,192;190,90;95,0;95,129;51,90;95,48;138,90;95,129;95,129;95,129" o:connectangles="0,0,0,0,0,0,0,0,0,0,0,0,0,0,0,0"/>
                  <v:fill on="t" focussize="0,0"/>
                  <v:stroke on="f"/>
                  <v:imagedata o:title=""/>
                  <o:lock v:ext="edit" aspectratio="t"/>
                </v:shape>
                <v:shape id="Freeform 150" o:spid="_x0000_s1026" o:spt="100" style="position:absolute;left:1274;top:2278;height:215;width:215;" filled="t" stroked="f" coordsize="125,115" o:gfxdata="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LKgN+ugAAANsA&#10;AAAPAAAAAAAAAAEAIAAAACIAAABkcnMvZG93bnJldi54bWxQSwECFAAUAAAACACHTuJAMy8FnjsA&#10;AAA5AAAAEAAAAAAAAAABACAAAAAJAQAAZHJzL3NoYXBleG1sLnhtbFBLBQYAAAAABgAGAFsBAACz&#10;AwAAAAA=&#10;" path="m113,115c13,115,13,115,13,115c6,115,0,109,0,102c0,25,0,25,0,25c0,18,6,13,13,13c25,13,25,13,25,13c25,25,25,25,25,25c50,25,50,25,50,25c50,13,50,13,50,13c75,13,75,13,75,13c75,25,75,25,75,25c100,25,100,25,100,25c100,13,100,13,100,13c113,13,113,13,113,13c120,13,125,18,125,25c125,102,125,102,125,102c125,109,120,115,113,115c113,115,113,115,113,115xm113,38c13,38,13,38,13,38c13,102,13,102,13,102c113,102,113,102,113,102c113,38,113,38,113,38c113,38,113,38,113,38xm31,57c19,57,19,57,19,57c19,44,19,44,19,44c31,44,31,44,31,44c31,57,31,57,31,57c31,57,31,57,31,57xm31,76c19,76,19,76,19,76c19,64,19,64,19,64c31,64,31,64,31,64c31,76,31,76,31,76c31,76,31,76,31,76xm31,96c19,96,19,96,19,96c19,83,19,83,19,83c31,83,31,83,31,83c31,96,31,96,31,96c31,96,31,96,31,96xm50,57c38,57,38,57,38,57c38,44,38,44,38,44c50,44,50,44,50,44c50,57,50,57,50,57c50,57,50,57,50,57xm50,76c38,76,38,76,38,76c38,64,38,64,38,64c50,64,50,64,50,64c50,76,50,76,50,76c50,76,50,76,50,76xm50,96c38,96,38,96,38,96c38,83,38,83,38,83c50,83,50,83,50,83c50,96,50,96,50,96c50,96,50,96,50,96xm69,57c56,57,56,57,56,57c56,44,56,44,56,44c69,44,69,44,69,44c69,57,69,57,69,57c69,57,69,57,69,57xm69,76c56,76,56,76,56,76c56,64,56,64,56,64c69,64,69,64,69,64c69,76,69,76,69,76c69,76,69,76,69,76xm69,96c56,96,56,96,56,96c56,83,56,83,56,83c69,83,69,83,69,83c69,96,69,96,69,96c69,96,69,96,69,96xm88,57c75,57,75,57,75,57c75,44,75,44,75,44c88,44,88,44,88,44c88,57,88,57,88,57c88,57,88,57,88,57xm88,76c75,76,75,76,75,76c75,64,75,64,75,64c88,64,88,64,88,64c88,76,88,76,88,76c88,76,88,76,88,76xm88,96c75,96,75,96,75,96c75,83,75,83,75,83c88,83,88,83,88,83c88,96,88,96,88,96c88,96,88,96,88,96xm107,57c94,57,94,57,94,57c94,44,94,44,94,44c107,44,107,44,107,44c107,57,107,57,107,57c107,57,107,57,107,57xm107,76c94,76,94,76,94,76c94,64,94,64,94,64c107,64,107,64,107,64c107,76,107,76,107,76c107,76,107,76,107,76xm107,96c94,96,94,96,94,96c94,83,94,83,94,83c107,83,107,83,107,83c107,96,107,96,107,96c107,96,107,96,107,96xm82,0c94,0,94,0,94,0c94,19,94,19,94,19c82,19,82,19,82,19c82,0,82,0,82,0c82,0,82,0,82,0xm31,0c44,0,44,0,44,0c44,19,44,19,44,19c31,19,31,19,31,19c31,0,31,0,31,0c31,0,31,0,31,0xm31,0c31,0,31,0,31,0e">
                  <v:path textboxrect="0,0,125,115" o:connectlocs="0,190;43,24;86,24;172,46;215,46;194,215;22,190;194,71;32,82;53,106;32,119;53,142;32,155;53,179;65,82;86,106;65,119;86,142;65,155;86,179;96,82;118,106;96,119;118,142;96,155;118,179;129,82;151,106;129,119;151,142;129,155;151,179;161,82;184,106;161,119;184,142;161,155;184,179;161,35;141,0;75,35;53,0" o:connectangles="0,0,0,0,0,0,0,0,0,0,0,0,0,0,0,0,0,0,0,0,0,0,0,0,0,0,0,0,0,0,0,0,0,0,0,0,0,0,0,0,0,0"/>
                  <v:fill on="t" focussize="0,0"/>
                  <v:stroke on="f"/>
                  <v:imagedata o:title=""/>
                  <o:lock v:ext="edit" aspectratio="t"/>
                  <v:textbox>
                    <w:txbxContent>
                      <w:p>
                        <w:pPr>
                          <w:jc w:val="center"/>
                        </w:pPr>
                      </w:p>
                    </w:txbxContent>
                  </v:textbox>
                </v:shape>
                <v:shape id="圆环小人" o:spid="_x0000_s1026" o:spt="100" style="position:absolute;left:4612;top:2272;height:248;width:242;v-text-anchor:middle;" filled="t" stroked="f" coordsize="1363201,1348896" o:gfxdata="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fuxQ2vQAA&#10;ANwAAAAPAAAAAAAAAAEAIAAAACIAAABkcnMvZG93bnJldi54bWxQSwECFAAUAAAACACHTuJAMy8F&#10;njsAAAA5AAAAEAAAAAAAAAABACAAAAAMAQAAZHJzL3NoYXBleG1sLnhtbFBLBQYAAAAABgAGAFsB&#10;AAC2AwAAAAA=&#10;" path="m658470,710475c1027156,698755,1338704,981142,1363201,1348896l1262707,1348896c1239052,1037914,974407,800143,661637,810085c361432,819628,119967,1054106,99662,1348896l0,1348896c20238,1000252,304456,721728,658470,710475xm680226,95884c551092,95884,446408,200568,446408,329703c446408,458838,551092,563521,680226,563521c809361,563521,914045,458838,914045,329703c914045,200568,809361,95884,680226,95884xm680226,0c862316,0,1009929,147613,1009929,329703c1009929,511793,862316,659406,680226,659406c498136,659406,350524,511793,350524,329703c350524,147613,498136,0,680226,0xe">
                  <v:path textboxrect="0,0,1363201,1348896"/>
                  <v:fill on="t" focussize="0,0"/>
                  <v:stroke on="f" weight="0.25pt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sz w:val="21"/>
        </w:rPr>
        <w:drawing>
          <wp:anchor distT="0" distB="0" distL="114300" distR="114300" simplePos="0" relativeHeight="251687936" behindDoc="0" locked="0" layoutInCell="1" allowOverlap="1">
            <wp:simplePos x="0" y="0"/>
            <wp:positionH relativeFrom="column">
              <wp:posOffset>4664075</wp:posOffset>
            </wp:positionH>
            <wp:positionV relativeFrom="paragraph">
              <wp:posOffset>-306705</wp:posOffset>
            </wp:positionV>
            <wp:extent cx="1321435" cy="1321435"/>
            <wp:effectExtent l="0" t="0" r="12065" b="12065"/>
            <wp:wrapNone/>
            <wp:docPr id="38" name="图片 38" descr="03-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38" descr="03-灰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321435" cy="13214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-619125</wp:posOffset>
                </wp:positionH>
                <wp:positionV relativeFrom="paragraph">
                  <wp:posOffset>8642985</wp:posOffset>
                </wp:positionV>
                <wp:extent cx="6680200" cy="812165"/>
                <wp:effectExtent l="0" t="0" r="0" b="0"/>
                <wp:wrapNone/>
                <wp:docPr id="73" name="文本框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561975" y="9477375"/>
                          <a:ext cx="6680200" cy="8121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0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 w:val="0"/>
                              <w:snapToGrid w:val="0"/>
                              <w:spacing w:line="240" w:lineRule="auto"/>
                              <w:ind w:leftChars="0"/>
                              <w:textAlignment w:val="auto"/>
                              <w:outlineLvl w:val="9"/>
                              <w:rPr>
                                <w:rFonts w:hint="eastAsia" w:ascii="汉仪文黑-55简" w:hAnsi="汉仪文黑-55简" w:eastAsia="汉仪文黑-55简" w:cs="汉仪文黑-55简"/>
                                <w:i w:val="0"/>
                                <w:caps w:val="0"/>
                                <w:color w:val="595959" w:themeColor="text1" w:themeTint="A6"/>
                                <w:spacing w:val="0"/>
                                <w:sz w:val="22"/>
                                <w:szCs w:val="22"/>
                                <w:shd w:val="clear" w:fill="FFFFFF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汉仪文黑-55简" w:hAnsi="汉仪文黑-55简" w:eastAsia="汉仪文黑-55简" w:cs="汉仪文黑-55简"/>
                                <w:i w:val="0"/>
                                <w:caps w:val="0"/>
                                <w:color w:val="595959" w:themeColor="text1" w:themeTint="A6"/>
                                <w:spacing w:val="0"/>
                                <w:sz w:val="22"/>
                                <w:szCs w:val="22"/>
                                <w:shd w:val="clear" w:fill="FFFFFF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我性格开朗，开朗自信，能够吃苦，拥有年轻人的朝气蓬勃，做事有责任心，条理性强；易与人相处，对工作充满热情，勤奋好学，敢挑重担，有良好的沟通协调能力以及应变技巧；在生活中，我尊敬他人，能够和别人友好相处，我擅长快速学习新知</w:t>
                            </w:r>
                            <w:r>
                              <w:rPr>
                                <w:rFonts w:hint="eastAsia" w:ascii="汉仪文黑-55简" w:hAnsi="汉仪文黑-55简" w:eastAsia="汉仪文黑-55简" w:cs="汉仪文黑-55简"/>
                                <w:i w:val="0"/>
                                <w:caps w:val="0"/>
                                <w:color w:val="595959" w:themeColor="text1" w:themeTint="A6"/>
                                <w:spacing w:val="0"/>
                                <w:sz w:val="22"/>
                                <w:szCs w:val="22"/>
                                <w:shd w:val="clear" w:fill="FFFFFF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48.75pt;margin-top:680.55pt;height:63.95pt;width:526pt;z-index:251668480;mso-width-relative:page;mso-height-relative:page;" filled="f" stroked="f" coordsize="21600,21600" o:gfxdata="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numPr>
                          <w:ilvl w:val="0"/>
                          <w:numId w:val="0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 w:val="0"/>
                        <w:snapToGrid w:val="0"/>
                        <w:spacing w:line="240" w:lineRule="auto"/>
                        <w:ind w:leftChars="0"/>
                        <w:textAlignment w:val="auto"/>
                        <w:outlineLvl w:val="9"/>
                        <w:rPr>
                          <w:rFonts w:hint="eastAsia" w:ascii="汉仪文黑-55简" w:hAnsi="汉仪文黑-55简" w:eastAsia="汉仪文黑-55简" w:cs="汉仪文黑-55简"/>
                          <w:i w:val="0"/>
                          <w:caps w:val="0"/>
                          <w:color w:val="595959" w:themeColor="text1" w:themeTint="A6"/>
                          <w:spacing w:val="0"/>
                          <w:sz w:val="22"/>
                          <w:szCs w:val="22"/>
                          <w:shd w:val="clear" w:fill="FFFFFF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汉仪文黑-55简" w:hAnsi="汉仪文黑-55简" w:eastAsia="汉仪文黑-55简" w:cs="汉仪文黑-55简"/>
                          <w:i w:val="0"/>
                          <w:caps w:val="0"/>
                          <w:color w:val="595959" w:themeColor="text1" w:themeTint="A6"/>
                          <w:spacing w:val="0"/>
                          <w:sz w:val="22"/>
                          <w:szCs w:val="22"/>
                          <w:shd w:val="clear" w:fill="FFFFFF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我性格开朗，开朗自信，能够吃苦，拥有年轻人的朝气蓬勃，做事有责任心，条理性强；易与人相处，对工作充满热情，勤奋好学，敢挑重担，有良好的沟通协调能力以及应变技巧；在生活中，我尊敬他人，能够和别人友好相处，我擅长快速学习新知</w:t>
                      </w:r>
                      <w:r>
                        <w:rPr>
                          <w:rFonts w:hint="eastAsia" w:ascii="汉仪文黑-55简" w:hAnsi="汉仪文黑-55简" w:eastAsia="汉仪文黑-55简" w:cs="汉仪文黑-55简"/>
                          <w:i w:val="0"/>
                          <w:caps w:val="0"/>
                          <w:color w:val="595959" w:themeColor="text1" w:themeTint="A6"/>
                          <w:spacing w:val="0"/>
                          <w:sz w:val="22"/>
                          <w:szCs w:val="22"/>
                          <w:shd w:val="clear" w:fill="FFFFFF"/>
                          <w:lang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bookmarkStart w:id="0" w:name="_GoBack"/>
      <w:bookmarkEnd w:id="0"/>
      <w:r>
        <w:rPr>
          <w:sz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-1217930</wp:posOffset>
                </wp:positionH>
                <wp:positionV relativeFrom="paragraph">
                  <wp:posOffset>-982345</wp:posOffset>
                </wp:positionV>
                <wp:extent cx="7709535" cy="10920095"/>
                <wp:effectExtent l="0" t="0" r="5715" b="14605"/>
                <wp:wrapNone/>
                <wp:docPr id="6" name="矩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91440" y="78740"/>
                          <a:ext cx="7709535" cy="10920095"/>
                        </a:xfrm>
                        <a:prstGeom prst="rect">
                          <a:avLst/>
                        </a:prstGeom>
                        <a:solidFill>
                          <a:srgbClr val="FDF9F6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95.9pt;margin-top:-77.35pt;height:859.85pt;width:607.05pt;z-index:251659264;v-text-anchor:middle;mso-width-relative:page;mso-height-relative:page;" fillcolor="#FDF9F6" filled="t" stroked="f" coordsize="21600,21600" o:gfxdata="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">
                <v:fill on="t" focussize="0,0"/>
                <v:stroke on="f" weight="1pt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汉仪文黑-55简">
    <w:panose1 w:val="00020600040101010101"/>
    <w:charset w:val="86"/>
    <w:family w:val="auto"/>
    <w:pitch w:val="default"/>
    <w:sig w:usb0="A00002BF" w:usb1="1ACF7CFA" w:usb2="00000016" w:usb3="00000000" w:csb0="0004009F" w:csb1="DFD70000"/>
    <w:embedRegular r:id="rId1" w:fontKey="{65D9BB1F-68AA-4E00-827C-9D007AE023B3}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0A6D285"/>
    <w:multiLevelType w:val="singleLevel"/>
    <w:tmpl w:val="B0A6D285"/>
    <w:lvl w:ilvl="0" w:tentative="0">
      <w:start w:val="1"/>
      <w:numFmt w:val="decimal"/>
      <w:suff w:val="nothing"/>
      <w:lvlText w:val="%1．"/>
      <w:lvlJc w:val="left"/>
      <w:pPr>
        <w:ind w:left="0" w:firstLine="400"/>
      </w:pPr>
      <w:rPr>
        <w:rFonts w:hint="default"/>
      </w:rPr>
    </w:lvl>
  </w:abstractNum>
  <w:abstractNum w:abstractNumId="1">
    <w:nsid w:val="198121B6"/>
    <w:multiLevelType w:val="singleLevel"/>
    <w:tmpl w:val="198121B6"/>
    <w:lvl w:ilvl="0" w:tentative="0">
      <w:start w:val="1"/>
      <w:numFmt w:val="bullet"/>
      <w:lvlText w:val=""/>
      <w:lvlJc w:val="left"/>
      <w:pPr>
        <w:ind w:left="420" w:hanging="420"/>
      </w:pPr>
      <w:rPr>
        <w:rFonts w:hint="default" w:ascii="Wingdings" w:hAnsi="Wingding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TrueTypeFonts/>
  <w:saveSubsetFonts/>
  <w:bordersDoNotSurroundHeader w:val="0"/>
  <w:bordersDoNotSurroundFooter w:val="0"/>
  <w:attachedTemplate r:id="rId1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jb3VudCI6MSwiaGRpZCI6IjA4ZjVjYWQwYzU1Yjc1NmUyOTBiYzFlNjg5NTA0NzBjIiwidXNlckNvdW50IjoxfQ=="/>
  </w:docVars>
  <w:rsids>
    <w:rsidRoot w:val="2B7D5F2D"/>
    <w:rsid w:val="001142AF"/>
    <w:rsid w:val="002560E1"/>
    <w:rsid w:val="002732C2"/>
    <w:rsid w:val="00414CE6"/>
    <w:rsid w:val="00C92AAA"/>
    <w:rsid w:val="00D036C3"/>
    <w:rsid w:val="00E6068F"/>
    <w:rsid w:val="01701FD7"/>
    <w:rsid w:val="017C3E9F"/>
    <w:rsid w:val="01894E35"/>
    <w:rsid w:val="02087E7F"/>
    <w:rsid w:val="02353540"/>
    <w:rsid w:val="023772EA"/>
    <w:rsid w:val="02491B6D"/>
    <w:rsid w:val="026B1029"/>
    <w:rsid w:val="026C4797"/>
    <w:rsid w:val="02A1157D"/>
    <w:rsid w:val="03154E20"/>
    <w:rsid w:val="031D5ED8"/>
    <w:rsid w:val="0353306A"/>
    <w:rsid w:val="035D76AB"/>
    <w:rsid w:val="036A60C3"/>
    <w:rsid w:val="03746426"/>
    <w:rsid w:val="0384091E"/>
    <w:rsid w:val="03AE6DD7"/>
    <w:rsid w:val="03BC2831"/>
    <w:rsid w:val="04237D89"/>
    <w:rsid w:val="042C3E7C"/>
    <w:rsid w:val="043158F8"/>
    <w:rsid w:val="04395400"/>
    <w:rsid w:val="0489456D"/>
    <w:rsid w:val="049F4EAB"/>
    <w:rsid w:val="04A814AD"/>
    <w:rsid w:val="04C03FF9"/>
    <w:rsid w:val="04C437E6"/>
    <w:rsid w:val="04C63F04"/>
    <w:rsid w:val="04DE3E15"/>
    <w:rsid w:val="04E36635"/>
    <w:rsid w:val="04FB005D"/>
    <w:rsid w:val="050D4AEA"/>
    <w:rsid w:val="05306E6E"/>
    <w:rsid w:val="05726074"/>
    <w:rsid w:val="058B3B75"/>
    <w:rsid w:val="05924FA8"/>
    <w:rsid w:val="05A3343E"/>
    <w:rsid w:val="05B11293"/>
    <w:rsid w:val="05B32A20"/>
    <w:rsid w:val="05C44922"/>
    <w:rsid w:val="05CD50C8"/>
    <w:rsid w:val="05D45EEC"/>
    <w:rsid w:val="060E53C9"/>
    <w:rsid w:val="064C3473"/>
    <w:rsid w:val="064E667D"/>
    <w:rsid w:val="06546D16"/>
    <w:rsid w:val="06616BA5"/>
    <w:rsid w:val="06906036"/>
    <w:rsid w:val="06AD0077"/>
    <w:rsid w:val="070C27FF"/>
    <w:rsid w:val="073D5688"/>
    <w:rsid w:val="076D2A28"/>
    <w:rsid w:val="07820B94"/>
    <w:rsid w:val="07CD467F"/>
    <w:rsid w:val="07D471CB"/>
    <w:rsid w:val="07E02400"/>
    <w:rsid w:val="07FC091D"/>
    <w:rsid w:val="08575FFD"/>
    <w:rsid w:val="08AA3F5C"/>
    <w:rsid w:val="08B10699"/>
    <w:rsid w:val="08D632E9"/>
    <w:rsid w:val="08D74B38"/>
    <w:rsid w:val="08DC243F"/>
    <w:rsid w:val="08E77785"/>
    <w:rsid w:val="090E1192"/>
    <w:rsid w:val="09302F2B"/>
    <w:rsid w:val="09312FC3"/>
    <w:rsid w:val="09425845"/>
    <w:rsid w:val="0969178C"/>
    <w:rsid w:val="09931565"/>
    <w:rsid w:val="09B36064"/>
    <w:rsid w:val="0A273913"/>
    <w:rsid w:val="0A476236"/>
    <w:rsid w:val="0A4A640F"/>
    <w:rsid w:val="0A5F0CEF"/>
    <w:rsid w:val="0ABA7A74"/>
    <w:rsid w:val="0AC60DB6"/>
    <w:rsid w:val="0AC6218B"/>
    <w:rsid w:val="0AD05B39"/>
    <w:rsid w:val="0B1F59B1"/>
    <w:rsid w:val="0B492593"/>
    <w:rsid w:val="0B6F6730"/>
    <w:rsid w:val="0BA61BD1"/>
    <w:rsid w:val="0BB352C1"/>
    <w:rsid w:val="0BC66F88"/>
    <w:rsid w:val="0C653676"/>
    <w:rsid w:val="0C6725E8"/>
    <w:rsid w:val="0C851D03"/>
    <w:rsid w:val="0CAC4B4C"/>
    <w:rsid w:val="0CC07278"/>
    <w:rsid w:val="0CCE2B10"/>
    <w:rsid w:val="0CFA5AB9"/>
    <w:rsid w:val="0D3908E8"/>
    <w:rsid w:val="0D7F3B1E"/>
    <w:rsid w:val="0D932BB1"/>
    <w:rsid w:val="0DA963AD"/>
    <w:rsid w:val="0DC52185"/>
    <w:rsid w:val="0DF071A2"/>
    <w:rsid w:val="0E1513DE"/>
    <w:rsid w:val="0E301997"/>
    <w:rsid w:val="0E540384"/>
    <w:rsid w:val="0E642DE5"/>
    <w:rsid w:val="0E6E7B0F"/>
    <w:rsid w:val="0E716EBE"/>
    <w:rsid w:val="0E7200BB"/>
    <w:rsid w:val="0EB21D9E"/>
    <w:rsid w:val="0F2C51F5"/>
    <w:rsid w:val="0F377A67"/>
    <w:rsid w:val="0F580654"/>
    <w:rsid w:val="0F6D17D5"/>
    <w:rsid w:val="0F8F1DAE"/>
    <w:rsid w:val="0F9A5C31"/>
    <w:rsid w:val="0FAF0F65"/>
    <w:rsid w:val="104E7D9F"/>
    <w:rsid w:val="108314A6"/>
    <w:rsid w:val="10E53D45"/>
    <w:rsid w:val="110D3C99"/>
    <w:rsid w:val="11136D56"/>
    <w:rsid w:val="11615FD5"/>
    <w:rsid w:val="11765EE8"/>
    <w:rsid w:val="118E2678"/>
    <w:rsid w:val="11A449DB"/>
    <w:rsid w:val="11D7588F"/>
    <w:rsid w:val="11DA2096"/>
    <w:rsid w:val="11E240F5"/>
    <w:rsid w:val="11FC6864"/>
    <w:rsid w:val="120F1E54"/>
    <w:rsid w:val="121542B6"/>
    <w:rsid w:val="1231672F"/>
    <w:rsid w:val="12435A12"/>
    <w:rsid w:val="128F4427"/>
    <w:rsid w:val="12A4231F"/>
    <w:rsid w:val="12BA18EA"/>
    <w:rsid w:val="12C6382F"/>
    <w:rsid w:val="12F80EE3"/>
    <w:rsid w:val="130540FB"/>
    <w:rsid w:val="130B091F"/>
    <w:rsid w:val="134955D0"/>
    <w:rsid w:val="13504F46"/>
    <w:rsid w:val="13665E1A"/>
    <w:rsid w:val="13846FD5"/>
    <w:rsid w:val="13A00711"/>
    <w:rsid w:val="13BD50C3"/>
    <w:rsid w:val="13C750AF"/>
    <w:rsid w:val="13D06EA2"/>
    <w:rsid w:val="13F42133"/>
    <w:rsid w:val="14440E04"/>
    <w:rsid w:val="14784523"/>
    <w:rsid w:val="14A2445B"/>
    <w:rsid w:val="150B3E0F"/>
    <w:rsid w:val="152B0805"/>
    <w:rsid w:val="152C2D85"/>
    <w:rsid w:val="15CE099A"/>
    <w:rsid w:val="162E6712"/>
    <w:rsid w:val="163A376E"/>
    <w:rsid w:val="165750CB"/>
    <w:rsid w:val="16B7108E"/>
    <w:rsid w:val="16BA53EF"/>
    <w:rsid w:val="172F50E9"/>
    <w:rsid w:val="175E0287"/>
    <w:rsid w:val="17667BAA"/>
    <w:rsid w:val="17860118"/>
    <w:rsid w:val="17A85055"/>
    <w:rsid w:val="17C72C5B"/>
    <w:rsid w:val="181B31B5"/>
    <w:rsid w:val="18420CED"/>
    <w:rsid w:val="185D7493"/>
    <w:rsid w:val="188A0D17"/>
    <w:rsid w:val="18B74A50"/>
    <w:rsid w:val="18DA394F"/>
    <w:rsid w:val="18F72A28"/>
    <w:rsid w:val="18FC11D9"/>
    <w:rsid w:val="193D2084"/>
    <w:rsid w:val="198163B3"/>
    <w:rsid w:val="19AA2992"/>
    <w:rsid w:val="19CD538F"/>
    <w:rsid w:val="19D27EB7"/>
    <w:rsid w:val="1A8C17C0"/>
    <w:rsid w:val="1A907F7B"/>
    <w:rsid w:val="1A920B66"/>
    <w:rsid w:val="1AB5423B"/>
    <w:rsid w:val="1AC2035B"/>
    <w:rsid w:val="1ACC4CC5"/>
    <w:rsid w:val="1AD37C69"/>
    <w:rsid w:val="1AD40C4E"/>
    <w:rsid w:val="1AFE50A2"/>
    <w:rsid w:val="1B003E05"/>
    <w:rsid w:val="1B536BEB"/>
    <w:rsid w:val="1B7D2CDE"/>
    <w:rsid w:val="1BE86F08"/>
    <w:rsid w:val="1C0E3662"/>
    <w:rsid w:val="1C393BCD"/>
    <w:rsid w:val="1C4F04A0"/>
    <w:rsid w:val="1C6534D5"/>
    <w:rsid w:val="1CC14CD6"/>
    <w:rsid w:val="1CDB3B52"/>
    <w:rsid w:val="1CEC3AC7"/>
    <w:rsid w:val="1D1E1D0B"/>
    <w:rsid w:val="1D2D5E8B"/>
    <w:rsid w:val="1D3922D9"/>
    <w:rsid w:val="1D9E609E"/>
    <w:rsid w:val="1DBD39A9"/>
    <w:rsid w:val="1DC076F7"/>
    <w:rsid w:val="1DC652E8"/>
    <w:rsid w:val="1DE212EF"/>
    <w:rsid w:val="1DED372A"/>
    <w:rsid w:val="1DEE64BF"/>
    <w:rsid w:val="1E3434A5"/>
    <w:rsid w:val="1E5F7418"/>
    <w:rsid w:val="1E70600C"/>
    <w:rsid w:val="1E753E7C"/>
    <w:rsid w:val="1EBC1EF4"/>
    <w:rsid w:val="1EBC2096"/>
    <w:rsid w:val="1ED41662"/>
    <w:rsid w:val="1F2A443D"/>
    <w:rsid w:val="1F753412"/>
    <w:rsid w:val="1F903A73"/>
    <w:rsid w:val="1FA40790"/>
    <w:rsid w:val="1FBA3ECA"/>
    <w:rsid w:val="1FD75C38"/>
    <w:rsid w:val="204E4BD9"/>
    <w:rsid w:val="205276F9"/>
    <w:rsid w:val="20860CB9"/>
    <w:rsid w:val="20864DB8"/>
    <w:rsid w:val="208B431E"/>
    <w:rsid w:val="209A6896"/>
    <w:rsid w:val="20AF2650"/>
    <w:rsid w:val="20CD3575"/>
    <w:rsid w:val="210274E9"/>
    <w:rsid w:val="210340D6"/>
    <w:rsid w:val="213E065A"/>
    <w:rsid w:val="21790FFE"/>
    <w:rsid w:val="222F27FB"/>
    <w:rsid w:val="22314434"/>
    <w:rsid w:val="225919EB"/>
    <w:rsid w:val="22830324"/>
    <w:rsid w:val="228A78F1"/>
    <w:rsid w:val="228D434D"/>
    <w:rsid w:val="22A11895"/>
    <w:rsid w:val="22A56D84"/>
    <w:rsid w:val="22EA57D7"/>
    <w:rsid w:val="22F63329"/>
    <w:rsid w:val="231B494E"/>
    <w:rsid w:val="23586583"/>
    <w:rsid w:val="23BC11FA"/>
    <w:rsid w:val="23BE2423"/>
    <w:rsid w:val="24145847"/>
    <w:rsid w:val="241B7721"/>
    <w:rsid w:val="24225F77"/>
    <w:rsid w:val="244B2742"/>
    <w:rsid w:val="245B5D30"/>
    <w:rsid w:val="247C6B1D"/>
    <w:rsid w:val="247D1F32"/>
    <w:rsid w:val="24AA6073"/>
    <w:rsid w:val="24AB6C23"/>
    <w:rsid w:val="24C611D6"/>
    <w:rsid w:val="2513099B"/>
    <w:rsid w:val="2564604E"/>
    <w:rsid w:val="25A1630B"/>
    <w:rsid w:val="25DB23F1"/>
    <w:rsid w:val="2622585A"/>
    <w:rsid w:val="26341541"/>
    <w:rsid w:val="266A65CC"/>
    <w:rsid w:val="266C4583"/>
    <w:rsid w:val="268714FF"/>
    <w:rsid w:val="26FF2C6B"/>
    <w:rsid w:val="27340AF3"/>
    <w:rsid w:val="27530B9C"/>
    <w:rsid w:val="2754104E"/>
    <w:rsid w:val="27637208"/>
    <w:rsid w:val="27987F0B"/>
    <w:rsid w:val="279A2070"/>
    <w:rsid w:val="27A665C8"/>
    <w:rsid w:val="27AE362C"/>
    <w:rsid w:val="27E65A8A"/>
    <w:rsid w:val="28476FE9"/>
    <w:rsid w:val="285B4B90"/>
    <w:rsid w:val="286F4439"/>
    <w:rsid w:val="287F4463"/>
    <w:rsid w:val="289D2958"/>
    <w:rsid w:val="28B615CC"/>
    <w:rsid w:val="28C6526E"/>
    <w:rsid w:val="28E3255D"/>
    <w:rsid w:val="290106E0"/>
    <w:rsid w:val="292C2C40"/>
    <w:rsid w:val="29564034"/>
    <w:rsid w:val="298B05D7"/>
    <w:rsid w:val="29FC1EA0"/>
    <w:rsid w:val="2A1771DF"/>
    <w:rsid w:val="2A4202D5"/>
    <w:rsid w:val="2A795E61"/>
    <w:rsid w:val="2A8621E4"/>
    <w:rsid w:val="2A8A4B47"/>
    <w:rsid w:val="2A8E729B"/>
    <w:rsid w:val="2AE362B1"/>
    <w:rsid w:val="2AF85B1D"/>
    <w:rsid w:val="2B070C22"/>
    <w:rsid w:val="2B106417"/>
    <w:rsid w:val="2B3449E5"/>
    <w:rsid w:val="2B4A2020"/>
    <w:rsid w:val="2B5F5760"/>
    <w:rsid w:val="2B7D5F2D"/>
    <w:rsid w:val="2BD273E5"/>
    <w:rsid w:val="2BD7295A"/>
    <w:rsid w:val="2BEF06F8"/>
    <w:rsid w:val="2C10394A"/>
    <w:rsid w:val="2C2B4D4A"/>
    <w:rsid w:val="2C6C7899"/>
    <w:rsid w:val="2C926286"/>
    <w:rsid w:val="2C9E4EE2"/>
    <w:rsid w:val="2CBE29B7"/>
    <w:rsid w:val="2CD91894"/>
    <w:rsid w:val="2D0D6D7A"/>
    <w:rsid w:val="2D362FFF"/>
    <w:rsid w:val="2D6A48E8"/>
    <w:rsid w:val="2D8F6BF2"/>
    <w:rsid w:val="2D9049E7"/>
    <w:rsid w:val="2DC21AD1"/>
    <w:rsid w:val="2DC3461C"/>
    <w:rsid w:val="2E01406E"/>
    <w:rsid w:val="2E0E59B7"/>
    <w:rsid w:val="2E3460BE"/>
    <w:rsid w:val="2E3A034A"/>
    <w:rsid w:val="2E6B5FB9"/>
    <w:rsid w:val="2E7653DA"/>
    <w:rsid w:val="2E824F6F"/>
    <w:rsid w:val="2EC168DB"/>
    <w:rsid w:val="2EEA406D"/>
    <w:rsid w:val="2F0D4596"/>
    <w:rsid w:val="2F255DE2"/>
    <w:rsid w:val="2F552474"/>
    <w:rsid w:val="2F6D2DF6"/>
    <w:rsid w:val="2F6D372F"/>
    <w:rsid w:val="2FA52596"/>
    <w:rsid w:val="2FAF45CB"/>
    <w:rsid w:val="2FB1324F"/>
    <w:rsid w:val="2FC57D55"/>
    <w:rsid w:val="30013F99"/>
    <w:rsid w:val="301C491F"/>
    <w:rsid w:val="301F663B"/>
    <w:rsid w:val="30C80FB3"/>
    <w:rsid w:val="30D10373"/>
    <w:rsid w:val="30EF2188"/>
    <w:rsid w:val="311C5089"/>
    <w:rsid w:val="313B752E"/>
    <w:rsid w:val="314900E1"/>
    <w:rsid w:val="3161621B"/>
    <w:rsid w:val="31B8739E"/>
    <w:rsid w:val="31BD4BAF"/>
    <w:rsid w:val="31CA3240"/>
    <w:rsid w:val="321441E4"/>
    <w:rsid w:val="322504AE"/>
    <w:rsid w:val="322F3A46"/>
    <w:rsid w:val="325A1469"/>
    <w:rsid w:val="329B3304"/>
    <w:rsid w:val="32A17336"/>
    <w:rsid w:val="32A27C71"/>
    <w:rsid w:val="32AF3948"/>
    <w:rsid w:val="32BF1A24"/>
    <w:rsid w:val="32E761C4"/>
    <w:rsid w:val="335B4520"/>
    <w:rsid w:val="338F6883"/>
    <w:rsid w:val="33AA0345"/>
    <w:rsid w:val="33AF78C9"/>
    <w:rsid w:val="33BA1E63"/>
    <w:rsid w:val="33D17F3A"/>
    <w:rsid w:val="33F74B00"/>
    <w:rsid w:val="34481AFC"/>
    <w:rsid w:val="34484F30"/>
    <w:rsid w:val="347474FF"/>
    <w:rsid w:val="34843D93"/>
    <w:rsid w:val="348A6DAF"/>
    <w:rsid w:val="34A76F77"/>
    <w:rsid w:val="34CD147F"/>
    <w:rsid w:val="35040C78"/>
    <w:rsid w:val="35692BC1"/>
    <w:rsid w:val="35883204"/>
    <w:rsid w:val="35AE6E11"/>
    <w:rsid w:val="35CA4F85"/>
    <w:rsid w:val="35F9161E"/>
    <w:rsid w:val="3647586B"/>
    <w:rsid w:val="365031FF"/>
    <w:rsid w:val="36763B2E"/>
    <w:rsid w:val="36833557"/>
    <w:rsid w:val="37DB0ECC"/>
    <w:rsid w:val="38330051"/>
    <w:rsid w:val="384F7445"/>
    <w:rsid w:val="385F0C77"/>
    <w:rsid w:val="3879584B"/>
    <w:rsid w:val="38A67788"/>
    <w:rsid w:val="38FF429D"/>
    <w:rsid w:val="392A2DC2"/>
    <w:rsid w:val="392C0473"/>
    <w:rsid w:val="396C17B1"/>
    <w:rsid w:val="398306DC"/>
    <w:rsid w:val="39984745"/>
    <w:rsid w:val="39B462C9"/>
    <w:rsid w:val="39BA50A4"/>
    <w:rsid w:val="3A140BA9"/>
    <w:rsid w:val="3A2D3996"/>
    <w:rsid w:val="3A3B1957"/>
    <w:rsid w:val="3A6046F2"/>
    <w:rsid w:val="3A7101F6"/>
    <w:rsid w:val="3A79139C"/>
    <w:rsid w:val="3AA429B8"/>
    <w:rsid w:val="3ABE0451"/>
    <w:rsid w:val="3B122A11"/>
    <w:rsid w:val="3B1F1DE8"/>
    <w:rsid w:val="3B270265"/>
    <w:rsid w:val="3B6960BF"/>
    <w:rsid w:val="3B757DBD"/>
    <w:rsid w:val="3B8C1BE2"/>
    <w:rsid w:val="3BCC57B1"/>
    <w:rsid w:val="3C037A1A"/>
    <w:rsid w:val="3C2454C2"/>
    <w:rsid w:val="3C375B96"/>
    <w:rsid w:val="3C533B74"/>
    <w:rsid w:val="3C8E1505"/>
    <w:rsid w:val="3CB93D65"/>
    <w:rsid w:val="3D383DBA"/>
    <w:rsid w:val="3D4637E1"/>
    <w:rsid w:val="3D80385B"/>
    <w:rsid w:val="3DB679D3"/>
    <w:rsid w:val="3DF61F78"/>
    <w:rsid w:val="3E32349B"/>
    <w:rsid w:val="3E4E4053"/>
    <w:rsid w:val="3E7B12F8"/>
    <w:rsid w:val="3ECF1C51"/>
    <w:rsid w:val="3EDB3EED"/>
    <w:rsid w:val="3EEB161B"/>
    <w:rsid w:val="3F255D10"/>
    <w:rsid w:val="3F2F43FB"/>
    <w:rsid w:val="3F4674F1"/>
    <w:rsid w:val="40185D56"/>
    <w:rsid w:val="403A69F2"/>
    <w:rsid w:val="40486C8E"/>
    <w:rsid w:val="40D4468F"/>
    <w:rsid w:val="414046AA"/>
    <w:rsid w:val="41561554"/>
    <w:rsid w:val="41572D65"/>
    <w:rsid w:val="41712063"/>
    <w:rsid w:val="41754D1F"/>
    <w:rsid w:val="41955490"/>
    <w:rsid w:val="41D6397F"/>
    <w:rsid w:val="423B4745"/>
    <w:rsid w:val="423C1A41"/>
    <w:rsid w:val="427609FD"/>
    <w:rsid w:val="428622B0"/>
    <w:rsid w:val="42E27E1C"/>
    <w:rsid w:val="43010085"/>
    <w:rsid w:val="4322086C"/>
    <w:rsid w:val="4336498B"/>
    <w:rsid w:val="434E7431"/>
    <w:rsid w:val="435940F8"/>
    <w:rsid w:val="43797EC0"/>
    <w:rsid w:val="438E19DA"/>
    <w:rsid w:val="43BE5D24"/>
    <w:rsid w:val="441279FF"/>
    <w:rsid w:val="4418479D"/>
    <w:rsid w:val="44453DDE"/>
    <w:rsid w:val="44DF66BC"/>
    <w:rsid w:val="45520DD0"/>
    <w:rsid w:val="45927D48"/>
    <w:rsid w:val="45B14780"/>
    <w:rsid w:val="45C2203C"/>
    <w:rsid w:val="45CE5548"/>
    <w:rsid w:val="45D2293C"/>
    <w:rsid w:val="460126F5"/>
    <w:rsid w:val="4610356B"/>
    <w:rsid w:val="46351951"/>
    <w:rsid w:val="464A7F94"/>
    <w:rsid w:val="464E2802"/>
    <w:rsid w:val="4688793B"/>
    <w:rsid w:val="468D25D9"/>
    <w:rsid w:val="469A5ED6"/>
    <w:rsid w:val="469F52BB"/>
    <w:rsid w:val="47373E30"/>
    <w:rsid w:val="477052EA"/>
    <w:rsid w:val="479730E4"/>
    <w:rsid w:val="47CB1285"/>
    <w:rsid w:val="47DD14A5"/>
    <w:rsid w:val="47F606D6"/>
    <w:rsid w:val="481B4975"/>
    <w:rsid w:val="486C312C"/>
    <w:rsid w:val="486D0FEC"/>
    <w:rsid w:val="48C9031A"/>
    <w:rsid w:val="48DF3952"/>
    <w:rsid w:val="49235724"/>
    <w:rsid w:val="49395942"/>
    <w:rsid w:val="495B5813"/>
    <w:rsid w:val="49606F40"/>
    <w:rsid w:val="49CA57CB"/>
    <w:rsid w:val="49E81B9B"/>
    <w:rsid w:val="4A3D4188"/>
    <w:rsid w:val="4A795210"/>
    <w:rsid w:val="4A9345DE"/>
    <w:rsid w:val="4ACA2718"/>
    <w:rsid w:val="4B387A70"/>
    <w:rsid w:val="4B7340AE"/>
    <w:rsid w:val="4BA272A3"/>
    <w:rsid w:val="4BA87F43"/>
    <w:rsid w:val="4BBC5FA5"/>
    <w:rsid w:val="4BE8646B"/>
    <w:rsid w:val="4BF24C6A"/>
    <w:rsid w:val="4C1E4784"/>
    <w:rsid w:val="4C390632"/>
    <w:rsid w:val="4C5F6EB9"/>
    <w:rsid w:val="4C604586"/>
    <w:rsid w:val="4C62274E"/>
    <w:rsid w:val="4C841607"/>
    <w:rsid w:val="4C86123A"/>
    <w:rsid w:val="4C8B4705"/>
    <w:rsid w:val="4C8C47E3"/>
    <w:rsid w:val="4CE409DD"/>
    <w:rsid w:val="4CE640FE"/>
    <w:rsid w:val="4D146BC3"/>
    <w:rsid w:val="4D1B2988"/>
    <w:rsid w:val="4DC63704"/>
    <w:rsid w:val="4DCF4F68"/>
    <w:rsid w:val="4E323AFF"/>
    <w:rsid w:val="4E3C1A0A"/>
    <w:rsid w:val="4E777A24"/>
    <w:rsid w:val="4EAE77CF"/>
    <w:rsid w:val="4F250EBF"/>
    <w:rsid w:val="4FF64112"/>
    <w:rsid w:val="4FF67BBA"/>
    <w:rsid w:val="50113B43"/>
    <w:rsid w:val="503C43F9"/>
    <w:rsid w:val="505D5184"/>
    <w:rsid w:val="50BD6167"/>
    <w:rsid w:val="50C26303"/>
    <w:rsid w:val="50CC56A2"/>
    <w:rsid w:val="50CC5E28"/>
    <w:rsid w:val="50E5221B"/>
    <w:rsid w:val="50E631AF"/>
    <w:rsid w:val="51015137"/>
    <w:rsid w:val="510B6DFA"/>
    <w:rsid w:val="515A15AA"/>
    <w:rsid w:val="51A21957"/>
    <w:rsid w:val="51B44F9E"/>
    <w:rsid w:val="51C16550"/>
    <w:rsid w:val="51D73B4A"/>
    <w:rsid w:val="522B4A59"/>
    <w:rsid w:val="522D1A84"/>
    <w:rsid w:val="52547F2A"/>
    <w:rsid w:val="525C74AD"/>
    <w:rsid w:val="529854A7"/>
    <w:rsid w:val="52DE645B"/>
    <w:rsid w:val="52ED65B5"/>
    <w:rsid w:val="53606524"/>
    <w:rsid w:val="5393041A"/>
    <w:rsid w:val="53D23D42"/>
    <w:rsid w:val="54100863"/>
    <w:rsid w:val="541B187A"/>
    <w:rsid w:val="54350C7B"/>
    <w:rsid w:val="54357592"/>
    <w:rsid w:val="54433EFC"/>
    <w:rsid w:val="547577C2"/>
    <w:rsid w:val="547C2C41"/>
    <w:rsid w:val="54FE4287"/>
    <w:rsid w:val="551377CC"/>
    <w:rsid w:val="55A06BD4"/>
    <w:rsid w:val="55A4094D"/>
    <w:rsid w:val="560146F6"/>
    <w:rsid w:val="560B0BE3"/>
    <w:rsid w:val="560E1F74"/>
    <w:rsid w:val="56344C9A"/>
    <w:rsid w:val="56480272"/>
    <w:rsid w:val="56497CB6"/>
    <w:rsid w:val="56666907"/>
    <w:rsid w:val="569B60FF"/>
    <w:rsid w:val="56D00224"/>
    <w:rsid w:val="573D3E09"/>
    <w:rsid w:val="5785222F"/>
    <w:rsid w:val="57873ABE"/>
    <w:rsid w:val="57942026"/>
    <w:rsid w:val="57A37E54"/>
    <w:rsid w:val="583E4329"/>
    <w:rsid w:val="585303BA"/>
    <w:rsid w:val="58D93E38"/>
    <w:rsid w:val="58E37794"/>
    <w:rsid w:val="590F7087"/>
    <w:rsid w:val="593D2D3F"/>
    <w:rsid w:val="598705F0"/>
    <w:rsid w:val="59963B53"/>
    <w:rsid w:val="599A60D2"/>
    <w:rsid w:val="59A93B20"/>
    <w:rsid w:val="59D83A01"/>
    <w:rsid w:val="5A070962"/>
    <w:rsid w:val="5A37316B"/>
    <w:rsid w:val="5A5F3294"/>
    <w:rsid w:val="5A671054"/>
    <w:rsid w:val="5A7F38A9"/>
    <w:rsid w:val="5B184203"/>
    <w:rsid w:val="5B6D2BB9"/>
    <w:rsid w:val="5BA03966"/>
    <w:rsid w:val="5BA1789E"/>
    <w:rsid w:val="5BBF00D8"/>
    <w:rsid w:val="5BC934AE"/>
    <w:rsid w:val="5C3A27C4"/>
    <w:rsid w:val="5C5D6D04"/>
    <w:rsid w:val="5C631D82"/>
    <w:rsid w:val="5C703B78"/>
    <w:rsid w:val="5CA54DF5"/>
    <w:rsid w:val="5CB801A8"/>
    <w:rsid w:val="5D553153"/>
    <w:rsid w:val="5DAE1A5C"/>
    <w:rsid w:val="5DB61475"/>
    <w:rsid w:val="5DD20DA8"/>
    <w:rsid w:val="5DFB1B8B"/>
    <w:rsid w:val="5E147D54"/>
    <w:rsid w:val="5E2A4A80"/>
    <w:rsid w:val="5E597D54"/>
    <w:rsid w:val="5E7F4605"/>
    <w:rsid w:val="5E831AA7"/>
    <w:rsid w:val="5EA217F0"/>
    <w:rsid w:val="5EE60739"/>
    <w:rsid w:val="5F244F3A"/>
    <w:rsid w:val="5F7028EC"/>
    <w:rsid w:val="5F90691B"/>
    <w:rsid w:val="5F9B2CCF"/>
    <w:rsid w:val="5FA44497"/>
    <w:rsid w:val="5FB375DD"/>
    <w:rsid w:val="600C14F4"/>
    <w:rsid w:val="60297D00"/>
    <w:rsid w:val="609A10A0"/>
    <w:rsid w:val="60D86DCD"/>
    <w:rsid w:val="612018A5"/>
    <w:rsid w:val="613F2803"/>
    <w:rsid w:val="613F636B"/>
    <w:rsid w:val="61463B9B"/>
    <w:rsid w:val="61AC2C40"/>
    <w:rsid w:val="61B31912"/>
    <w:rsid w:val="61C9029A"/>
    <w:rsid w:val="61FC203F"/>
    <w:rsid w:val="621D3918"/>
    <w:rsid w:val="621E21B5"/>
    <w:rsid w:val="62561045"/>
    <w:rsid w:val="62611493"/>
    <w:rsid w:val="629038A5"/>
    <w:rsid w:val="62976268"/>
    <w:rsid w:val="62DE0FC5"/>
    <w:rsid w:val="62E46882"/>
    <w:rsid w:val="62E57D6C"/>
    <w:rsid w:val="630948A4"/>
    <w:rsid w:val="630D4CDB"/>
    <w:rsid w:val="631018F4"/>
    <w:rsid w:val="632E4D7E"/>
    <w:rsid w:val="633D233D"/>
    <w:rsid w:val="635D4115"/>
    <w:rsid w:val="63701DA1"/>
    <w:rsid w:val="63710D24"/>
    <w:rsid w:val="637552C3"/>
    <w:rsid w:val="637A5783"/>
    <w:rsid w:val="63827FAD"/>
    <w:rsid w:val="641343C5"/>
    <w:rsid w:val="644C54F8"/>
    <w:rsid w:val="648A0F80"/>
    <w:rsid w:val="649110A5"/>
    <w:rsid w:val="64B818DE"/>
    <w:rsid w:val="64BB6734"/>
    <w:rsid w:val="64EA5102"/>
    <w:rsid w:val="654B280B"/>
    <w:rsid w:val="65681BDD"/>
    <w:rsid w:val="659A71EE"/>
    <w:rsid w:val="65A44FB7"/>
    <w:rsid w:val="65C5024C"/>
    <w:rsid w:val="65F83720"/>
    <w:rsid w:val="662329DD"/>
    <w:rsid w:val="66A31EBB"/>
    <w:rsid w:val="66E12268"/>
    <w:rsid w:val="675B7BA5"/>
    <w:rsid w:val="67A15CBA"/>
    <w:rsid w:val="67D71200"/>
    <w:rsid w:val="67FB76EA"/>
    <w:rsid w:val="685F0A6E"/>
    <w:rsid w:val="6873416A"/>
    <w:rsid w:val="68AA7B28"/>
    <w:rsid w:val="68C356C6"/>
    <w:rsid w:val="68C92469"/>
    <w:rsid w:val="68CE2F67"/>
    <w:rsid w:val="69067B6A"/>
    <w:rsid w:val="69877F2E"/>
    <w:rsid w:val="698B24A0"/>
    <w:rsid w:val="69F1312B"/>
    <w:rsid w:val="6A0E672A"/>
    <w:rsid w:val="6A5E14D2"/>
    <w:rsid w:val="6A9D14BF"/>
    <w:rsid w:val="6AA37957"/>
    <w:rsid w:val="6ACA59B0"/>
    <w:rsid w:val="6AD432D5"/>
    <w:rsid w:val="6AD56E0B"/>
    <w:rsid w:val="6ADB3225"/>
    <w:rsid w:val="6B4A0C24"/>
    <w:rsid w:val="6B712F81"/>
    <w:rsid w:val="6B825E60"/>
    <w:rsid w:val="6B940BA3"/>
    <w:rsid w:val="6BBF5098"/>
    <w:rsid w:val="6BC61F64"/>
    <w:rsid w:val="6C062463"/>
    <w:rsid w:val="6C367327"/>
    <w:rsid w:val="6C452FC1"/>
    <w:rsid w:val="6C630073"/>
    <w:rsid w:val="6C7D27B5"/>
    <w:rsid w:val="6C843175"/>
    <w:rsid w:val="6CE6228B"/>
    <w:rsid w:val="6CEC2A4E"/>
    <w:rsid w:val="6D1A11F1"/>
    <w:rsid w:val="6D535020"/>
    <w:rsid w:val="6D58799B"/>
    <w:rsid w:val="6D596B4A"/>
    <w:rsid w:val="6D7E6881"/>
    <w:rsid w:val="6DA56A0C"/>
    <w:rsid w:val="6DC7036B"/>
    <w:rsid w:val="6DE756AC"/>
    <w:rsid w:val="6E422CC8"/>
    <w:rsid w:val="6E8971F7"/>
    <w:rsid w:val="6E9A21D9"/>
    <w:rsid w:val="6EF42AB9"/>
    <w:rsid w:val="6F106739"/>
    <w:rsid w:val="6F15482A"/>
    <w:rsid w:val="6F5E6FA0"/>
    <w:rsid w:val="6F9E4C71"/>
    <w:rsid w:val="6FA42641"/>
    <w:rsid w:val="6FB45C2C"/>
    <w:rsid w:val="6FC851A3"/>
    <w:rsid w:val="6FD53C37"/>
    <w:rsid w:val="6FD563C8"/>
    <w:rsid w:val="6FDB390B"/>
    <w:rsid w:val="6FE21C8C"/>
    <w:rsid w:val="6FE7780C"/>
    <w:rsid w:val="6FF1787F"/>
    <w:rsid w:val="6FF62952"/>
    <w:rsid w:val="7024009B"/>
    <w:rsid w:val="703E6348"/>
    <w:rsid w:val="706B74A1"/>
    <w:rsid w:val="708E6E1F"/>
    <w:rsid w:val="70A71748"/>
    <w:rsid w:val="70B07A9B"/>
    <w:rsid w:val="70C56C78"/>
    <w:rsid w:val="70CC084D"/>
    <w:rsid w:val="70F467DE"/>
    <w:rsid w:val="712B0468"/>
    <w:rsid w:val="71404768"/>
    <w:rsid w:val="71424559"/>
    <w:rsid w:val="714820BB"/>
    <w:rsid w:val="71620EC6"/>
    <w:rsid w:val="71785FE9"/>
    <w:rsid w:val="718E5BFF"/>
    <w:rsid w:val="719A7E52"/>
    <w:rsid w:val="71C531BF"/>
    <w:rsid w:val="71FC7C4F"/>
    <w:rsid w:val="72162418"/>
    <w:rsid w:val="722B7343"/>
    <w:rsid w:val="724215F5"/>
    <w:rsid w:val="724F4999"/>
    <w:rsid w:val="72643751"/>
    <w:rsid w:val="728328AA"/>
    <w:rsid w:val="72884A0C"/>
    <w:rsid w:val="72E2669A"/>
    <w:rsid w:val="72F50EBB"/>
    <w:rsid w:val="732022A5"/>
    <w:rsid w:val="737030BA"/>
    <w:rsid w:val="73A57940"/>
    <w:rsid w:val="73BB01CF"/>
    <w:rsid w:val="73FA0F56"/>
    <w:rsid w:val="742720C3"/>
    <w:rsid w:val="74535840"/>
    <w:rsid w:val="749A771E"/>
    <w:rsid w:val="74C019A6"/>
    <w:rsid w:val="74D626D4"/>
    <w:rsid w:val="74DD2969"/>
    <w:rsid w:val="74FF5774"/>
    <w:rsid w:val="755C1E90"/>
    <w:rsid w:val="759432AE"/>
    <w:rsid w:val="75E1239D"/>
    <w:rsid w:val="76004DC0"/>
    <w:rsid w:val="762E1E4E"/>
    <w:rsid w:val="768A4D12"/>
    <w:rsid w:val="76B7771F"/>
    <w:rsid w:val="76DD44DD"/>
    <w:rsid w:val="772F60A3"/>
    <w:rsid w:val="778C7FC9"/>
    <w:rsid w:val="77C05673"/>
    <w:rsid w:val="78052087"/>
    <w:rsid w:val="782A771C"/>
    <w:rsid w:val="782E4DD1"/>
    <w:rsid w:val="783D2A16"/>
    <w:rsid w:val="786945CD"/>
    <w:rsid w:val="789D676F"/>
    <w:rsid w:val="790777D6"/>
    <w:rsid w:val="795B528B"/>
    <w:rsid w:val="795F69F3"/>
    <w:rsid w:val="79715B94"/>
    <w:rsid w:val="797371DF"/>
    <w:rsid w:val="79C220D6"/>
    <w:rsid w:val="79C96961"/>
    <w:rsid w:val="79CB7383"/>
    <w:rsid w:val="79FF7F7D"/>
    <w:rsid w:val="7A122CA7"/>
    <w:rsid w:val="7A275147"/>
    <w:rsid w:val="7A393EDC"/>
    <w:rsid w:val="7A5A209C"/>
    <w:rsid w:val="7A650972"/>
    <w:rsid w:val="7A700C65"/>
    <w:rsid w:val="7AEF523A"/>
    <w:rsid w:val="7B12724C"/>
    <w:rsid w:val="7B1E35AB"/>
    <w:rsid w:val="7B5C7B86"/>
    <w:rsid w:val="7B794BA1"/>
    <w:rsid w:val="7B830405"/>
    <w:rsid w:val="7B932B38"/>
    <w:rsid w:val="7BA63594"/>
    <w:rsid w:val="7BE162A4"/>
    <w:rsid w:val="7BE72367"/>
    <w:rsid w:val="7C133E27"/>
    <w:rsid w:val="7C421669"/>
    <w:rsid w:val="7C550A5C"/>
    <w:rsid w:val="7C730D9C"/>
    <w:rsid w:val="7C766462"/>
    <w:rsid w:val="7CED5FAC"/>
    <w:rsid w:val="7D0079C6"/>
    <w:rsid w:val="7D5C0E39"/>
    <w:rsid w:val="7D70037F"/>
    <w:rsid w:val="7DE06865"/>
    <w:rsid w:val="7E263FB5"/>
    <w:rsid w:val="7E486EB2"/>
    <w:rsid w:val="7E641C8E"/>
    <w:rsid w:val="7E742D92"/>
    <w:rsid w:val="7E7718CE"/>
    <w:rsid w:val="7E851F07"/>
    <w:rsid w:val="7E934D87"/>
    <w:rsid w:val="7E9A0D84"/>
    <w:rsid w:val="7E9C5F7C"/>
    <w:rsid w:val="7EA637B6"/>
    <w:rsid w:val="7F163B57"/>
    <w:rsid w:val="7F196982"/>
    <w:rsid w:val="7F266B17"/>
    <w:rsid w:val="7F267E0B"/>
    <w:rsid w:val="7F663224"/>
    <w:rsid w:val="7F77411C"/>
    <w:rsid w:val="7F8263BD"/>
    <w:rsid w:val="7FC12141"/>
    <w:rsid w:val="7FD37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TML Preformatted"/>
    <w:basedOn w:val="1"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paragraph" w:styleId="3">
    <w:name w:val="Normal (Web)"/>
    <w:basedOn w:val="1"/>
    <w:qFormat/>
    <w:uiPriority w:val="0"/>
    <w:rPr>
      <w:sz w:val="24"/>
    </w:rPr>
  </w:style>
  <w:style w:type="character" w:styleId="6">
    <w:name w:val="Hyperlink"/>
    <w:basedOn w:val="5"/>
    <w:qFormat/>
    <w:uiPriority w:val="0"/>
    <w:rPr>
      <w:color w:val="0000FF"/>
      <w:u w:val="single"/>
    </w:rPr>
  </w:style>
  <w:style w:type="paragraph" w:styleId="7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Application%20Data\Kingsoft\wps\addons\pool\win-i386\knewfileruby_1.0.0.10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2</Pages>
  <Words>0</Words>
  <Characters>0</Characters>
  <Lines>0</Lines>
  <Paragraphs>0</Paragraphs>
  <TotalTime>12</TotalTime>
  <ScaleCrop>false</ScaleCrop>
  <LinksUpToDate>false</LinksUpToDate>
  <CharactersWithSpaces>0</CharactersWithSpaces>
  <Application>WPS Office_11.1.0.12116_F1E327BC-269C-435d-A152-05C5408002CA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2018-06-05T16:12:00Z</dcterms:created>
  <dc:creator>裸奔的蚂蚁</dc:creator>
  <cp:lastModifiedBy>铭</cp:lastModifiedBy>
  <dcterms:modified xsi:type="dcterms:W3CDTF">2022-09-21T09:04:14Z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2052-11.1.0.12116</vt:lpwstr>
  </property>
  <property fmtid="{D5CDD505-2E9C-101B-9397-08002B2CF9AE}" pid="3" name="KSORubyTemplateID" linkTarget="0">
    <vt:lpwstr>4</vt:lpwstr>
  </property>
  <property fmtid="{D5CDD505-2E9C-101B-9397-08002B2CF9AE}" pid="4" name="ICV">
    <vt:lpwstr>407C89FEDAFA4F798CAB4031177BEF97</vt:lpwstr>
  </property>
  <property fmtid="{D5CDD505-2E9C-101B-9397-08002B2CF9AE}" pid="5" name="KSOTemplateUUID">
    <vt:lpwstr>v1.0_mb_eCNwsjNXCjCjlFTRVGyzHQ==</vt:lpwstr>
  </property>
</Properties>
</file>