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asciiTheme="majorEastAsia" w:hAnsiTheme="majorEastAsia" w:eastAsiaTheme="majorEastAsia"/>
          <w:b/>
          <w:sz w:val="44"/>
          <w:szCs w:val="44"/>
        </w:rPr>
        <w:t>三八妇女节演讲稿（学生）</w:t>
      </w:r>
      <w:r>
        <w:rPr>
          <w:rFonts w:asciiTheme="majorEastAsia" w:hAnsiTheme="majorEastAsia" w:eastAsiaTheme="majorEastAsia"/>
          <w:b/>
          <w:sz w:val="44"/>
          <w:szCs w:val="44"/>
        </w:rPr>
        <w:br w:type="textWrapping"/>
      </w:r>
    </w:p>
    <w:p>
      <w:pPr>
        <w:spacing w:line="480" w:lineRule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尊敬的老师、同学们：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大家好!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春回大地，万象更新，在 这生机盎然的季节里，我们也迎来了今年的三八妇女节，在这里请让我衷心地对所有女老师们说一声：节日好!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有一首歌叫《长大后，我就成了你》：小时候我以为你很美丽，领着一群小鸟飞来飞去。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长大后我就成了你，才知道那间教室，放飞的是希望，守巢的是自己;那块黑板写下的是真理，擦去的是功利;那根粉笔画出的是彩虹，流下的是泪滴 .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每次听到它，</w:t>
      </w:r>
      <w:bookmarkStart w:id="0" w:name="_GoBack"/>
      <w:bookmarkEnd w:id="0"/>
      <w:r>
        <w:rPr>
          <w:rFonts w:asciiTheme="minorEastAsia" w:hAnsiTheme="minorEastAsia" w:eastAsiaTheme="minorEastAsia"/>
          <w:sz w:val="24"/>
          <w:szCs w:val="24"/>
        </w:rPr>
        <w:t>唱起它，我都会在内心经受一次爱的洗礼。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人一生从上幼儿园到小学、初中，乃至大学，会有许许多多的老师。倾注爱心，关注学生的成长，是每一位老师共同的追求。而这其中，女老师的爱是不同于一般老师的爱，她是一种把全部心灵和才智献给孩子的真诚。这种爱是无私的，它毫无保留地献给所有学生;这种爱是深沉的，它蕴涵在为所有学生所做的每一件事中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在幼儿园里，我们有了人生第一位老师。当我们哭哭啼啼时，是您张开母亲般的双臂将我们揽入温暖的怀里;当我们在小小睡床上辗转反侧时，是您轻轻地走近床边，为我们掖好被角;当我们身体不舒服时，是您急急忙忙把我们抱到医务室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渐渐我们长大，背起书包，走入学堂，认识了更多新的老师。为了我们成长，老师您昼夜劳作，却无怨无悔。多少个宁静的夜晚，为了备好每一堂课，是您认真钻研教材;多少个业余时间，为了转化后进学生，又是您冒着严寒酷暑去家访;多少个节假日，您放弃与家人休闲的时间，潜心进修，利用一切可以利用的时间来 自我充电 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老师是蜡烛，为了光明而燃烧;老师是园丁，为了祖国明天的花朵而辛勤劳动;老师是露珠，不断滋润我们这片绿草;老师是大树，为我们遮风挡雨;老师是太阳、是火柴、是粉笔 老师，一个多么令人尊敬而高尚的职业啊!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落叶在空中盘旋，谱写着一曲美妙的乐章，那是大树在对滋养它的大地感恩;白云在蔚蓝的天空中飘荡，绘画着那一幅幅怡人的画面，那是白云在对哺育它的蓝天感恩。因为有老师，我们认识了多彩的世界;因为有老师，懂得了生命的真谛，所以我们对老师要懂得知恩、感恩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对老师的感恩是敬重的。自古以来，伟人们都对自己的老师有着一颗感恩的心。著名科学家居里夫人，曾两次获得诺贝尔奖，但她在看见自己的小学老师时，马上献上一束鲜花表达她的感激之情;伟人毛泽东也同样常常在佳节送上对老师的一份深深感激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对老师的感恩是发自内心的。感激不需要惊天动地，只需要你的一声呼唤，一丝体贴足够。下课了，老师疲惫不堪地坐在讲台上，同学们，你可以轻轻地走过去，为老师捶捶背揉揉肩;放学后，当你发现老师还坐在办公室为我们一丝不苟地批改作业时，同学们，你可以悄悄地为老师倒上一杯温水;课间，你发现教室里有废纸屑，同学们，你可以顺手捡起来，为老师打造一个整洁的教学环境;节日里，同学们，你可以为老师献上一支花、一张贺卡，那是对老师永远的祝福 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对老师的感恩是要回报社会的。 春蚕到死丝方尽，蜡炬成灰泪始干 ，老师，您呕心沥血、兢兢业业、默默无闻奉献着光和热。在这平淡却不平凡的岗位上，您不仅教给我们知识，更重要的是，还教育我们怎样做人。 十年树木，百年树人 ，做一个对社会、对国家、对民族有用的人，那才是对老师最好的报答。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同学们，让我们共同祝愿天下所有老师永远幸福快乐、永远年轻!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我的演讲结束，谢谢大家!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F8B"/>
    <w:rsid w:val="000B6D27"/>
    <w:rsid w:val="001D0743"/>
    <w:rsid w:val="0021361C"/>
    <w:rsid w:val="00217F42"/>
    <w:rsid w:val="0025739E"/>
    <w:rsid w:val="002F39B4"/>
    <w:rsid w:val="002F3BFF"/>
    <w:rsid w:val="002F6963"/>
    <w:rsid w:val="00544AC7"/>
    <w:rsid w:val="005A2F8B"/>
    <w:rsid w:val="005C1122"/>
    <w:rsid w:val="00753B7B"/>
    <w:rsid w:val="007A19D7"/>
    <w:rsid w:val="007E2DDB"/>
    <w:rsid w:val="008D5EE1"/>
    <w:rsid w:val="009A27D4"/>
    <w:rsid w:val="00DA5FFB"/>
    <w:rsid w:val="00FC3368"/>
    <w:rsid w:val="1B7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cd29eb33-a82c-4561-91d4-4ab5f447d9dd\&#19977;&#20843;&#22919;&#22899;&#33410;&#28436;&#35762;&#31295;&#23398;&#2998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三八妇女节演讲稿学生.docx</Template>
  <Company>巴南区委办</Company>
  <Pages>3</Pages>
  <Words>1341</Words>
  <Characters>1348</Characters>
  <Lines>1</Lines>
  <Paragraphs>1</Paragraphs>
  <TotalTime>7</TotalTime>
  <ScaleCrop>false</ScaleCrop>
  <LinksUpToDate>false</LinksUpToDate>
  <CharactersWithSpaces>1377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2022-03-04T08:14:00Z</dcterms:created>
  <dc:creator>铭</dc:creator>
  <cp:lastModifiedBy>铭</cp:lastModifiedBy>
  <dcterms:modified xsi:type="dcterms:W3CDTF">2022-03-04T08:17:38Z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v1.0_library_t2u6n8WAbXdgheQbmzREfg==</vt:lpwstr>
  </property>
  <property fmtid="{D5CDD505-2E9C-101B-9397-08002B2CF9AE}" pid="4" name="ICV">
    <vt:lpwstr>8FBD140309AC46888DBB2ABC034E0B30</vt:lpwstr>
  </property>
</Properties>
</file>