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315" w:leftChars="150" w:right="315" w:rightChars="150"/>
        <w:jc w:val="center"/>
        <w:textAlignment w:val="auto"/>
        <w:rPr>
          <w:rFonts w:hint="eastAsia"/>
          <w:b/>
          <w:bCs/>
          <w:sz w:val="36"/>
          <w:szCs w:val="44"/>
          <w:lang w:eastAsia="zh-CN"/>
        </w:rPr>
      </w:pPr>
      <w:r>
        <w:rPr>
          <w:rFonts w:hint="eastAsia"/>
          <w:b/>
          <w:bCs/>
          <w:sz w:val="36"/>
          <w:szCs w:val="44"/>
        </w:rPr>
        <w:t>让自律从现在开始</w:t>
      </w:r>
      <w:r>
        <w:rPr>
          <w:rFonts w:hint="eastAsia"/>
          <w:b/>
          <w:bCs/>
          <w:sz w:val="36"/>
          <w:szCs w:val="44"/>
          <w:lang w:eastAsia="zh-CN"/>
        </w:rPr>
        <w:t>演讲稿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315" w:leftChars="150" w:right="315" w:rightChars="150"/>
        <w:textAlignment w:val="auto"/>
        <w:rPr>
          <w:rFonts w:hint="eastAsia" w:eastAsia="宋体"/>
          <w:sz w:val="24"/>
          <w:szCs w:val="32"/>
          <w:lang w:eastAsia="zh-CN"/>
        </w:rPr>
      </w:pPr>
      <w:r>
        <w:rPr>
          <w:rFonts w:hint="eastAsia"/>
          <w:sz w:val="24"/>
          <w:szCs w:val="32"/>
        </w:rPr>
        <w:t>尊敬的老师，亲爱的同学们 大家好 今天我演讲的题目是</w:t>
      </w:r>
      <w:r>
        <w:rPr>
          <w:rFonts w:hint="eastAsia"/>
          <w:sz w:val="24"/>
          <w:szCs w:val="32"/>
          <w:lang w:eastAsia="zh-CN"/>
        </w:rPr>
        <w:t>：</w:t>
      </w:r>
      <w:r>
        <w:rPr>
          <w:rFonts w:hint="eastAsia"/>
          <w:sz w:val="24"/>
          <w:szCs w:val="32"/>
        </w:rPr>
        <w:t>自律</w:t>
      </w:r>
      <w:r>
        <w:rPr>
          <w:rFonts w:hint="eastAsia"/>
          <w:sz w:val="24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315" w:leftChars="150" w:right="315" w:rightChars="150" w:firstLine="435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作为一名学生，我们应该“立志言为本，修身行乃先”。古人的语句，字字透露了自律的重要性，每个人在这充满蛊惑的世界前行，势必会受到各种欲望的诱惑。其实在做决定的一瞬，个人价值就已被定格了，想要升华自身，就让改变从现在开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315" w:leftChars="150" w:right="315" w:rightChars="150" w:firstLine="435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自律，从另一意义上讲就是慎独。指的是人们在个人独自居处的时候，也能自觉严于律己，谨慎的对待自己的所思所行，防止有违道德的欲念和行为发生，从而使道义时时刻刻伴随主体之身。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315" w:leftChars="150" w:right="315" w:rightChars="150" w:firstLine="435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学会自律，就是会控制自己的思念和欲望。“时间就像海绵里的水，挤一挤总是会有的”。鲁迅先生说了这句话也真正做到了这句话—惜时自律。年少时的迟到换来了老师的斥责—“你若还迟到，以后便不要来了罢”。他应了，默默地在桌角上刻了一个“早”，一个也刻进心里的早，从此再未迟到过，这便是一种自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315" w:leftChars="150" w:right="315" w:rightChars="150" w:firstLine="435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有了自律，才会向自己的目标更进一步。有的同学因为一时学习不如意，就自暴自弃；有的同学上课开小差，被老师叫去课后谈话；甚至有的同学遇到困难不是迎难而上，而是半途而废，打退堂鼓。但是，也一定会有这样的人，他们从不迟到早退，守时自律；他们从不出口成脏，守礼自律；他们从不请假，风雨无阻。这些小小的琐事，却更突显他们的严于律己。每件小事都是他们迈向成功的一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315" w:leftChars="150" w:right="315" w:rightChars="150" w:firstLine="435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其实自律说起来简单，行动起来则需要毅力，没有意志力的支撑，自律只是一纸空文；没有意志力的支撑，自律便是无根的花，无法生存；没有意志力的支撑，自律只是海中浮木，随波逐流，找不到成功的彼岸。所以意志力也是尤为重要的，其实锻炼毅力并不是什么千难万险的苦差事，它需要的只是你的一点行动力。当考试前你对灯苦读，在万籁俱静中自认为在坚持不下去时，请你想想你的目标；在你间操跑步太累坚持不下了时，请你在心中鼓励自己，为自己加油。意志力其实就是在小事不断的积累中千锤百炼而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315" w:leftChars="150" w:right="315" w:rightChars="150" w:firstLine="435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所以就让我们从今天做起，从小事做起。让这些点滴小事汇成长河，让“自律”二字真真正正烙印在心中。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315" w:leftChars="150" w:right="315" w:rightChars="150" w:firstLine="435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普罗图斯说过：“能主宰自己灵魂的人，将是永远被成为征服者的征服者。”勃朗宁也说过：“一个人一旦打响了征服自我的战斗，他便是值得称道的人。”那么就让我们做自己的征服者！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315" w:leftChars="150" w:right="315" w:rightChars="150" w:firstLine="435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让自律从现在开始，让改变从这里出发。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315" w:leftChars="150" w:right="315" w:rightChars="150"/>
        <w:textAlignment w:val="auto"/>
        <w:rPr>
          <w:rFonts w:hint="eastAsia"/>
          <w:sz w:val="24"/>
          <w:szCs w:val="32"/>
        </w:rPr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D236AAA"/>
    <w:rsid w:val="00092DB5"/>
    <w:rsid w:val="000B2994"/>
    <w:rsid w:val="001C1B5A"/>
    <w:rsid w:val="003310A6"/>
    <w:rsid w:val="004E6952"/>
    <w:rsid w:val="00523C9F"/>
    <w:rsid w:val="0056130A"/>
    <w:rsid w:val="00585C0A"/>
    <w:rsid w:val="00917F96"/>
    <w:rsid w:val="00B40C13"/>
    <w:rsid w:val="00D022F6"/>
    <w:rsid w:val="00E000E8"/>
    <w:rsid w:val="00E50BFE"/>
    <w:rsid w:val="171B3B8D"/>
    <w:rsid w:val="1D236AAA"/>
    <w:rsid w:val="266B7000"/>
    <w:rsid w:val="3D672C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46;&#30021;&#24037;&#20316;&#25991;&#20214;&#22841;\&#33539;&#25991;&#27169;&#26495;&#32032;&#26448;\3cf03212-05c3-450d-8a85-3e8a00292ce1\&#33258;&#24459;&#28436;&#35762;&#31295;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自律演讲稿.docx</Template>
  <Company>巴南区委办</Company>
  <Pages>2</Pages>
  <Words>925</Words>
  <Characters>925</Characters>
  <Lines>15</Lines>
  <Paragraphs>9</Paragraphs>
  <TotalTime>4</TotalTime>
  <ScaleCrop>false</ScaleCrop>
  <LinksUpToDate>false</LinksUpToDate>
  <CharactersWithSpaces>928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2022-03-04T08:43:00Z</dcterms:created>
  <dc:creator>铭</dc:creator>
  <cp:lastModifiedBy>铭</cp:lastModifiedBy>
  <dcterms:modified xsi:type="dcterms:W3CDTF">2022-03-04T08:47:50Z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KSOTemplateUUID">
    <vt:lpwstr>v1.0_library_lq7QU0d6uIQJr+jXvmGWsA==</vt:lpwstr>
  </property>
  <property fmtid="{D5CDD505-2E9C-101B-9397-08002B2CF9AE}" pid="4" name="ICV">
    <vt:lpwstr>2F5D6DE57C4B4216B61FABA593F51DA2</vt:lpwstr>
  </property>
</Properties>
</file>