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/>
      <w:r>
        <w:drawing>
          <wp:anchor distT="0" distB="0" distL="114300" distR="114300" simplePos="0" relativeHeight="251614208" behindDoc="0" locked="0" layoutInCell="1" allowOverlap="1">
            <wp:simplePos x="0" y="0"/>
            <wp:positionH relativeFrom="column">
              <wp:posOffset>-851535</wp:posOffset>
            </wp:positionH>
            <wp:positionV relativeFrom="paragraph">
              <wp:posOffset>400685</wp:posOffset>
            </wp:positionV>
            <wp:extent cx="1583055" cy="1583055"/>
            <wp:effectExtent l="323850" t="266700" r="245745" b="30289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53" t="802" r="5300" b="72737"/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1583055"/>
                    </a:xfrm>
                    <a:prstGeom prst="rect">
                      <a:avLst/>
                    </a:prstGeom>
                    <a:grpFill/>
                    <a:ln w="57150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203200" dist="38100" dir="9600000" sx="104000" sy="104000" algn="ctr" rotWithShape="0">
                        <a:prstClr val="black">
                          <a:alpha val="6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-606425</wp:posOffset>
                </wp:positionH>
                <wp:positionV relativeFrom="paragraph">
                  <wp:posOffset>3562985</wp:posOffset>
                </wp:positionV>
                <wp:extent cx="1408430" cy="1361440"/>
                <wp:effectExtent l="0" t="0" r="0" b="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404" cy="13614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 xml:space="preserve">生日：1991.12.18            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所在地：北京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>·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通州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电话：131415161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151515@126.com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7.75pt;margin-top:280.55pt;height:107.2pt;width:110.9pt;z-index:251609088;mso-width-relative:page;mso-height-relative:page;" filled="f" stroked="f" coordsize="21600,21600" o:gfxdata="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s55fQ9oAAAALAQAADwAAAAAAAAABACAAAAAiAAAAZHJzL2Rvd25y&#10;ZXYueG1sUEsBAhQAFAAAAAgAh07iQOVwsMGKAQAA7wIAAA4AAAAAAAAAAQAgAAAAKQ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 xml:space="preserve">生日：1991.12.18             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>所在地：北京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10"/>
                          <w:szCs w:val="10"/>
                        </w:rPr>
                        <w:t>·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>通州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>电话：131415161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>151515@126.com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-825500</wp:posOffset>
                </wp:positionH>
                <wp:positionV relativeFrom="paragraph">
                  <wp:posOffset>4686935</wp:posOffset>
                </wp:positionV>
                <wp:extent cx="157480" cy="105410"/>
                <wp:effectExtent l="0" t="0" r="0" b="9525"/>
                <wp:wrapNone/>
                <wp:docPr id="5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96" cy="10519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4795" h="3320682">
                              <a:moveTo>
                                <a:pt x="1897867" y="1805825"/>
                              </a:moveTo>
                              <a:lnTo>
                                <a:pt x="2485737" y="2315734"/>
                              </a:lnTo>
                              <a:lnTo>
                                <a:pt x="3073607" y="1805825"/>
                              </a:lnTo>
                              <a:lnTo>
                                <a:pt x="4820061" y="3320682"/>
                              </a:lnTo>
                              <a:lnTo>
                                <a:pt x="151413" y="3320682"/>
                              </a:lnTo>
                              <a:close/>
                              <a:moveTo>
                                <a:pt x="0" y="159634"/>
                              </a:moveTo>
                              <a:lnTo>
                                <a:pt x="1788328" y="1710812"/>
                              </a:lnTo>
                              <a:lnTo>
                                <a:pt x="0" y="3261996"/>
                              </a:lnTo>
                              <a:close/>
                              <a:moveTo>
                                <a:pt x="4974795" y="156753"/>
                              </a:moveTo>
                              <a:lnTo>
                                <a:pt x="4974795" y="3264872"/>
                              </a:lnTo>
                              <a:lnTo>
                                <a:pt x="3183146" y="1710812"/>
                              </a:lnTo>
                              <a:close/>
                              <a:moveTo>
                                <a:pt x="35040" y="0"/>
                              </a:moveTo>
                              <a:lnTo>
                                <a:pt x="4936434" y="0"/>
                              </a:lnTo>
                              <a:lnTo>
                                <a:pt x="2485737" y="21257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5pt;margin-top:369.05pt;height:8.3pt;width:12.4pt;z-index:251610112;v-text-anchor:middle;mso-width-relative:page;mso-height-relative:page;" fillcolor="#FFFFFF" filled="t" stroked="f" coordsize="4974795,3320682" o:gfxdata="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C5&#10;8NWP2gAAAA0BAAAPAAAAAAAAAAEAIAAAACIAAABkcnMvZG93bnJldi54bWxQSwECFAAUAAAACACH&#10;TuJAmHxScM0CAACrBgAADgAAAAAAAAABACAAAAApAQAAZHJzL2Uyb0RvYy54bWxQSwUGAAAAAAYA&#10;BgBZAQAAaAYAAAAA&#10;" path="m1897867,1805825l2485737,2315734,3073607,1805825,4820061,3320682,151413,3320682xm0,159634l1788328,1710812,0,3261996xm4974795,156753l4974795,3264872,3183146,1710812xm35040,0l4936434,0,2485737,2125709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-827405</wp:posOffset>
                </wp:positionH>
                <wp:positionV relativeFrom="paragraph">
                  <wp:posOffset>4067175</wp:posOffset>
                </wp:positionV>
                <wp:extent cx="157480" cy="134620"/>
                <wp:effectExtent l="0" t="0" r="0" b="0"/>
                <wp:wrapNone/>
                <wp:docPr id="5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96" cy="13431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72" h="400516">
                              <a:moveTo>
                                <a:pt x="324036" y="0"/>
                              </a:moveTo>
                              <a:lnTo>
                                <a:pt x="648072" y="216024"/>
                              </a:lnTo>
                              <a:lnTo>
                                <a:pt x="520183" y="216024"/>
                              </a:lnTo>
                              <a:cubicBezTo>
                                <a:pt x="521934" y="217353"/>
                                <a:pt x="522036" y="218913"/>
                                <a:pt x="522036" y="220497"/>
                              </a:cubicBezTo>
                              <a:lnTo>
                                <a:pt x="522036" y="364511"/>
                              </a:lnTo>
                              <a:cubicBezTo>
                                <a:pt x="522036" y="384396"/>
                                <a:pt x="505916" y="400516"/>
                                <a:pt x="486031" y="400516"/>
                              </a:cubicBezTo>
                              <a:lnTo>
                                <a:pt x="378042" y="400516"/>
                              </a:lnTo>
                              <a:lnTo>
                                <a:pt x="378042" y="256516"/>
                              </a:lnTo>
                              <a:lnTo>
                                <a:pt x="270030" y="256516"/>
                              </a:lnTo>
                              <a:lnTo>
                                <a:pt x="270030" y="400516"/>
                              </a:lnTo>
                              <a:lnTo>
                                <a:pt x="162041" y="400516"/>
                              </a:lnTo>
                              <a:cubicBezTo>
                                <a:pt x="142156" y="400516"/>
                                <a:pt x="126036" y="384396"/>
                                <a:pt x="126036" y="364511"/>
                              </a:cubicBezTo>
                              <a:lnTo>
                                <a:pt x="126036" y="220497"/>
                              </a:lnTo>
                              <a:lnTo>
                                <a:pt x="127889" y="216024"/>
                              </a:lnTo>
                              <a:lnTo>
                                <a:pt x="0" y="216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5.15pt;margin-top:320.25pt;height:10.6pt;width:12.4pt;z-index:251611136;v-text-anchor:middle;mso-width-relative:page;mso-height-relative:page;" fillcolor="#FFFFFF" filled="t" stroked="f" coordsize="648072,400516" o:gfxdata="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HbjelzcAAAADQEAAA8AAAAA&#10;AAAAAQAgAAAAIgAAAGRycy9kb3ducmV2LnhtbFBLAQIUABQAAAAIAIdO4kBYQi5K9AIAAHYHAAAO&#10;AAAAAAAAAAEAIAAAACsBAABkcnMvZTJvRG9jLnhtbFBLBQYAAAAABgAGAFkBAACRBgAAAAA=&#10;" path="m324036,0l648072,216024,520183,216024c521934,217353,522036,218913,522036,220497l522036,364511c522036,384396,505916,400516,486031,400516l378042,400516,378042,256516,270030,256516,270030,400516,162041,400516c142156,400516,126036,384396,126036,364511l126036,220497,127889,216024,0,216024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-823595</wp:posOffset>
                </wp:positionH>
                <wp:positionV relativeFrom="paragraph">
                  <wp:posOffset>4373245</wp:posOffset>
                </wp:positionV>
                <wp:extent cx="157480" cy="157480"/>
                <wp:effectExtent l="0" t="0" r="0" b="0"/>
                <wp:wrapNone/>
                <wp:docPr id="5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96" cy="1573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593" h="577592">
                              <a:moveTo>
                                <a:pt x="234310" y="380217"/>
                              </a:moveTo>
                              <a:cubicBezTo>
                                <a:pt x="246869" y="387442"/>
                                <a:pt x="258665" y="381442"/>
                                <a:pt x="262548" y="404283"/>
                              </a:cubicBezTo>
                              <a:cubicBezTo>
                                <a:pt x="266431" y="427125"/>
                                <a:pt x="242854" y="459767"/>
                                <a:pt x="229183" y="471323"/>
                              </a:cubicBezTo>
                              <a:cubicBezTo>
                                <a:pt x="215512" y="482878"/>
                                <a:pt x="193419" y="478515"/>
                                <a:pt x="180522" y="473617"/>
                              </a:cubicBezTo>
                              <a:cubicBezTo>
                                <a:pt x="193965" y="466292"/>
                                <a:pt x="207048" y="454529"/>
                                <a:pt x="217339" y="440601"/>
                              </a:cubicBezTo>
                              <a:cubicBezTo>
                                <a:pt x="233687" y="418479"/>
                                <a:pt x="240024" y="395096"/>
                                <a:pt x="234310" y="380217"/>
                              </a:cubicBezTo>
                              <a:close/>
                              <a:moveTo>
                                <a:pt x="425006" y="121382"/>
                              </a:moveTo>
                              <a:cubicBezTo>
                                <a:pt x="429704" y="126991"/>
                                <a:pt x="433488" y="134230"/>
                                <a:pt x="436644" y="143057"/>
                              </a:cubicBezTo>
                              <a:cubicBezTo>
                                <a:pt x="453017" y="188848"/>
                                <a:pt x="374979" y="223071"/>
                                <a:pt x="356472" y="222273"/>
                              </a:cubicBezTo>
                              <a:cubicBezTo>
                                <a:pt x="340632" y="221589"/>
                                <a:pt x="329013" y="212922"/>
                                <a:pt x="316773" y="203393"/>
                              </a:cubicBezTo>
                              <a:cubicBezTo>
                                <a:pt x="332982" y="199546"/>
                                <a:pt x="349992" y="192409"/>
                                <a:pt x="365914" y="183372"/>
                              </a:cubicBezTo>
                              <a:cubicBezTo>
                                <a:pt x="400284" y="163865"/>
                                <a:pt x="423202" y="139309"/>
                                <a:pt x="425006" y="121382"/>
                              </a:cubicBezTo>
                              <a:close/>
                              <a:moveTo>
                                <a:pt x="288797" y="0"/>
                              </a:moveTo>
                              <a:cubicBezTo>
                                <a:pt x="448295" y="0"/>
                                <a:pt x="577593" y="129298"/>
                                <a:pt x="577593" y="288796"/>
                              </a:cubicBezTo>
                              <a:cubicBezTo>
                                <a:pt x="577593" y="448294"/>
                                <a:pt x="448295" y="577592"/>
                                <a:pt x="288797" y="577592"/>
                              </a:cubicBezTo>
                              <a:cubicBezTo>
                                <a:pt x="242745" y="577593"/>
                                <a:pt x="199210" y="566813"/>
                                <a:pt x="160790" y="547224"/>
                              </a:cubicBezTo>
                              <a:lnTo>
                                <a:pt x="160978" y="548653"/>
                              </a:lnTo>
                              <a:cubicBezTo>
                                <a:pt x="160918" y="548616"/>
                                <a:pt x="159201" y="547509"/>
                                <a:pt x="156576" y="545302"/>
                              </a:cubicBezTo>
                              <a:cubicBezTo>
                                <a:pt x="155826" y="545059"/>
                                <a:pt x="155138" y="544697"/>
                                <a:pt x="154452" y="544332"/>
                              </a:cubicBezTo>
                              <a:lnTo>
                                <a:pt x="154081" y="542962"/>
                              </a:lnTo>
                              <a:cubicBezTo>
                                <a:pt x="143887" y="534039"/>
                                <a:pt x="126458" y="513897"/>
                                <a:pt x="125778" y="482542"/>
                              </a:cubicBezTo>
                              <a:cubicBezTo>
                                <a:pt x="125207" y="456209"/>
                                <a:pt x="135424" y="442013"/>
                                <a:pt x="144328" y="435402"/>
                              </a:cubicBezTo>
                              <a:cubicBezTo>
                                <a:pt x="141049" y="427772"/>
                                <a:pt x="139101" y="420175"/>
                                <a:pt x="137482" y="414002"/>
                              </a:cubicBezTo>
                              <a:cubicBezTo>
                                <a:pt x="130441" y="387159"/>
                                <a:pt x="138178" y="160274"/>
                                <a:pt x="347629" y="102143"/>
                              </a:cubicBezTo>
                              <a:cubicBezTo>
                                <a:pt x="355010" y="100659"/>
                                <a:pt x="362177" y="99561"/>
                                <a:pt x="369059" y="99057"/>
                              </a:cubicBezTo>
                              <a:cubicBezTo>
                                <a:pt x="375940" y="98553"/>
                                <a:pt x="382537" y="98644"/>
                                <a:pt x="388776" y="99538"/>
                              </a:cubicBezTo>
                              <a:cubicBezTo>
                                <a:pt x="400320" y="101193"/>
                                <a:pt x="410643" y="105601"/>
                                <a:pt x="418998" y="114390"/>
                              </a:cubicBezTo>
                              <a:cubicBezTo>
                                <a:pt x="425438" y="129703"/>
                                <a:pt x="401160" y="157423"/>
                                <a:pt x="362093" y="179190"/>
                              </a:cubicBezTo>
                              <a:cubicBezTo>
                                <a:pt x="345488" y="188443"/>
                                <a:pt x="327757" y="195717"/>
                                <a:pt x="311456" y="199847"/>
                              </a:cubicBezTo>
                              <a:cubicBezTo>
                                <a:pt x="306035" y="196348"/>
                                <a:pt x="300569" y="194901"/>
                                <a:pt x="294986" y="197818"/>
                              </a:cubicBezTo>
                              <a:cubicBezTo>
                                <a:pt x="275325" y="208090"/>
                                <a:pt x="219960" y="314670"/>
                                <a:pt x="214388" y="347873"/>
                              </a:cubicBezTo>
                              <a:cubicBezTo>
                                <a:pt x="212440" y="359480"/>
                                <a:pt x="217439" y="367666"/>
                                <a:pt x="224964" y="373701"/>
                              </a:cubicBezTo>
                              <a:lnTo>
                                <a:pt x="224630" y="374083"/>
                              </a:lnTo>
                              <a:cubicBezTo>
                                <a:pt x="237092" y="384983"/>
                                <a:pt x="231822" y="412316"/>
                                <a:pt x="212274" y="438164"/>
                              </a:cubicBezTo>
                              <a:cubicBezTo>
                                <a:pt x="201379" y="452569"/>
                                <a:pt x="187435" y="464598"/>
                                <a:pt x="173722" y="471257"/>
                              </a:cubicBezTo>
                              <a:cubicBezTo>
                                <a:pt x="160041" y="464734"/>
                                <a:pt x="151775" y="453122"/>
                                <a:pt x="146587" y="441033"/>
                              </a:cubicBezTo>
                              <a:cubicBezTo>
                                <a:pt x="139259" y="451214"/>
                                <a:pt x="130813" y="467448"/>
                                <a:pt x="133146" y="486288"/>
                              </a:cubicBezTo>
                              <a:cubicBezTo>
                                <a:pt x="137119" y="518381"/>
                                <a:pt x="141720" y="516247"/>
                                <a:pt x="146174" y="525248"/>
                              </a:cubicBezTo>
                              <a:cubicBezTo>
                                <a:pt x="158269" y="542339"/>
                                <a:pt x="158341" y="537239"/>
                                <a:pt x="159578" y="539900"/>
                              </a:cubicBezTo>
                              <a:cubicBezTo>
                                <a:pt x="198149" y="560306"/>
                                <a:pt x="242154" y="571597"/>
                                <a:pt x="288797" y="571597"/>
                              </a:cubicBezTo>
                              <a:cubicBezTo>
                                <a:pt x="444983" y="571597"/>
                                <a:pt x="571598" y="444983"/>
                                <a:pt x="571598" y="288796"/>
                              </a:cubicBezTo>
                              <a:cubicBezTo>
                                <a:pt x="571598" y="132609"/>
                                <a:pt x="444984" y="5995"/>
                                <a:pt x="288797" y="5995"/>
                              </a:cubicBezTo>
                              <a:cubicBezTo>
                                <a:pt x="132610" y="5995"/>
                                <a:pt x="5996" y="132609"/>
                                <a:pt x="5996" y="288796"/>
                              </a:cubicBezTo>
                              <a:cubicBezTo>
                                <a:pt x="5996" y="370017"/>
                                <a:pt x="40236" y="443242"/>
                                <a:pt x="95262" y="494616"/>
                              </a:cubicBezTo>
                              <a:lnTo>
                                <a:pt x="90248" y="498151"/>
                              </a:lnTo>
                              <a:cubicBezTo>
                                <a:pt x="34594" y="445716"/>
                                <a:pt x="0" y="371296"/>
                                <a:pt x="1" y="288796"/>
                              </a:cubicBezTo>
                              <a:cubicBezTo>
                                <a:pt x="1" y="129298"/>
                                <a:pt x="129299" y="0"/>
                                <a:pt x="2887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4.85pt;margin-top:344.35pt;height:12.4pt;width:12.4pt;z-index:251612160;v-text-anchor:middle;mso-width-relative:page;mso-height-relative:page;" fillcolor="#FFFFFF" filled="t" stroked="f" coordsize="577593,577592" o:gfxdata="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" path="m234310,380217c246869,387442,258665,381442,262548,404283c266431,427125,242854,459767,229183,471323c215512,482878,193419,478515,180522,473617c193965,466292,207048,454529,217339,440601c233687,418479,240024,395096,234310,380217xm425006,121382c429704,126991,433488,134230,436644,143057c453017,188848,374979,223071,356472,222273c340632,221589,329013,212922,316773,203393c332982,199546,349992,192409,365914,183372c400284,163865,423202,139309,425006,121382xm288797,0c448295,0,577593,129298,577593,288796c577593,448294,448295,577592,288797,577592c242745,577593,199210,566813,160790,547224l160978,548653c160918,548616,159201,547509,156576,545302c155826,545059,155138,544697,154452,544332l154081,542962c143887,534039,126458,513897,125778,482542c125207,456209,135424,442013,144328,435402c141049,427772,139101,420175,137482,414002c130441,387159,138178,160274,347629,102143c355010,100659,362177,99561,369059,99057c375940,98553,382537,98644,388776,99538c400320,101193,410643,105601,418998,114390c425438,129703,401160,157423,362093,179190c345488,188443,327757,195717,311456,199847c306035,196348,300569,194901,294986,197818c275325,208090,219960,314670,214388,347873c212440,359480,217439,367666,224964,373701l224630,374083c237092,384983,231822,412316,212274,438164c201379,452569,187435,464598,173722,471257c160041,464734,151775,453122,146587,441033c139259,451214,130813,467448,133146,486288c137119,518381,141720,516247,146174,525248c158269,542339,158341,537239,159578,539900c198149,560306,242154,571597,288797,571597c444983,571597,571598,444983,571598,288796c571598,132609,444984,5995,288797,5995c132610,5995,5996,132609,5996,288796c5996,370017,40236,443242,95262,494616l90248,498151c34594,445716,0,371296,1,288796c1,129298,129299,0,288797,0xe">
                <v:fill on="t" focussize="0,0"/>
                <v:stroke on="f" weight="0.2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-827405</wp:posOffset>
                </wp:positionH>
                <wp:positionV relativeFrom="paragraph">
                  <wp:posOffset>3745230</wp:posOffset>
                </wp:positionV>
                <wp:extent cx="162560" cy="153035"/>
                <wp:effectExtent l="0" t="0" r="9525" b="0"/>
                <wp:wrapNone/>
                <wp:docPr id="5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21" cy="152771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5.15pt;margin-top:294.9pt;height:12.05pt;width:12.8pt;z-index:251613184;v-text-anchor:middle;mso-width-relative:page;mso-height-relative:page;" fillcolor="#FFFFFF" filled="t" stroked="f" coordsize="1993900,1873250" o:gfxdata="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5206,120048;105680,47029;94037,92630;89424,65077;84129,57462;87937,56626;91034,55171;93480,53190;95245,50620;96576,47029;46359,101113;54875,64582;46359,65480;49673,56967;52986,55697;55649,53902;57631,51549;59024,48639;17496,21751;14003,24133;12334,28062;12890,129176;15549,132424;19691,133693;139076,132765;142075,129825;142971,28805;141673,24690;138427,21998;125629,26423;27234,21410;108812,16800;135583,9065;141425,9962;146588,12438;150761,16274;153729,21132;155182,26825;155058,129300;153327,134838;150143,139541;145784,143161;140498,145388;19691,146038;13848,145141;8655,142635;4482,138829;1545,133971;92,128309;216,25804;1916,20265;5100,15532;9490,11912;14776,9684;29645,9065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-1048385</wp:posOffset>
                </wp:positionH>
                <wp:positionV relativeFrom="paragraph">
                  <wp:posOffset>2578100</wp:posOffset>
                </wp:positionV>
                <wp:extent cx="2138045" cy="487680"/>
                <wp:effectExtent l="0" t="0" r="0" b="0"/>
                <wp:wrapNone/>
                <wp:docPr id="49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8006" cy="48767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2016届应届大学本科毕业生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3" o:spid="_x0000_s1026" o:spt="202" type="#_x0000_t202" style="position:absolute;left:0pt;margin-left:-82.55pt;margin-top:203pt;height:38.4pt;width:168.35pt;z-index:251616256;mso-width-relative:page;mso-height-relative:page;" filled="f" stroked="f" coordsize="21600,21600" o:gfxdata="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P1ajt2AAAAAwBAAAPAAAAAAAA&#10;AAEAIAAAACIAAABkcnMvZG93bnJldi54bWxQSwECFAAUAAAACACHTuJAh8jDXKABAAAR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2016届应届大学本科毕业生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-767715</wp:posOffset>
                </wp:positionH>
                <wp:positionV relativeFrom="paragraph">
                  <wp:posOffset>2175510</wp:posOffset>
                </wp:positionV>
                <wp:extent cx="1399540" cy="68580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514" cy="6857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七 芒 星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0.45pt;margin-top:171.3pt;height:54pt;width:110.2pt;z-index:251617280;mso-width-relative:page;mso-height-relative:page;" filled="f" stroked="f" coordsize="21600,21600" o:gfxdata="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KGbm19sAAAALAQAADwAAAAAAAAABACAAAAAiAAAAZHJzL2Rvd25y&#10;ZXYueG1sUEsBAhQAFAAAAAgAh07iQK8VDj2JAQAA7g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4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七 芒 星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-45085</wp:posOffset>
                </wp:positionV>
                <wp:extent cx="4705985" cy="259080"/>
                <wp:effectExtent l="114300" t="95250" r="113665" b="140970"/>
                <wp:wrapNone/>
                <wp:docPr id="45" name="任意多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-3.55pt;height:20.4pt;width:370.55pt;z-index:251628544;v-text-anchor:middle;mso-width-relative:page;mso-height-relative:page;" fillcolor="#4A4E59" filled="t" stroked="f" coordsize="4706252,259229" o:gfxdata="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-44450</wp:posOffset>
                </wp:positionV>
                <wp:extent cx="227330" cy="259080"/>
                <wp:effectExtent l="190500" t="171450" r="96520" b="198755"/>
                <wp:wrapNone/>
                <wp:docPr id="46" name="平行四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203200" dist="38100" dir="9600000" sx="104000" sy="104000" algn="ctr" rotWithShape="0">
                            <a:prstClr val="black">
                              <a:alpha val="6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-3.5pt;height:20.4pt;width:17.9pt;z-index:251629568;v-text-anchor:middle;mso-width-relative:page;mso-height-relative:page;" fillcolor="#2192BC" filled="t" stroked="f" coordsize="21600,21600" o:gfxdata="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TJEFq2wAAAAkBAAAPAAAAAAAAAAEAIAAAACIAAABkcnMvZG93bnJldi54bWxQSwECFAAUAAAA&#10;CACHTuJAj3EDql0CAACGBAAADgAAAAAAAAABACAAAAAqAQAAZHJzL2Uyb0RvYy54bWxQSwUGAAAA&#10;AAYABgBZAQAA+QUAAAAA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39321f" offset="-2.81905511811024pt,1.02606299212598pt" origin="0f,0f" matrix="68157f,0f,0f,68157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-46990</wp:posOffset>
                </wp:positionV>
                <wp:extent cx="1878965" cy="243840"/>
                <wp:effectExtent l="0" t="0" r="0" b="0"/>
                <wp:wrapNone/>
                <wp:docPr id="47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教育背景    </w:t>
                            </w: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4" o:spid="_x0000_s1026" o:spt="202" type="#_x0000_t202" style="position:absolute;left:0pt;margin-left:133.4pt;margin-top:-3.7pt;height:19.2pt;width:147.95pt;z-index:251630592;mso-width-relative:page;mso-height-relative:page;" filled="f" stroked="f" coordsize="21600,21600" o:gfxdata="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Ja2gvHXAAAACQEAAA8AAAAAAAAA&#10;AQAgAAAAIgAAAGRycy9kb3ducmV2LnhtbFBLAQIUABQAAAAIAIdO4kCHON5EoAEAABE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24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教育背景    </w:t>
                      </w:r>
                      <w:r>
                        <w:rPr>
                          <w:rFonts w:hint="eastAsia"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-44450</wp:posOffset>
                </wp:positionV>
                <wp:extent cx="227330" cy="259080"/>
                <wp:effectExtent l="95250" t="95250" r="39370" b="141605"/>
                <wp:wrapNone/>
                <wp:docPr id="48" name="平行四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-3.5pt;height:20.4pt;width:17.9pt;z-index:251631616;v-text-anchor:middle;mso-width-relative:page;mso-height-relative:page;" fillcolor="#4A4E59" filled="t" stroked="f" coordsize="21600,21600" o:gfxdata="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AA0VfjZAAAACQEAAA8AAAAAAAAAAQAgAAAAIgAAAGRycy9kb3ducmV2&#10;LnhtbFBLAQIUABQAAAAIAIdO4kBIMSBJbQIAAK4EAAAOAAAAAAAAAAEAIAAAACgBAABkcnMvZTJv&#10;RG9jLnhtbFBLBQYAAAAABgAGAFkBAAAHBgAAAAA=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1783080</wp:posOffset>
                </wp:positionV>
                <wp:extent cx="4705985" cy="259080"/>
                <wp:effectExtent l="114300" t="95250" r="113665" b="140970"/>
                <wp:wrapNone/>
                <wp:docPr id="41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140.4pt;height:20.4pt;width:370.55pt;z-index:251633664;v-text-anchor:middle;mso-width-relative:page;mso-height-relative:page;" fillcolor="#4A4E59" filled="t" stroked="f" coordsize="4706252,259229" o:gfxdata="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1783715</wp:posOffset>
                </wp:positionV>
                <wp:extent cx="227330" cy="259080"/>
                <wp:effectExtent l="190500" t="171450" r="96520" b="198755"/>
                <wp:wrapNone/>
                <wp:docPr id="42" name="平行四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203200" dist="38100" dir="9600000" sx="104000" sy="104000" algn="ctr" rotWithShape="0">
                            <a:prstClr val="black">
                              <a:alpha val="6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140.45pt;height:20.4pt;width:17.9pt;z-index:251634688;v-text-anchor:middle;mso-width-relative:page;mso-height-relative:page;" fillcolor="#2192BC" filled="t" stroked="f" coordsize="21600,21600" o:gfxdata="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CDNT3dAAAACwEAAA8AAAAAAAAAAQAgAAAAIgAAAGRycy9kb3ducmV2LnhtbFBLAQIUABQA&#10;AAAIAIdO4kCPRVTyXQIAAIYEAAAOAAAAAAAAAAEAIAAAACwBAABkcnMvZTJvRG9jLnhtbFBLBQYA&#10;AAAABgAGAFkBAAD7BQAAAAA=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39321f" offset="-2.81905511811024pt,1.02606299212598pt" origin="0f,0f" matrix="68157f,0f,0f,68157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1781175</wp:posOffset>
                </wp:positionV>
                <wp:extent cx="1878965" cy="243840"/>
                <wp:effectExtent l="0" t="0" r="0" b="0"/>
                <wp:wrapNone/>
                <wp:docPr id="43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>工作经历</w:t>
                            </w: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Experience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133.4pt;margin-top:140.25pt;height:19.2pt;width:147.95pt;z-index:251635712;mso-width-relative:page;mso-height-relative:page;" filled="f" stroked="f" coordsize="21600,21600" o:gfxdata="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jeJWfYAAAACwEAAA8AAAAA&#10;AAAAAQAgAAAAIgAAAGRycy9kb3ducmV2LnhtbFBLAQIUABQAAAAIAIdO4kCTOlgHogEAABI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240" w:lineRule="exact"/>
                      </w:pPr>
                      <w:r>
                        <w:rPr>
                          <w:rFonts w:ascii="方正兰亭粗黑简体" w:eastAsia="方正兰亭粗黑简体" w:cstheme="minorBidi"/>
                          <w:color w:val="00B0F0"/>
                          <w:kern w:val="24"/>
                        </w:rPr>
                        <w:t>工作经历</w:t>
                      </w: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   </w:t>
                      </w:r>
                      <w:r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1783715</wp:posOffset>
                </wp:positionV>
                <wp:extent cx="227330" cy="259080"/>
                <wp:effectExtent l="95250" t="95250" r="39370" b="141605"/>
                <wp:wrapNone/>
                <wp:docPr id="44" name="平行四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140.45pt;height:20.4pt;width:17.9pt;z-index:251636736;v-text-anchor:middle;mso-width-relative:page;mso-height-relative:page;" fillcolor="#4A4E59" filled="t" stroked="f" coordsize="21600,21600" o:gfxdata="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TN4o/2QAAAAsBAAAPAAAAAAAAAAEAIAAAACIAAABkcnMvZG93bnJl&#10;di54bWxQSwECFAAUAAAACACHTuJA6Y9LiW4CAACuBAAADgAAAAAAAAABACAAAAAoAQAAZHJzL2Uy&#10;b0RvYy54bWxQSwUGAAAAAAYABgBZAQAACAYAAAAA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4779010</wp:posOffset>
                </wp:positionV>
                <wp:extent cx="4705985" cy="259080"/>
                <wp:effectExtent l="114300" t="95250" r="113665" b="140970"/>
                <wp:wrapNone/>
                <wp:docPr id="37" name="任意多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376.3pt;height:20.4pt;width:370.55pt;z-index:251638784;v-text-anchor:middle;mso-width-relative:page;mso-height-relative:page;" fillcolor="#4A4E59" filled="t" stroked="f" coordsize="4706252,259229" o:gfxdata="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4779010</wp:posOffset>
                </wp:positionV>
                <wp:extent cx="227330" cy="259080"/>
                <wp:effectExtent l="190500" t="171450" r="96520" b="198755"/>
                <wp:wrapNone/>
                <wp:docPr id="38" name="平行四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203200" dist="38100" dir="9600000" sx="104000" sy="104000" algn="ctr" rotWithShape="0">
                            <a:prstClr val="black">
                              <a:alpha val="6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376.3pt;height:20.4pt;width:17.9pt;z-index:251639808;v-text-anchor:middle;mso-width-relative:page;mso-height-relative:page;" fillcolor="#2192BC" filled="t" stroked="f" coordsize="21600,21600" o:gfxdata="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/fWt90AAAALAQAADwAAAAAAAAABACAAAAAiAAAAZHJzL2Rvd25yZXYueG1sUEsBAhQAFAAA&#10;AAgAh07iQOzes25cAgAAhgQAAA4AAAAAAAAAAQAgAAAALAEAAGRycy9lMm9Eb2MueG1sUEsFBgAA&#10;AAAGAAYAWQEAAPoFAAAAAA==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39321f" offset="-2.81905511811024pt,1.02606299212598pt" origin="0f,0f" matrix="68157f,0f,0f,68157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4776470</wp:posOffset>
                </wp:positionV>
                <wp:extent cx="1878965" cy="243840"/>
                <wp:effectExtent l="0" t="0" r="0" b="0"/>
                <wp:wrapNone/>
                <wp:docPr id="39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校内活动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Practice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2" o:spid="_x0000_s1026" o:spt="202" type="#_x0000_t202" style="position:absolute;left:0pt;margin-left:133.4pt;margin-top:376.1pt;height:19.2pt;width:147.95pt;z-index:251640832;mso-width-relative:page;mso-height-relative:page;" filled="f" stroked="f" coordsize="21600,21600" o:gfxdata="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c1ov3YAAAACwEAAA8AAAAA&#10;AAAAAQAgAAAAIgAAAGRycy9kb3ducmV2LnhtbFBLAQIUABQAAAAIAIdO4kDQCgjeogEAABI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24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校内活动   </w:t>
                      </w:r>
                      <w:r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Practice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4779010</wp:posOffset>
                </wp:positionV>
                <wp:extent cx="227330" cy="259080"/>
                <wp:effectExtent l="95250" t="95250" r="39370" b="141605"/>
                <wp:wrapNone/>
                <wp:docPr id="40" name="平行四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376.3pt;height:20.4pt;width:17.9pt;z-index:251641856;v-text-anchor:middle;mso-width-relative:page;mso-height-relative:page;" fillcolor="#4A4E59" filled="t" stroked="f" coordsize="21600,21600" o:gfxdata="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BhDabXZAAAACwEAAA8AAAAAAAAAAQAgAAAAIgAAAGRycy9kb3ducmV2&#10;LnhtbFBLAQIUABQAAAAIAIdO4kB2Gm3JbQIAAK4EAAAOAAAAAAAAAAEAIAAAACgBAABkcnMvZTJv&#10;RG9jLnhtbFBLBQYAAAAABgAGAFkBAAAHBgAAAAA=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6449695</wp:posOffset>
                </wp:positionV>
                <wp:extent cx="4705985" cy="259080"/>
                <wp:effectExtent l="114300" t="95250" r="113665" b="140970"/>
                <wp:wrapNone/>
                <wp:docPr id="33" name="任意多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507.85pt;height:20.4pt;width:370.55pt;z-index:251643904;v-text-anchor:middle;mso-width-relative:page;mso-height-relative:page;" fillcolor="#4A4E59" filled="t" stroked="f" coordsize="4706252,259229" o:gfxdata="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6450330</wp:posOffset>
                </wp:positionV>
                <wp:extent cx="227330" cy="259080"/>
                <wp:effectExtent l="190500" t="171450" r="96520" b="198755"/>
                <wp:wrapNone/>
                <wp:docPr id="34" name="平行四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203200" dist="38100" dir="9600000" sx="104000" sy="104000" algn="ctr" rotWithShape="0">
                            <a:prstClr val="black">
                              <a:alpha val="6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507.9pt;height:20.4pt;width:17.9pt;z-index:251644928;v-text-anchor:middle;mso-width-relative:page;mso-height-relative:page;" fillcolor="#2192BC" filled="t" stroked="f" coordsize="21600,21600" o:gfxdata="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15YFjcAAAADQEAAA8AAAAAAAAAAQAgAAAAIgAAAGRycy9kb3ducmV2LnhtbFBLAQIUABQA&#10;AAAIAIdO4kDsgkqGXgIAAIYEAAAOAAAAAAAAAAEAIAAAACsBAABkcnMvZTJvRG9jLnhtbFBLBQYA&#10;AAAABgAGAFkBAAD7BQAAAAA=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39321f" offset="-2.81905511811024pt,1.02606299212598pt" origin="0f,0f" matrix="68157f,0f,0f,68157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6447790</wp:posOffset>
                </wp:positionV>
                <wp:extent cx="1878965" cy="243840"/>
                <wp:effectExtent l="0" t="0" r="0" b="0"/>
                <wp:wrapNone/>
                <wp:docPr id="35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240" w:lineRule="exact"/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技能评价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Skill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1" o:spid="_x0000_s1026" o:spt="202" type="#_x0000_t202" style="position:absolute;left:0pt;margin-left:133.4pt;margin-top:507.7pt;height:19.2pt;width:147.95pt;z-index:251645952;mso-width-relative:page;mso-height-relative:page;" filled="f" stroked="f" coordsize="21600,21600" o:gfxdata="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clNTcdkAAAANAQAADwAAAAAA&#10;AAABACAAAAAiAAAAZHJzL2Rvd25yZXYueG1sUEsBAhQAFAAAAAgAh07iQN/zkKugAQAAEg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240" w:lineRule="exact"/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技能评价   </w:t>
                      </w:r>
                      <w:r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Skill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6450330</wp:posOffset>
                </wp:positionV>
                <wp:extent cx="227330" cy="259080"/>
                <wp:effectExtent l="95250" t="95250" r="39370" b="141605"/>
                <wp:wrapNone/>
                <wp:docPr id="36" name="平行四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507.9pt;height:20.4pt;width:17.9pt;z-index:251646976;v-text-anchor:middle;mso-width-relative:page;mso-height-relative:page;" fillcolor="#4A4E59" filled="t" stroked="f" coordsize="21600,21600" o:gfxdata="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3+HdX2QAAAA0BAAAPAAAAAAAAAAEAIAAAACIAAABkcnMvZG93bnJl&#10;di54bWxQSwECFAAUAAAACACHTuJAdpBUDG4CAACuBAAADgAAAAAAAAABACAAAAAoAQAAZHJzL2Uy&#10;b0RvYy54bWxQSwUGAAAAAAYABgBZAQAACAYAAAAA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8136890</wp:posOffset>
                </wp:positionV>
                <wp:extent cx="4705985" cy="259080"/>
                <wp:effectExtent l="114300" t="95250" r="113665" b="140970"/>
                <wp:wrapNone/>
                <wp:docPr id="29" name="任意多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640.7pt;height:20.4pt;width:370.55pt;z-index:251649024;v-text-anchor:middle;mso-width-relative:page;mso-height-relative:page;" fillcolor="#4A4E59" filled="t" stroked="f" coordsize="4706252,259229" o:gfxdata="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8137525</wp:posOffset>
                </wp:positionV>
                <wp:extent cx="227330" cy="259080"/>
                <wp:effectExtent l="190500" t="171450" r="96520" b="198755"/>
                <wp:wrapNone/>
                <wp:docPr id="30" name="平行四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203200" dist="38100" dir="9600000" sx="104000" sy="104000" algn="ctr" rotWithShape="0">
                            <a:prstClr val="black">
                              <a:alpha val="6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640.75pt;height:20.4pt;width:17.9pt;z-index:251650048;v-text-anchor:middle;mso-width-relative:page;mso-height-relative:page;" fillcolor="#2192BC" filled="t" stroked="f" coordsize="21600,21600" o:gfxdata="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99L9Jt0AAAANAQAADwAAAAAAAAABACAAAAAiAAAAZHJzL2Rvd25yZXYueG1sUEsBAhQAFAAA&#10;AAgAh07iQOy2Hd5cAgAAhgQAAA4AAAAAAAAAAQAgAAAALAEAAGRycy9lMm9Eb2MueG1sUEsFBgAA&#10;AAAGAAYAWQEAAPoFAAAAAA==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39321f" offset="-2.81905511811024pt,1.02606299212598pt" origin="0f,0f" matrix="68157f,0f,0f,68157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8134985</wp:posOffset>
                </wp:positionV>
                <wp:extent cx="1878965" cy="243840"/>
                <wp:effectExtent l="0" t="0" r="0" b="0"/>
                <wp:wrapNone/>
                <wp:docPr id="31" name="文本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荣誉奖励 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Awards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9" o:spid="_x0000_s1026" o:spt="202" type="#_x0000_t202" style="position:absolute;left:0pt;margin-left:133.4pt;margin-top:640.55pt;height:19.2pt;width:147.95pt;z-index:251651072;mso-width-relative:page;mso-height-relative:page;" filled="f" stroked="f" coordsize="21600,21600" o:gfxdata="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/1ujT2QAAAA0BAAAPAAAA&#10;AAAAAAEAIAAAACIAAABkcnMvZG93bnJldi54bWxQSwECFAAUAAAACACHTuJAiNBwYKIBAAAS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24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荣誉奖励    </w:t>
                      </w:r>
                      <w:r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8137525</wp:posOffset>
                </wp:positionV>
                <wp:extent cx="227330" cy="259080"/>
                <wp:effectExtent l="95250" t="95250" r="39370" b="141605"/>
                <wp:wrapNone/>
                <wp:docPr id="32" name="平行四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01600" dist="25400" dir="4200000" sx="101000" sy="101000" algn="ctr" rotWithShape="0">
                            <a:prstClr val="black">
                              <a:alpha val="64000"/>
                            </a:prstClr>
                          </a:outerShdw>
                        </a:effectLst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640.75pt;height:20.4pt;width:17.9pt;z-index:251652096;v-text-anchor:middle;mso-width-relative:page;mso-height-relative:page;" fillcolor="#4A4E59" filled="t" stroked="f" coordsize="21600,21600" o:gfxdata="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rVPqKdoAAAANAQAADwAAAAAAAAABACAAAAAiAAAAZHJzL2Rvd25y&#10;ZXYueG1sUEsBAhQAFAAAAAgAh07iQOkFckxuAgAArgQAAA4AAAAAAAAAAQAgAAAAKQEAAGRycy9l&#10;Mm9Eb2MueG1sUEsFBgAAAAAGAAYAWQEAAAkGAAAAAA==&#10;" adj="13498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41943f" offset="0.684015748031496pt,1.87937007874016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393700</wp:posOffset>
                </wp:positionV>
                <wp:extent cx="4857750" cy="123444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660" cy="123442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>2011.09—2015.6    湖北工业大学        物流管理专业         本科学历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</w:tabs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>2013年获得学院二等奖学金，通过Adobe 国际设计师资质认证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</w:tabs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>参与物流与供应链联盟论坛峰会，并发表《中国珠三角城市配送模式解析》主题演讲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</w:tabs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>2015年发表商业报告——《2015中国12大物流商业平台模式图》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3pt;margin-top:31pt;height:97.2pt;width:382.5pt;z-index:251654144;mso-width-relative:page;mso-height-relative:page;" filled="f" stroked="f" coordsize="21600,21600" o:gfxdata="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AVabLC2QAAAAoBAAAPAAAAAAAAAAEAIAAAACIAAABkcnMvZG93bnJl&#10;di54bWxQSwECFAAUAAAACACHTuJA0rDVjYoBAADvAgAADgAAAAAAAAABACAAAAAo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>2011.09—2015.6    湖北工业大学        物流管理专业         本科学历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</w:tabs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>2013年获得学院二等奖学金，通过Adobe 国际设计师资质认证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</w:tabs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>参与物流与供应链联盟论坛峰会，并发表《中国珠三角城市配送模式解析》主题演讲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</w:tabs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>2015年发表商业报告——《2015中国12大物流商业平台模式图》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2233930</wp:posOffset>
                </wp:positionV>
                <wp:extent cx="4860290" cy="2148840"/>
                <wp:effectExtent l="0" t="0" r="0" b="3810"/>
                <wp:wrapNone/>
                <wp:docPr id="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0200" cy="214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2012.05-2012.12       武汉筋斗云服装工作室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     服装供应链构建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团队成立：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项目筋斗云体育用品获得金奖，与队员3人成立筋斗云服装工作室；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运营规划：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确定目标客户群体，参照校内文体活动时间进行产品供应链控制；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市场开发：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与湖工体育部一共23人进行洽谈，确定19个院系服装供应业务合作；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2013.03—2015.10      武汉云印网络科技有限公司    产品经理 / 主设计师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创业项目：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参与创青春创业计划大赛，项目《云印在线》获银奖，团队4人注册公司；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产品开发：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经历云印杂志编辑app，云印在线模板app，到最终版的云印简历app应用；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产品运营：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于各高校进行简历定制推广活动，参与产品需求采集改进及维护。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11.1pt;margin-top:175.9pt;height:169.2pt;width:382.7pt;z-index:251655168;v-text-anchor:middle;mso-width-relative:page;mso-height-relative:page;" filled="f" stroked="f" coordsize="21600,21600" o:gfxdata="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Ks5yrYAAAACwEAAA8AAAAAAAAAAQAgAAAAIgAAAGRycy9kb3ducmV2LnhtbFBLAQIU&#10;ABQAAAAIAIdO4kCdgUiy8wEAANYDAAAOAAAAAAAAAAEAIAAAACc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2012.05-2012.12       武汉筋斗云服装工作室   </w:t>
                      </w:r>
                      <w:r>
                        <w:rPr>
                          <w:rFonts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     服装供应链构建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团队成立：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项目筋斗云体育用品获得金奖，与队员3人成立筋斗云服装工作室；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运营规划：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确定目标客户群体，参照校内文体活动时间进行产品供应链控制；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市场开发：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与湖工体育部一共23人进行洽谈，确定19个院系服装供应业务合作；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hint="eastAsia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2013.03—2015.10      武汉云印网络科技有限公司    产品经理 / 主设计师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创业项目：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参与创青春创业计划大赛，项目《云印在线》获银奖，团队4人注册公司；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产品开发：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经历云印杂志编辑app，云印在线模板app，到最终版的云印简历app应用；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产品运营：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于各高校进行简历定制推广活动，参与产品需求采集改进及维护。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6919595</wp:posOffset>
                </wp:positionV>
                <wp:extent cx="4860290" cy="1005840"/>
                <wp:effectExtent l="0" t="0" r="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200" cy="1005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语言技能：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英语CET6、武汉话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专业技能：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熟悉PS、AI等软件操作，掌握Xmind等脑图工具，精通PPT操作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管理能力：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前后多次担任项目经理及组织管理者，所有团队至今仍保持团队文化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演讲培训：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举行校内演讲26次，行业论坛演讲3次，新媒体、物流培训各一次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1pt;margin-top:544.85pt;height:79.2pt;width:382.7pt;z-index:251656192;mso-width-relative:page;mso-height-relative:page;" filled="f" stroked="f" coordsize="21600,21600" o:gfxdata="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BEcIOx2gAAAA0BAAAPAAAAAAAAAAEAIAAAACIAAABkcnMvZG93bnJl&#10;di54bWxQSwECFAAUAAAACACHTuJAhQIGz4kBAADvAgAADgAAAAAAAAABACAAAAAp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语言技能：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英语CET6、武汉话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专业技能：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熟悉PS、AI等软件操作，掌握Xmind等脑图工具，精通PPT操作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管理能力：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前后多次担任项目经理及组织管理者，所有团队至今仍保持团队文化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演讲培训：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举行校内演讲26次，行业论坛演讲3次，新媒体、物流培训各一次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1412240</wp:posOffset>
                </wp:positionH>
                <wp:positionV relativeFrom="paragraph">
                  <wp:posOffset>5202555</wp:posOffset>
                </wp:positionV>
                <wp:extent cx="4859020" cy="1005840"/>
                <wp:effectExtent l="0" t="0" r="0" b="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930" cy="1005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2012.09-2013.06     湖北工业大学工程技术学院学生会     体育部部长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 xml:space="preserve">任期一年，带领部门13人      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 xml:space="preserve">组织管理系100余人篮球赛 及 学院运动会等活动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>参与创青春创业计划大赛，项目《云印在线》获银奖，团队4人注册公司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2pt;margin-top:409.65pt;height:79.2pt;width:382.6pt;z-index:251657216;mso-width-relative:page;mso-height-relative:page;" filled="f" stroked="f" coordsize="21600,21600" o:gfxdata="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L7iO9bbAAAACwEAAA8AAAAAAAAAAQAgAAAAIgAAAGRycy9kb3du&#10;cmV2LnhtbFBLAQIUABQAAAAIAIdO4kC/TClWigEAAO8CAAAOAAAAAAAAAAEAIAAAACo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2012.09-2013.06     湖北工业大学工程技术学院学生会     体育部部长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 xml:space="preserve">任期一年，带领部门13人      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 xml:space="preserve">组织管理系100余人篮球赛 及 学院运动会等活动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>参与创青春创业计划大赛，项目《云印在线》获银奖，团队4人注册公司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8599170</wp:posOffset>
                </wp:positionV>
                <wp:extent cx="4860290" cy="548640"/>
                <wp:effectExtent l="0" t="0" r="0" b="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200" cy="548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所持证书：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英语四级证书、普通话二级甲等证书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本科阶段：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校级三好学生、系级三好学生、优秀学生干部、优秀主持人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1pt;margin-top:677.1pt;height:43.2pt;width:382.7pt;z-index:251658240;mso-width-relative:page;mso-height-relative:page;" filled="f" stroked="f" coordsize="21600,21600" o:gfxdata="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所持证书：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英语四级证书、普通话二级甲等证书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本科阶段：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校级三好学生、系级三好学生、优秀学生干部、优秀主持人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3115945</wp:posOffset>
                </wp:positionV>
                <wp:extent cx="2180590" cy="346710"/>
                <wp:effectExtent l="266700" t="190500" r="200660" b="2063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884" cy="346400"/>
                        </a:xfrm>
                        <a:prstGeom prst="rect">
                          <a:avLst/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203200" dist="38100" dir="9600000" sx="104000" sy="104000" algn="ctr" rotWithShape="0">
                            <a:prstClr val="black">
                              <a:alpha val="6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245.35pt;height:27.3pt;width:171.7pt;z-index:251607040;v-text-anchor:middle;mso-width-relative:page;mso-height-relative:page;" fillcolor="#2192BC" filled="t" stroked="f" coordsize="21600,21600" o:gfxdata="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JPBOZ3AAAAAwBAAAPAAAAAAAAAAEAIAAAACIAAABkcnMv&#10;ZG93bnJldi54bWxQSwECFAAUAAAACACHTuJA+oRyYzgCAABSBAAADgAAAAAAAAABACAAAAArAQAA&#10;ZHJzL2Uyb0RvYy54bWxQSwUGAAAAAAYABgBZAQAA1QUAAAAA&#10;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39321f" offset="-2.81905511811024pt,1.02606299212598pt" origin="0f,0f" matrix="68157f,0f,0f,68157f"/>
                <v:textbox>
                  <w:txbxContent>
                    <w:p>
                      <w:pPr>
                        <w:pStyle w:val="2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-932815</wp:posOffset>
                </wp:positionH>
                <wp:positionV relativeFrom="paragraph">
                  <wp:posOffset>-362585</wp:posOffset>
                </wp:positionV>
                <wp:extent cx="1744345" cy="472440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313" cy="47243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0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0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产品经理、运营专员岗位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3.45pt;margin-top:-28.55pt;height:37.2pt;width:137.35pt;z-index:251618304;mso-width-relative:page;mso-height-relative:page;" filled="f" stroked="f" coordsize="21600,21600" o:gfxdata="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KhHM13aAAAACwEAAA8AAAAAAAAAAQAgAAAAIgAAAGRycy9kb3ducmV2&#10;LnhtbFBLAQIUABQAAAAIAIdO4kBvCg19iAEAAOwCAAAOAAAAAAAAAAEAIAAAACk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0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0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产品经理、运营专员岗位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5142230</wp:posOffset>
                </wp:positionV>
                <wp:extent cx="2180590" cy="346710"/>
                <wp:effectExtent l="266700" t="190500" r="200660" b="2063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884" cy="346400"/>
                        </a:xfrm>
                        <a:prstGeom prst="rect">
                          <a:avLst/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203200" dist="38100" dir="9600000" sx="104000" sy="104000" algn="ctr" rotWithShape="0">
                            <a:prstClr val="black">
                              <a:alpha val="6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404.9pt;height:27.3pt;width:171.7pt;z-index:251619328;v-text-anchor:middle;mso-width-relative:page;mso-height-relative:page;" fillcolor="#2192BC" filled="t" stroked="f" coordsize="21600,21600" o:gfxdata="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gGZj9sAAAAMAQAADwAAAAAAAAABACAAAAAiAAAAZHJzL2Rvd25yZXYu&#10;eG1sUEsBAhQAFAAAAAgAh07iQPg90H4xAgAARwQAAA4AAAAAAAAAAQAgAAAAKgEAAGRycy9lMm9E&#10;b2MueG1sUEsFBgAAAAAGAAYAWQEAAM0FAAAAAA==&#10;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39321f" offset="-2.81905511811024pt,1.02606299212598pt" origin="0f,0f" matrix="68157f,0f,0f,68157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6591935</wp:posOffset>
                </wp:positionV>
                <wp:extent cx="2180590" cy="346710"/>
                <wp:effectExtent l="266700" t="190500" r="200660" b="2063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884" cy="346400"/>
                        </a:xfrm>
                        <a:prstGeom prst="rect">
                          <a:avLst/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203200" dist="38100" dir="9600000" sx="104000" sy="104000" algn="ctr" rotWithShape="0">
                            <a:prstClr val="black">
                              <a:alpha val="6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519.05pt;height:27.3pt;width:171.7pt;z-index:251620352;v-text-anchor:middle;mso-width-relative:page;mso-height-relative:page;" fillcolor="#2192BC" filled="t" stroked="f" coordsize="21600,21600" o:gfxdata="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K30Xx3QAAAA4BAAAPAAAAAAAAAAEAIAAAACIAAABkcnMvZG93bnJl&#10;di54bWxQSwECFAAUAAAACACHTuJAYP3iizECAABHBAAADgAAAAAAAAABACAAAAAsAQAAZHJzL2Uy&#10;b0RvYy54bWxQSwUGAAAAAAYABgBZAQAAzwUAAAAA&#10;">
                <v:fill on="t" focussize="0,0"/>
                <v:stroke on="f" weight="4.5pt" miterlimit="8" joinstyle="miter"/>
                <v:imagedata o:title=""/>
                <o:lock v:ext="edit" aspectratio="f"/>
                <v:shadow on="t" type="perspective" color="#000000" opacity="39321f" offset="-2.81905511811024pt,1.02606299212598pt" origin="0f,0f" matrix="68157f,0f,0f,68157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3002915</wp:posOffset>
                </wp:positionV>
                <wp:extent cx="190500" cy="113030"/>
                <wp:effectExtent l="0" t="0" r="635" b="1905"/>
                <wp:wrapNone/>
                <wp:docPr id="10" name="等腰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96" cy="11287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114F6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1.15pt;margin-top:236.45pt;height:8.9pt;width:15pt;z-index:251621376;v-text-anchor:middle;mso-width-relative:page;mso-height-relative:page;" fillcolor="#114F65" filled="t" stroked="f" coordsize="21600,21600" o:gfxdata="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/5LIktoAAAALAQAADwAAAAAAAAABACAAAAAiAAAAZHJzL2Rv&#10;d25yZXYueG1sUEsBAhQAFAAAAAgAh07iQAntydr/AQAAvAMAAA4AAAAAAAAAAQAgAAAAKQEAAGRy&#10;cy9lMm9Eb2MueG1sUEsFBgAAAAAGAAYAWQEAAJoFAAAAAA==&#10;" adj="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5029200</wp:posOffset>
                </wp:positionV>
                <wp:extent cx="190500" cy="113030"/>
                <wp:effectExtent l="0" t="0" r="635" b="1905"/>
                <wp:wrapNone/>
                <wp:docPr id="11" name="等腰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96" cy="11287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114F6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1.15pt;margin-top:396pt;height:8.9pt;width:15pt;z-index:251622400;v-text-anchor:middle;mso-width-relative:page;mso-height-relative:page;" fillcolor="#114F65" filled="t" stroked="f" coordsize="21600,21600" o:gfxdata="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LRXZdoAAAALAQAADwAAAAAAAAABACAAAAAiAAAAZHJzL2Rv&#10;d25yZXYueG1sUEsBAhQAFAAAAAgAh07iQK0EWVf/AQAAvAMAAA4AAAAAAAAAAQAgAAAAKQEAAGRy&#10;cy9lMm9Eb2MueG1sUEsFBgAAAAAGAAYAWQEAAJoFAAAAAA==&#10;" adj="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6478905</wp:posOffset>
                </wp:positionV>
                <wp:extent cx="190500" cy="113030"/>
                <wp:effectExtent l="0" t="0" r="635" b="1905"/>
                <wp:wrapNone/>
                <wp:docPr id="12" name="等腰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96" cy="11287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114F6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1.15pt;margin-top:510.15pt;height:8.9pt;width:15pt;z-index:251623424;v-text-anchor:middle;mso-width-relative:page;mso-height-relative:page;" fillcolor="#114F65" filled="t" stroked="f" coordsize="21600,21600" o:gfxdata="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1JzdvYAAAADQEAAA8AAAAAAAAAAQAgAAAAIgAAAGRycy9kb3du&#10;cmV2LnhtbFBLAQIUABQAAAAIAIdO4kAAOJka/wEAALwDAAAOAAAAAAAAAAEAIAAAACcBAABkcnMv&#10;ZTJvRG9jLnhtbFBLBQYAAAAABgAGAFkBAACYBQAAAAA=&#10;" adj="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3007995</wp:posOffset>
                </wp:positionV>
                <wp:extent cx="1590675" cy="481330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751" cy="481379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基础信息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236.85pt;height:37.9pt;width:125.25pt;z-index:251624448;v-text-anchor:middle;mso-width-relative:page;mso-height-relative:page;" filled="f" stroked="f" coordsize="21600,21600" o:gfxdata="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wxiwfaAAAACwEAAA8AAAAAAAAAAQAgAAAAIgAA&#10;AGRycy9kb3ducmV2LnhtbFBLAQIUABQAAAAIAIdO4kCh8o6YzQEAAGoDAAAOAAAAAAAAAAEAIAAA&#10;ACkBAABkcnMvZTJvRG9jLnhtbFBLBQYAAAAABgAGAFkBAABoBQAAAAA=&#10;">
                <v:fill on="f" focussize="0,0"/>
                <v:stroke on="f" weight="4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基础信息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5045710</wp:posOffset>
                </wp:positionV>
                <wp:extent cx="1657985" cy="530225"/>
                <wp:effectExtent l="0" t="0" r="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896" cy="529952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397.3pt;height:41.75pt;width:130.55pt;z-index:251625472;v-text-anchor:middle;mso-width-relative:page;mso-height-relative:page;" filled="f" stroked="f" coordsize="21600,21600" o:gfxdata="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vd8AS9oAAAAMAQAADwAAAAAAAAABACAAAAAiAAAA&#10;ZHJzL2Rvd25yZXYueG1sUEsBAhQAFAAAAAgAh07iQF8cuorMAQAAagMAAA4AAAAAAAAAAQAgAAAA&#10;KQEAAGRycy9lMm9Eb2MueG1sUEsFBgAAAAAGAAYAWQEAAGcFAAAAAA==&#10;">
                <v:fill on="f" focussize="0,0"/>
                <v:stroke on="f" weight="4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6492240</wp:posOffset>
                </wp:positionV>
                <wp:extent cx="1725930" cy="457200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6134" cy="457456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511.2pt;height:36pt;width:135.9pt;z-index:251626496;v-text-anchor:middle;mso-width-relative:page;mso-height-relative:page;" filled="f" stroked="f" coordsize="21600,21600" o:gfxdata="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sKvxI2QAAAA4BAAAPAAAAAAAAAAEAIAAAACIAAABk&#10;cnMvZG93bnJldi54bWxQSwECFAAUAAAACACHTuJAP3+UWswBAABqAwAADgAAAAAAAAABACAAAAAo&#10;AQAAZHJzL2Uyb0RvYy54bWxQSwUGAAAAAAYABgBZAQAAZgUAAAAA&#10;">
                <v:fill on="f" focussize="0,0"/>
                <v:stroke on="f" weight="4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-932815</wp:posOffset>
                </wp:positionH>
                <wp:positionV relativeFrom="paragraph">
                  <wp:posOffset>5636260</wp:posOffset>
                </wp:positionV>
                <wp:extent cx="1899285" cy="77724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50" cy="77723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外语证书：英语CET6、CET4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资格证书：Adobe国际认证证书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软件操作：计算机三级网络工程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3.45pt;margin-top:443.8pt;height:61.2pt;width:149.55pt;z-index:251659264;mso-width-relative:page;mso-height-relative:page;" filled="f" stroked="f" coordsize="21600,21600" o:gfxdata="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KEGuS7cAAAADQEAAA8AAAAAAAAAAQAgAAAAIgAAAGRycy9kb3du&#10;cmV2LnhtbFBLAQIUABQAAAAIAIdO4kAU9P9TiQEAAO4CAAAOAAAAAAAAAAEAIAAAACs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外语证书：英语CET6、CET4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资格证书：Adobe国际认证证书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软件操作：计算机三级网络工程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7077710</wp:posOffset>
                </wp:positionV>
                <wp:extent cx="1814195" cy="1463040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162" cy="146302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良好的公共关系意识，善于沟通，活动策划和组织协调能力。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良好的心态和责任感，吃苦耐劳，擅于管理，勇于面对挑战。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良好的自主学习能力，习惯制定学习计划，勤于学习不断提高。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3.85pt;margin-top:557.3pt;height:115.2pt;width:142.85pt;z-index:251660288;mso-width-relative:page;mso-height-relative:page;" filled="f" stroked="f" coordsize="21600,21600" o:gfxdata="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UWB1RNsAAAAOAQAADwAAAAAAAAABACAAAAAiAAAAZHJzL2Rvd25y&#10;ZXYueG1sUEsBAhQAFAAAAAgAh07iQNJKSiCJAQAA7w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良好的公共关系意识，善于沟通，活动策划和组织协调能力。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良好的心态和责任感，吃苦耐劳，擅于管理，勇于面对挑战。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良好的自主学习能力，习惯制定学习计划，勤于学习不断提高。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drawing>
          <wp:anchor distT="0" distB="0" distL="114300" distR="114300" simplePos="0" relativeHeight="251603968" behindDoc="1" locked="0" layoutInCell="1" allowOverlap="1">
            <wp:simplePos x="0" y="0"/>
            <wp:positionH relativeFrom="page">
              <wp:posOffset>4445</wp:posOffset>
            </wp:positionH>
            <wp:positionV relativeFrom="paragraph">
              <wp:posOffset>-914400</wp:posOffset>
            </wp:positionV>
            <wp:extent cx="7546975" cy="1069657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975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46051810">
    <w:nsid w:val="444F5CE2"/>
    <w:multiLevelType w:val="multilevel"/>
    <w:tmpl w:val="444F5CE2"/>
    <w:lvl w:ilvl="0" w:tentative="1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abstractNum w:abstractNumId="1099983012">
    <w:nsid w:val="419068A4"/>
    <w:multiLevelType w:val="multilevel"/>
    <w:tmpl w:val="419068A4"/>
    <w:lvl w:ilvl="0" w:tentative="1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num w:numId="1">
    <w:abstractNumId w:val="1146051810"/>
  </w:num>
  <w:num w:numId="2">
    <w:abstractNumId w:val="10999830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5A493F"/>
    <w:rsid w:val="00127990"/>
    <w:rsid w:val="007669CA"/>
    <w:rsid w:val="00843008"/>
    <w:rsid w:val="008B11F0"/>
    <w:rsid w:val="2F712A5F"/>
    <w:rsid w:val="375A493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8212;&#21019;&#24847;&#23450;&#21046;B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简历—创意定制B.docx</Template>
  <Pages>1</Pages>
  <Words>0</Words>
  <Characters>0</Characters>
  <Lines>1</Lines>
  <Paragraphs>1</Paragraphs>
  <TotalTime>0</TotalTime>
  <ScaleCrop>false</ScaleCrop>
  <LinksUpToDate>false</LinksUpToDate>
  <CharactersWithSpaces>46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2016-03-10T05:15:00Z</dcterms:created>
  <dc:creator>Administrator</dc:creator>
  <cp:lastModifiedBy>Administrator</cp:lastModifiedBy>
  <dcterms:modified xsi:type="dcterms:W3CDTF">2016-03-10T05:17:15Z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