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5088890</wp:posOffset>
                </wp:positionH>
                <wp:positionV relativeFrom="paragraph">
                  <wp:posOffset>813435</wp:posOffset>
                </wp:positionV>
                <wp:extent cx="1522730" cy="44958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273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-197" w:leftChars="-94" w:right="0" w:rightChars="0" w:firstLine="132" w:firstLineChars="55"/>
                              <w:jc w:val="distribute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24"/>
                                <w:szCs w:val="24"/>
                                <w:lang w:val="en-US" w:eastAsia="zh-Hans"/>
                              </w:rPr>
                              <w:t>到岗时间：随时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.7pt;margin-top:64.05pt;height:35.4pt;width:119.9pt;z-index:251676672;mso-width-relative:page;mso-height-relative:page;" filled="f" stroked="f" coordsize="21600,21600" o:gfxdata="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SpIRNsAAAAMAQAADwAAAAAAAAABACAAAAAiAAAA&#10;ZHJzL2Rvd25yZXYueG1sUEsBAhQAFAAAAAgAh07iQFCfsDc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-197" w:leftChars="-94" w:right="0" w:rightChars="0" w:firstLine="132" w:firstLineChars="55"/>
                        <w:jc w:val="distribute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24"/>
                          <w:szCs w:val="24"/>
                          <w:lang w:val="en-US" w:eastAsia="zh-Han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24"/>
                          <w:szCs w:val="24"/>
                          <w:lang w:val="en-US" w:eastAsia="zh-Hans"/>
                        </w:rPr>
                        <w:t>到岗时间：随时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631825</wp:posOffset>
                </wp:positionV>
                <wp:extent cx="1563370" cy="61531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370" cy="615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52"/>
                                <w:szCs w:val="5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1618F"/>
                                <w:sz w:val="52"/>
                                <w:szCs w:val="52"/>
                                <w:lang w:val="en-US" w:eastAsia="zh-CN"/>
                              </w:rPr>
                              <w:t>小李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2pt;margin-top:49.75pt;height:48.45pt;width:123.1pt;z-index:251661312;mso-width-relative:page;mso-height-relative:page;" filled="f" stroked="f" coordsize="21600,21600" o:gfxdata="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IriJb9sAAAAKAQAADwAAAAAAAAABACAAAAAiAAAAZHJz&#10;L2Rvd25yZXYueG1sUEsBAhQAFAAAAAgAh07iQJz6z4U6AgAAZgQAAA4AAAAAAAAAAQAgAAAAK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52"/>
                          <w:szCs w:val="52"/>
                          <w:lang w:val="en-US" w:eastAsia="zh-Han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1618F"/>
                          <w:sz w:val="52"/>
                          <w:szCs w:val="52"/>
                          <w:lang w:val="en-US" w:eastAsia="zh-CN"/>
                        </w:rPr>
                        <w:t>小李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1130935</wp:posOffset>
                </wp:positionV>
                <wp:extent cx="2042795" cy="4622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795" cy="46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-197" w:leftChars="-94" w:right="0" w:rightChars="0" w:firstLine="132" w:firstLineChars="55"/>
                              <w:jc w:val="distribute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Han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Han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求职意向：新媒体运营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7pt;margin-top:89.05pt;height:36.4pt;width:160.85pt;z-index:251674624;mso-width-relative:page;mso-height-relative:page;" filled="f" stroked="f" coordsize="21600,21600" o:gfxdata="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oDY7XcAAAACwEAAA8AAAAAAAAAAQAgAAAAIgAA&#10;AGRycy9kb3ducmV2LnhtbFBLAQIUABQAAAAIAIdO4kCTA/if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-197" w:leftChars="-94" w:right="0" w:rightChars="0" w:firstLine="132" w:firstLineChars="55"/>
                        <w:jc w:val="distribute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Han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Hans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求职意向：新媒体运营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1260475</wp:posOffset>
                </wp:positionV>
                <wp:extent cx="6597650" cy="253365"/>
                <wp:effectExtent l="0" t="0" r="6350" b="635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7650" cy="253365"/>
                          <a:chOff x="973" y="2578"/>
                          <a:chExt cx="8511" cy="399"/>
                        </a:xfrm>
                      </wpg:grpSpPr>
                      <wps:wsp>
                        <wps:cNvPr id="46" name="直角三角形 52"/>
                        <wps:cNvSpPr/>
                        <wps:spPr>
                          <a:xfrm>
                            <a:off x="6082" y="2578"/>
                            <a:ext cx="3402" cy="399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solidFill>
                            <a:srgbClr val="F6D45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直角三角形 52"/>
                        <wps:cNvSpPr/>
                        <wps:spPr>
                          <a:xfrm>
                            <a:off x="973" y="2578"/>
                            <a:ext cx="7895" cy="399"/>
                          </a:xfrm>
                          <a:prstGeom prst="snip1Rect">
                            <a:avLst>
                              <a:gd name="adj" fmla="val 50000"/>
                            </a:avLst>
                          </a:prstGeom>
                          <a:solidFill>
                            <a:srgbClr val="42628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7pt;margin-top:99.25pt;height:19.95pt;width:519.5pt;z-index:251673600;mso-width-relative:page;mso-height-relative:page;" coordorigin="973,2578" coordsize="8511,399" o:gfxdata="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CfpjrI2gAAAAsBAAAP&#10;AAAAAAAAAAEAIAAAACIAAABkcnMvZG93bnJldi54bWxQSwECFAAUAAAACACHTuJAiSW/mzMDAABf&#10;CQAADgAAAAAAAAABACAAAAApAQAAZHJzL2Uyb0RvYy54bWxQSwUGAAAAAAYABgBZAQAAzgYAAAAA&#10;">
                <o:lock v:ext="edit" aspectratio="f"/>
                <v:shape id="直角三角形 52" o:spid="_x0000_s1026" style="position:absolute;left:6082;top:2578;height:399;width:3402;v-text-anchor:middle;" fillcolor="#F6D45C" filled="t" stroked="f" coordsize="3402,399" o:gfxdata="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+nSHa/&#10;AAAA2wAAAA8AAAAAAAAAAQAgAAAAIgAAAGRycy9kb3ducmV2LnhtbFBLAQIUABQAAAAIAIdO4kAz&#10;LwWeOwAAADkAAAAQAAAAAAAAAAEAIAAAAA4BAABkcnMvc2hhcGV4bWwueG1sUEsFBgAAAAAGAAYA&#10;WwEAALgDAAAAAA==&#10;" path="m0,0l3202,0,3402,199,3402,399,0,399xe">
                  <v:path o:connectlocs="3402,199;1701,399;0,199;1701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52" o:spid="_x0000_s1026" style="position:absolute;left:973;top:2578;height:399;width:7895;v-text-anchor:middle;" fillcolor="#42628D" filled="t" stroked="f" coordsize="7895,399" o:gfxdata="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AqmovQAA&#10;ANsAAAAPAAAAAAAAAAEAIAAAACIAAABkcnMvZG93bnJldi54bWxQSwECFAAUAAAACACHTuJAMy8F&#10;njsAAAA5AAAAEAAAAAAAAAABACAAAAAMAQAAZHJzL3NoYXBleG1sLnhtbFBLBQYAAAAABgAGAFsB&#10;AAC2AwAAAAA=&#10;" path="m0,0l7695,0,7895,199,7895,399,0,399xe">
                  <v:path o:connectlocs="7895,199;3947,399;0,199;3947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702310</wp:posOffset>
            </wp:positionV>
            <wp:extent cx="1086485" cy="1525270"/>
            <wp:effectExtent l="4445" t="42545" r="102870" b="57785"/>
            <wp:wrapSquare wrapText="bothSides"/>
            <wp:docPr id="12" name="图片 12" descr="/Users/Apple/Desktop/1-木鱼先生/简历头像规范/用于长方形头像99x139/08.jpg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/Users/Apple/Desktop/1-木鱼先生/简历头像规范/用于长方形头像99x139/08.jpg0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525270"/>
                    </a:xfrm>
                    <a:prstGeom prst="rect">
                      <a:avLst/>
                    </a:prstGeom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1483360</wp:posOffset>
                </wp:positionV>
                <wp:extent cx="4888230" cy="797560"/>
                <wp:effectExtent l="0" t="0" r="0" b="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8230" cy="797560"/>
                          <a:chOff x="5329" y="2619"/>
                          <a:chExt cx="7698" cy="1256"/>
                        </a:xfrm>
                      </wpg:grpSpPr>
                      <wps:wsp>
                        <wps:cNvPr id="20" name="文本框 20"/>
                        <wps:cNvSpPr txBox="1"/>
                        <wps:spPr>
                          <a:xfrm>
                            <a:off x="5801" y="2619"/>
                            <a:ext cx="7227" cy="12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出生年月：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1 9 9 7 . 0 9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联系电话：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139 0000 0000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邮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箱：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instrText xml:space="preserve"> HYPERLINK "mailto:muyu@139.com" </w:instrTex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1234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>@139.com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fldChar w:fldCharType="end"/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现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居：广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东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省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  <w:t>广州市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val="en-US" w:eastAsia="zh-Hans"/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  <w:lang w:eastAsia="zh-Hans"/>
                                </w:rPr>
                                <w:t xml:space="preserve">  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4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rPr>
                                  <w:b/>
                                  <w:bCs/>
                                  <w:color w:val="auto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23" name="组合 23"/>
                        <wpg:cNvGrpSpPr/>
                        <wpg:grpSpPr>
                          <a:xfrm>
                            <a:off x="5334" y="2908"/>
                            <a:ext cx="273" cy="283"/>
                            <a:chOff x="776" y="2913"/>
                            <a:chExt cx="273" cy="283"/>
                          </a:xfrm>
                        </wpg:grpSpPr>
                        <wps:wsp>
                          <wps:cNvPr id="232" name="矩形 232"/>
                          <wps:cNvSpPr/>
                          <wps:spPr>
                            <a:xfrm>
                              <a:off x="776" y="2913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6" name="任意多边形 96"/>
                          <wps:cNvSpPr>
                            <a:spLocks noChangeAspect="1"/>
                          </wps:cNvSpPr>
                          <wps:spPr>
                            <a:xfrm>
                              <a:off x="816" y="2948"/>
                              <a:ext cx="193" cy="21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79" y="306"/>
                                </a:cxn>
                                <a:cxn ang="0">
                                  <a:pos x="10" y="310"/>
                                </a:cxn>
                                <a:cxn ang="0">
                                  <a:pos x="0" y="299"/>
                                </a:cxn>
                                <a:cxn ang="0">
                                  <a:pos x="3" y="35"/>
                                </a:cxn>
                                <a:cxn ang="0">
                                  <a:pos x="43" y="32"/>
                                </a:cxn>
                                <a:cxn ang="0">
                                  <a:pos x="76" y="74"/>
                                </a:cxn>
                                <a:cxn ang="0">
                                  <a:pos x="108" y="32"/>
                                </a:cxn>
                                <a:cxn ang="0">
                                  <a:pos x="174" y="42"/>
                                </a:cxn>
                                <a:cxn ang="0">
                                  <a:pos x="239" y="42"/>
                                </a:cxn>
                                <a:cxn ang="0">
                                  <a:pos x="272" y="32"/>
                                </a:cxn>
                                <a:cxn ang="0">
                                  <a:pos x="283" y="42"/>
                                </a:cxn>
                                <a:cxn ang="0">
                                  <a:pos x="261" y="106"/>
                                </a:cxn>
                                <a:cxn ang="0">
                                  <a:pos x="21" y="288"/>
                                </a:cxn>
                                <a:cxn ang="0">
                                  <a:pos x="261" y="106"/>
                                </a:cxn>
                                <a:cxn ang="0">
                                  <a:pos x="43" y="160"/>
                                </a:cxn>
                                <a:cxn ang="0">
                                  <a:pos x="76" y="128"/>
                                </a:cxn>
                                <a:cxn ang="0">
                                  <a:pos x="76" y="213"/>
                                </a:cxn>
                                <a:cxn ang="0">
                                  <a:pos x="43" y="181"/>
                                </a:cxn>
                                <a:cxn ang="0">
                                  <a:pos x="76" y="213"/>
                                </a:cxn>
                                <a:cxn ang="0">
                                  <a:pos x="43" y="267"/>
                                </a:cxn>
                                <a:cxn ang="0">
                                  <a:pos x="76" y="235"/>
                                </a:cxn>
                                <a:cxn ang="0">
                                  <a:pos x="130" y="160"/>
                                </a:cxn>
                                <a:cxn ang="0">
                                  <a:pos x="97" y="128"/>
                                </a:cxn>
                                <a:cxn ang="0">
                                  <a:pos x="130" y="160"/>
                                </a:cxn>
                                <a:cxn ang="0">
                                  <a:pos x="97" y="213"/>
                                </a:cxn>
                                <a:cxn ang="0">
                                  <a:pos x="130" y="181"/>
                                </a:cxn>
                                <a:cxn ang="0">
                                  <a:pos x="130" y="267"/>
                                </a:cxn>
                                <a:cxn ang="0">
                                  <a:pos x="97" y="235"/>
                                </a:cxn>
                                <a:cxn ang="0">
                                  <a:pos x="130" y="267"/>
                                </a:cxn>
                                <a:cxn ang="0">
                                  <a:pos x="152" y="160"/>
                                </a:cxn>
                                <a:cxn ang="0">
                                  <a:pos x="185" y="128"/>
                                </a:cxn>
                                <a:cxn ang="0">
                                  <a:pos x="185" y="213"/>
                                </a:cxn>
                                <a:cxn ang="0">
                                  <a:pos x="152" y="181"/>
                                </a:cxn>
                                <a:cxn ang="0">
                                  <a:pos x="185" y="213"/>
                                </a:cxn>
                                <a:cxn ang="0">
                                  <a:pos x="152" y="267"/>
                                </a:cxn>
                                <a:cxn ang="0">
                                  <a:pos x="185" y="235"/>
                                </a:cxn>
                                <a:cxn ang="0">
                                  <a:pos x="239" y="160"/>
                                </a:cxn>
                                <a:cxn ang="0">
                                  <a:pos x="206" y="128"/>
                                </a:cxn>
                                <a:cxn ang="0">
                                  <a:pos x="239" y="160"/>
                                </a:cxn>
                                <a:cxn ang="0">
                                  <a:pos x="206" y="213"/>
                                </a:cxn>
                                <a:cxn ang="0">
                                  <a:pos x="239" y="181"/>
                                </a:cxn>
                                <a:cxn ang="0">
                                  <a:pos x="239" y="267"/>
                                </a:cxn>
                                <a:cxn ang="0">
                                  <a:pos x="206" y="235"/>
                                </a:cxn>
                                <a:cxn ang="0">
                                  <a:pos x="239" y="267"/>
                                </a:cxn>
                                <a:cxn ang="0">
                                  <a:pos x="185" y="43"/>
                                </a:cxn>
                                <a:cxn ang="0">
                                  <a:pos x="206" y="0"/>
                                </a:cxn>
                                <a:cxn ang="0">
                                  <a:pos x="227" y="43"/>
                                </a:cxn>
                                <a:cxn ang="0">
                                  <a:pos x="75" y="64"/>
                                </a:cxn>
                                <a:cxn ang="0">
                                  <a:pos x="54" y="21"/>
                                </a:cxn>
                                <a:cxn ang="0">
                                  <a:pos x="97" y="21"/>
                                </a:cxn>
                                <a:cxn ang="0">
                                  <a:pos x="75" y="64"/>
                                </a:cxn>
                              </a:cxnLst>
                              <a:pathLst>
                                <a:path w="2782" h="3069">
                                  <a:moveTo>
                                    <a:pt x="2782" y="2964"/>
                                  </a:moveTo>
                                  <a:cubicBezTo>
                                    <a:pt x="2782" y="2991"/>
                                    <a:pt x="2772" y="3018"/>
                                    <a:pt x="2751" y="3039"/>
                                  </a:cubicBezTo>
                                  <a:cubicBezTo>
                                    <a:pt x="2731" y="3059"/>
                                    <a:pt x="2704" y="3069"/>
                                    <a:pt x="2677" y="3069"/>
                                  </a:cubicBezTo>
                                  <a:cubicBezTo>
                                    <a:pt x="105" y="3069"/>
                                    <a:pt x="105" y="3069"/>
                                    <a:pt x="105" y="3069"/>
                                  </a:cubicBezTo>
                                  <a:cubicBezTo>
                                    <a:pt x="78" y="3069"/>
                                    <a:pt x="51" y="3059"/>
                                    <a:pt x="31" y="3039"/>
                                  </a:cubicBezTo>
                                  <a:cubicBezTo>
                                    <a:pt x="10" y="3018"/>
                                    <a:pt x="0" y="2991"/>
                                    <a:pt x="0" y="2964"/>
                                  </a:cubicBezTo>
                                  <a:cubicBezTo>
                                    <a:pt x="0" y="422"/>
                                    <a:pt x="0" y="422"/>
                                    <a:pt x="0" y="422"/>
                                  </a:cubicBezTo>
                                  <a:cubicBezTo>
                                    <a:pt x="0" y="395"/>
                                    <a:pt x="10" y="368"/>
                                    <a:pt x="31" y="348"/>
                                  </a:cubicBezTo>
                                  <a:cubicBezTo>
                                    <a:pt x="51" y="328"/>
                                    <a:pt x="78" y="317"/>
                                    <a:pt x="105" y="317"/>
                                  </a:cubicBezTo>
                                  <a:cubicBezTo>
                                    <a:pt x="428" y="317"/>
                                    <a:pt x="428" y="317"/>
                                    <a:pt x="428" y="317"/>
                                  </a:cubicBezTo>
                                  <a:cubicBezTo>
                                    <a:pt x="428" y="423"/>
                                    <a:pt x="428" y="423"/>
                                    <a:pt x="428" y="423"/>
                                  </a:cubicBezTo>
                                  <a:cubicBezTo>
                                    <a:pt x="428" y="599"/>
                                    <a:pt x="572" y="741"/>
                                    <a:pt x="749" y="741"/>
                                  </a:cubicBezTo>
                                  <a:cubicBezTo>
                                    <a:pt x="926" y="741"/>
                                    <a:pt x="1070" y="599"/>
                                    <a:pt x="1070" y="423"/>
                                  </a:cubicBezTo>
                                  <a:cubicBezTo>
                                    <a:pt x="1070" y="317"/>
                                    <a:pt x="1070" y="317"/>
                                    <a:pt x="1070" y="317"/>
                                  </a:cubicBezTo>
                                  <a:cubicBezTo>
                                    <a:pt x="1712" y="317"/>
                                    <a:pt x="1712" y="317"/>
                                    <a:pt x="1712" y="317"/>
                                  </a:cubicBezTo>
                                  <a:cubicBezTo>
                                    <a:pt x="1712" y="423"/>
                                    <a:pt x="1712" y="423"/>
                                    <a:pt x="1712" y="423"/>
                                  </a:cubicBezTo>
                                  <a:cubicBezTo>
                                    <a:pt x="1712" y="599"/>
                                    <a:pt x="1856" y="741"/>
                                    <a:pt x="2033" y="741"/>
                                  </a:cubicBezTo>
                                  <a:cubicBezTo>
                                    <a:pt x="2210" y="741"/>
                                    <a:pt x="2354" y="599"/>
                                    <a:pt x="2354" y="423"/>
                                  </a:cubicBezTo>
                                  <a:cubicBezTo>
                                    <a:pt x="2354" y="317"/>
                                    <a:pt x="2354" y="317"/>
                                    <a:pt x="2354" y="317"/>
                                  </a:cubicBezTo>
                                  <a:cubicBezTo>
                                    <a:pt x="2677" y="317"/>
                                    <a:pt x="2677" y="317"/>
                                    <a:pt x="2677" y="317"/>
                                  </a:cubicBezTo>
                                  <a:cubicBezTo>
                                    <a:pt x="2704" y="317"/>
                                    <a:pt x="2731" y="328"/>
                                    <a:pt x="2751" y="348"/>
                                  </a:cubicBezTo>
                                  <a:cubicBezTo>
                                    <a:pt x="2772" y="368"/>
                                    <a:pt x="2782" y="395"/>
                                    <a:pt x="2782" y="422"/>
                                  </a:cubicBezTo>
                                  <a:cubicBezTo>
                                    <a:pt x="2782" y="2964"/>
                                    <a:pt x="2782" y="2964"/>
                                    <a:pt x="2782" y="2964"/>
                                  </a:cubicBezTo>
                                  <a:close/>
                                  <a:moveTo>
                                    <a:pt x="2568" y="1058"/>
                                  </a:moveTo>
                                  <a:cubicBezTo>
                                    <a:pt x="214" y="1058"/>
                                    <a:pt x="214" y="1058"/>
                                    <a:pt x="214" y="1058"/>
                                  </a:cubicBezTo>
                                  <a:cubicBezTo>
                                    <a:pt x="214" y="2858"/>
                                    <a:pt x="214" y="2858"/>
                                    <a:pt x="214" y="2858"/>
                                  </a:cubicBezTo>
                                  <a:cubicBezTo>
                                    <a:pt x="2568" y="2858"/>
                                    <a:pt x="2568" y="2858"/>
                                    <a:pt x="2568" y="2858"/>
                                  </a:cubicBezTo>
                                  <a:cubicBezTo>
                                    <a:pt x="2568" y="1058"/>
                                    <a:pt x="2568" y="1058"/>
                                    <a:pt x="2568" y="1058"/>
                                  </a:cubicBezTo>
                                  <a:close/>
                                  <a:moveTo>
                                    <a:pt x="749" y="1587"/>
                                  </a:moveTo>
                                  <a:cubicBezTo>
                                    <a:pt x="428" y="1587"/>
                                    <a:pt x="428" y="1587"/>
                                    <a:pt x="428" y="1587"/>
                                  </a:cubicBezTo>
                                  <a:cubicBezTo>
                                    <a:pt x="428" y="1270"/>
                                    <a:pt x="428" y="1270"/>
                                    <a:pt x="428" y="1270"/>
                                  </a:cubicBezTo>
                                  <a:cubicBezTo>
                                    <a:pt x="749" y="1270"/>
                                    <a:pt x="749" y="1270"/>
                                    <a:pt x="749" y="1270"/>
                                  </a:cubicBezTo>
                                  <a:lnTo>
                                    <a:pt x="749" y="1587"/>
                                  </a:lnTo>
                                  <a:close/>
                                  <a:moveTo>
                                    <a:pt x="749" y="2117"/>
                                  </a:moveTo>
                                  <a:cubicBezTo>
                                    <a:pt x="428" y="2117"/>
                                    <a:pt x="428" y="2117"/>
                                    <a:pt x="428" y="2117"/>
                                  </a:cubicBezTo>
                                  <a:cubicBezTo>
                                    <a:pt x="428" y="1799"/>
                                    <a:pt x="428" y="1799"/>
                                    <a:pt x="428" y="1799"/>
                                  </a:cubicBezTo>
                                  <a:cubicBezTo>
                                    <a:pt x="749" y="1799"/>
                                    <a:pt x="749" y="1799"/>
                                    <a:pt x="749" y="1799"/>
                                  </a:cubicBezTo>
                                  <a:lnTo>
                                    <a:pt x="749" y="2117"/>
                                  </a:lnTo>
                                  <a:close/>
                                  <a:moveTo>
                                    <a:pt x="749" y="2646"/>
                                  </a:moveTo>
                                  <a:cubicBezTo>
                                    <a:pt x="428" y="2646"/>
                                    <a:pt x="428" y="2646"/>
                                    <a:pt x="428" y="2646"/>
                                  </a:cubicBezTo>
                                  <a:cubicBezTo>
                                    <a:pt x="428" y="2328"/>
                                    <a:pt x="428" y="2328"/>
                                    <a:pt x="428" y="2328"/>
                                  </a:cubicBezTo>
                                  <a:cubicBezTo>
                                    <a:pt x="749" y="2328"/>
                                    <a:pt x="749" y="2328"/>
                                    <a:pt x="749" y="2328"/>
                                  </a:cubicBezTo>
                                  <a:lnTo>
                                    <a:pt x="749" y="2646"/>
                                  </a:lnTo>
                                  <a:close/>
                                  <a:moveTo>
                                    <a:pt x="1284" y="1587"/>
                                  </a:moveTo>
                                  <a:cubicBezTo>
                                    <a:pt x="963" y="1587"/>
                                    <a:pt x="963" y="1587"/>
                                    <a:pt x="963" y="1587"/>
                                  </a:cubicBezTo>
                                  <a:cubicBezTo>
                                    <a:pt x="963" y="1270"/>
                                    <a:pt x="963" y="1270"/>
                                    <a:pt x="963" y="1270"/>
                                  </a:cubicBezTo>
                                  <a:cubicBezTo>
                                    <a:pt x="1284" y="1270"/>
                                    <a:pt x="1284" y="1270"/>
                                    <a:pt x="1284" y="1270"/>
                                  </a:cubicBezTo>
                                  <a:lnTo>
                                    <a:pt x="1284" y="1587"/>
                                  </a:lnTo>
                                  <a:close/>
                                  <a:moveTo>
                                    <a:pt x="1284" y="2117"/>
                                  </a:moveTo>
                                  <a:cubicBezTo>
                                    <a:pt x="963" y="2117"/>
                                    <a:pt x="963" y="2117"/>
                                    <a:pt x="963" y="2117"/>
                                  </a:cubicBezTo>
                                  <a:cubicBezTo>
                                    <a:pt x="963" y="1799"/>
                                    <a:pt x="963" y="1799"/>
                                    <a:pt x="963" y="1799"/>
                                  </a:cubicBezTo>
                                  <a:cubicBezTo>
                                    <a:pt x="1284" y="1799"/>
                                    <a:pt x="1284" y="1799"/>
                                    <a:pt x="1284" y="1799"/>
                                  </a:cubicBezTo>
                                  <a:lnTo>
                                    <a:pt x="1284" y="2117"/>
                                  </a:lnTo>
                                  <a:close/>
                                  <a:moveTo>
                                    <a:pt x="1284" y="2646"/>
                                  </a:moveTo>
                                  <a:cubicBezTo>
                                    <a:pt x="963" y="2646"/>
                                    <a:pt x="963" y="2646"/>
                                    <a:pt x="963" y="2646"/>
                                  </a:cubicBezTo>
                                  <a:cubicBezTo>
                                    <a:pt x="963" y="2328"/>
                                    <a:pt x="963" y="2328"/>
                                    <a:pt x="963" y="2328"/>
                                  </a:cubicBezTo>
                                  <a:cubicBezTo>
                                    <a:pt x="1284" y="2328"/>
                                    <a:pt x="1284" y="2328"/>
                                    <a:pt x="1284" y="2328"/>
                                  </a:cubicBezTo>
                                  <a:lnTo>
                                    <a:pt x="1284" y="2646"/>
                                  </a:lnTo>
                                  <a:close/>
                                  <a:moveTo>
                                    <a:pt x="1819" y="1587"/>
                                  </a:moveTo>
                                  <a:cubicBezTo>
                                    <a:pt x="1498" y="1587"/>
                                    <a:pt x="1498" y="1587"/>
                                    <a:pt x="1498" y="1587"/>
                                  </a:cubicBezTo>
                                  <a:cubicBezTo>
                                    <a:pt x="1498" y="1270"/>
                                    <a:pt x="1498" y="1270"/>
                                    <a:pt x="1498" y="1270"/>
                                  </a:cubicBezTo>
                                  <a:cubicBezTo>
                                    <a:pt x="1819" y="1270"/>
                                    <a:pt x="1819" y="1270"/>
                                    <a:pt x="1819" y="1270"/>
                                  </a:cubicBezTo>
                                  <a:lnTo>
                                    <a:pt x="1819" y="1587"/>
                                  </a:lnTo>
                                  <a:close/>
                                  <a:moveTo>
                                    <a:pt x="1819" y="2117"/>
                                  </a:moveTo>
                                  <a:cubicBezTo>
                                    <a:pt x="1498" y="2117"/>
                                    <a:pt x="1498" y="2117"/>
                                    <a:pt x="1498" y="2117"/>
                                  </a:cubicBezTo>
                                  <a:cubicBezTo>
                                    <a:pt x="1498" y="1799"/>
                                    <a:pt x="1498" y="1799"/>
                                    <a:pt x="1498" y="1799"/>
                                  </a:cubicBezTo>
                                  <a:cubicBezTo>
                                    <a:pt x="1819" y="1799"/>
                                    <a:pt x="1819" y="1799"/>
                                    <a:pt x="1819" y="1799"/>
                                  </a:cubicBezTo>
                                  <a:lnTo>
                                    <a:pt x="1819" y="2117"/>
                                  </a:lnTo>
                                  <a:close/>
                                  <a:moveTo>
                                    <a:pt x="1819" y="2646"/>
                                  </a:moveTo>
                                  <a:cubicBezTo>
                                    <a:pt x="1498" y="2646"/>
                                    <a:pt x="1498" y="2646"/>
                                    <a:pt x="1498" y="2646"/>
                                  </a:cubicBezTo>
                                  <a:cubicBezTo>
                                    <a:pt x="1498" y="2328"/>
                                    <a:pt x="1498" y="2328"/>
                                    <a:pt x="1498" y="2328"/>
                                  </a:cubicBezTo>
                                  <a:cubicBezTo>
                                    <a:pt x="1819" y="2328"/>
                                    <a:pt x="1819" y="2328"/>
                                    <a:pt x="1819" y="2328"/>
                                  </a:cubicBezTo>
                                  <a:lnTo>
                                    <a:pt x="1819" y="2646"/>
                                  </a:lnTo>
                                  <a:close/>
                                  <a:moveTo>
                                    <a:pt x="2354" y="1587"/>
                                  </a:moveTo>
                                  <a:cubicBezTo>
                                    <a:pt x="2033" y="1587"/>
                                    <a:pt x="2033" y="1587"/>
                                    <a:pt x="2033" y="1587"/>
                                  </a:cubicBezTo>
                                  <a:cubicBezTo>
                                    <a:pt x="2033" y="1270"/>
                                    <a:pt x="2033" y="1270"/>
                                    <a:pt x="2033" y="1270"/>
                                  </a:cubicBezTo>
                                  <a:cubicBezTo>
                                    <a:pt x="2354" y="1270"/>
                                    <a:pt x="2354" y="1270"/>
                                    <a:pt x="2354" y="1270"/>
                                  </a:cubicBezTo>
                                  <a:lnTo>
                                    <a:pt x="2354" y="1587"/>
                                  </a:lnTo>
                                  <a:close/>
                                  <a:moveTo>
                                    <a:pt x="2354" y="2117"/>
                                  </a:moveTo>
                                  <a:cubicBezTo>
                                    <a:pt x="2033" y="2117"/>
                                    <a:pt x="2033" y="2117"/>
                                    <a:pt x="2033" y="2117"/>
                                  </a:cubicBezTo>
                                  <a:cubicBezTo>
                                    <a:pt x="2033" y="1799"/>
                                    <a:pt x="2033" y="1799"/>
                                    <a:pt x="2033" y="1799"/>
                                  </a:cubicBezTo>
                                  <a:cubicBezTo>
                                    <a:pt x="2354" y="1799"/>
                                    <a:pt x="2354" y="1799"/>
                                    <a:pt x="2354" y="1799"/>
                                  </a:cubicBezTo>
                                  <a:lnTo>
                                    <a:pt x="2354" y="2117"/>
                                  </a:lnTo>
                                  <a:close/>
                                  <a:moveTo>
                                    <a:pt x="2354" y="2646"/>
                                  </a:moveTo>
                                  <a:cubicBezTo>
                                    <a:pt x="2033" y="2646"/>
                                    <a:pt x="2033" y="2646"/>
                                    <a:pt x="2033" y="2646"/>
                                  </a:cubicBezTo>
                                  <a:cubicBezTo>
                                    <a:pt x="2033" y="2328"/>
                                    <a:pt x="2033" y="2328"/>
                                    <a:pt x="2033" y="2328"/>
                                  </a:cubicBezTo>
                                  <a:cubicBezTo>
                                    <a:pt x="2354" y="2328"/>
                                    <a:pt x="2354" y="2328"/>
                                    <a:pt x="2354" y="2328"/>
                                  </a:cubicBezTo>
                                  <a:lnTo>
                                    <a:pt x="2354" y="2646"/>
                                  </a:lnTo>
                                  <a:close/>
                                  <a:moveTo>
                                    <a:pt x="2030" y="635"/>
                                  </a:moveTo>
                                  <a:cubicBezTo>
                                    <a:pt x="1914" y="635"/>
                                    <a:pt x="1819" y="542"/>
                                    <a:pt x="1819" y="426"/>
                                  </a:cubicBezTo>
                                  <a:cubicBezTo>
                                    <a:pt x="1819" y="208"/>
                                    <a:pt x="1819" y="208"/>
                                    <a:pt x="1819" y="208"/>
                                  </a:cubicBezTo>
                                  <a:cubicBezTo>
                                    <a:pt x="1819" y="93"/>
                                    <a:pt x="1914" y="0"/>
                                    <a:pt x="2030" y="0"/>
                                  </a:cubicBezTo>
                                  <a:cubicBezTo>
                                    <a:pt x="2146" y="0"/>
                                    <a:pt x="2240" y="93"/>
                                    <a:pt x="2240" y="208"/>
                                  </a:cubicBezTo>
                                  <a:cubicBezTo>
                                    <a:pt x="2240" y="426"/>
                                    <a:pt x="2240" y="426"/>
                                    <a:pt x="2240" y="426"/>
                                  </a:cubicBezTo>
                                  <a:cubicBezTo>
                                    <a:pt x="2240" y="542"/>
                                    <a:pt x="2146" y="635"/>
                                    <a:pt x="2030" y="635"/>
                                  </a:cubicBezTo>
                                  <a:close/>
                                  <a:moveTo>
                                    <a:pt x="746" y="635"/>
                                  </a:moveTo>
                                  <a:cubicBezTo>
                                    <a:pt x="630" y="635"/>
                                    <a:pt x="535" y="542"/>
                                    <a:pt x="535" y="426"/>
                                  </a:cubicBezTo>
                                  <a:cubicBezTo>
                                    <a:pt x="535" y="208"/>
                                    <a:pt x="535" y="208"/>
                                    <a:pt x="535" y="208"/>
                                  </a:cubicBezTo>
                                  <a:cubicBezTo>
                                    <a:pt x="535" y="93"/>
                                    <a:pt x="630" y="0"/>
                                    <a:pt x="746" y="0"/>
                                  </a:cubicBezTo>
                                  <a:cubicBezTo>
                                    <a:pt x="862" y="0"/>
                                    <a:pt x="957" y="93"/>
                                    <a:pt x="957" y="208"/>
                                  </a:cubicBezTo>
                                  <a:cubicBezTo>
                                    <a:pt x="957" y="426"/>
                                    <a:pt x="957" y="426"/>
                                    <a:pt x="957" y="426"/>
                                  </a:cubicBezTo>
                                  <a:cubicBezTo>
                                    <a:pt x="957" y="542"/>
                                    <a:pt x="862" y="635"/>
                                    <a:pt x="746" y="6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5329" y="3444"/>
                            <a:ext cx="273" cy="283"/>
                            <a:chOff x="777" y="3444"/>
                            <a:chExt cx="273" cy="283"/>
                          </a:xfrm>
                        </wpg:grpSpPr>
                        <wps:wsp>
                          <wps:cNvPr id="233" name="矩形 233"/>
                          <wps:cNvSpPr/>
                          <wps:spPr>
                            <a:xfrm>
                              <a:off x="777" y="3444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信息"/>
                          <wps:cNvSpPr/>
                          <wps:spPr bwMode="auto">
                            <a:xfrm>
                              <a:off x="812" y="3469"/>
                              <a:ext cx="204" cy="234"/>
                            </a:xfrm>
                            <a:custGeom>
                              <a:avLst/>
                              <a:gdLst>
                                <a:gd name="T0" fmla="*/ 2147483646 w 90"/>
                                <a:gd name="T1" fmla="*/ 2147483646 h 93"/>
                                <a:gd name="T2" fmla="*/ 2147483646 w 90"/>
                                <a:gd name="T3" fmla="*/ 2147483646 h 93"/>
                                <a:gd name="T4" fmla="*/ 2147483646 w 90"/>
                                <a:gd name="T5" fmla="*/ 2147483646 h 93"/>
                                <a:gd name="T6" fmla="*/ 2147483646 w 90"/>
                                <a:gd name="T7" fmla="*/ 2147483646 h 93"/>
                                <a:gd name="T8" fmla="*/ 2147483646 w 90"/>
                                <a:gd name="T9" fmla="*/ 2147483646 h 93"/>
                                <a:gd name="T10" fmla="*/ 0 w 90"/>
                                <a:gd name="T11" fmla="*/ 2147483646 h 93"/>
                                <a:gd name="T12" fmla="*/ 0 w 90"/>
                                <a:gd name="T13" fmla="*/ 2147483646 h 93"/>
                                <a:gd name="T14" fmla="*/ 2147483646 w 90"/>
                                <a:gd name="T15" fmla="*/ 2147483646 h 93"/>
                                <a:gd name="T16" fmla="*/ 2147483646 w 90"/>
                                <a:gd name="T17" fmla="*/ 2147483646 h 93"/>
                                <a:gd name="T18" fmla="*/ 2147483646 w 90"/>
                                <a:gd name="T19" fmla="*/ 2147483646 h 93"/>
                                <a:gd name="T20" fmla="*/ 2147483646 w 90"/>
                                <a:gd name="T21" fmla="*/ 2147483646 h 93"/>
                                <a:gd name="T22" fmla="*/ 2147483646 w 90"/>
                                <a:gd name="T23" fmla="*/ 2147483646 h 93"/>
                                <a:gd name="T24" fmla="*/ 2147483646 w 90"/>
                                <a:gd name="T25" fmla="*/ 2147483646 h 93"/>
                                <a:gd name="T26" fmla="*/ 2147483646 w 90"/>
                                <a:gd name="T27" fmla="*/ 2147483646 h 93"/>
                                <a:gd name="T28" fmla="*/ 2147483646 w 90"/>
                                <a:gd name="T29" fmla="*/ 2147483646 h 93"/>
                                <a:gd name="T30" fmla="*/ 2147483646 w 90"/>
                                <a:gd name="T31" fmla="*/ 2147483646 h 93"/>
                                <a:gd name="T32" fmla="*/ 2147483646 w 90"/>
                                <a:gd name="T33" fmla="*/ 2147483646 h 93"/>
                                <a:gd name="T34" fmla="*/ 2147483646 w 90"/>
                                <a:gd name="T35" fmla="*/ 2147483646 h 93"/>
                                <a:gd name="T36" fmla="*/ 2147483646 w 90"/>
                                <a:gd name="T37" fmla="*/ 2147483646 h 93"/>
                                <a:gd name="T38" fmla="*/ 2147483646 w 90"/>
                                <a:gd name="T39" fmla="*/ 2147483646 h 93"/>
                                <a:gd name="T40" fmla="*/ 2147483646 w 90"/>
                                <a:gd name="T41" fmla="*/ 2147483646 h 93"/>
                                <a:gd name="T42" fmla="*/ 2147483646 w 90"/>
                                <a:gd name="T43" fmla="*/ 2147483646 h 93"/>
                                <a:gd name="T44" fmla="*/ 2147483646 w 90"/>
                                <a:gd name="T45" fmla="*/ 2147483646 h 93"/>
                                <a:gd name="T46" fmla="*/ 2147483646 w 90"/>
                                <a:gd name="T47" fmla="*/ 2147483646 h 93"/>
                                <a:gd name="T48" fmla="*/ 2147483646 w 90"/>
                                <a:gd name="T49" fmla="*/ 2147483646 h 93"/>
                                <a:gd name="T50" fmla="*/ 2147483646 w 90"/>
                                <a:gd name="T51" fmla="*/ 2147483646 h 93"/>
                                <a:gd name="T52" fmla="*/ 2147483646 w 90"/>
                                <a:gd name="T53" fmla="*/ 2147483646 h 93"/>
                                <a:gd name="T54" fmla="*/ 2147483646 w 90"/>
                                <a:gd name="T55" fmla="*/ 2147483646 h 93"/>
                                <a:gd name="T56" fmla="*/ 2147483646 w 90"/>
                                <a:gd name="T57" fmla="*/ 2147483646 h 93"/>
                                <a:gd name="T58" fmla="*/ 2147483646 w 90"/>
                                <a:gd name="T59" fmla="*/ 2147483646 h 93"/>
                                <a:gd name="T60" fmla="*/ 2147483646 w 90"/>
                                <a:gd name="T61" fmla="*/ 2147483646 h 93"/>
                                <a:gd name="T62" fmla="*/ 2147483646 w 90"/>
                                <a:gd name="T63" fmla="*/ 2147483646 h 93"/>
                                <a:gd name="T64" fmla="*/ 2147483646 w 90"/>
                                <a:gd name="T65" fmla="*/ 2147483646 h 93"/>
                                <a:gd name="T66" fmla="*/ 2147483646 w 90"/>
                                <a:gd name="T67" fmla="*/ 2147483646 h 93"/>
                                <a:gd name="T68" fmla="*/ 2147483646 w 90"/>
                                <a:gd name="T69" fmla="*/ 2147483646 h 93"/>
                                <a:gd name="T70" fmla="*/ 2147483646 w 90"/>
                                <a:gd name="T71" fmla="*/ 2147483646 h 93"/>
                                <a:gd name="T72" fmla="*/ 2147483646 w 90"/>
                                <a:gd name="T73" fmla="*/ 2147483646 h 93"/>
                                <a:gd name="T74" fmla="*/ 2147483646 w 90"/>
                                <a:gd name="T75" fmla="*/ 2147483646 h 93"/>
                                <a:gd name="T76" fmla="*/ 2147483646 w 90"/>
                                <a:gd name="T77" fmla="*/ 2147483646 h 93"/>
                                <a:gd name="T78" fmla="*/ 2147483646 w 90"/>
                                <a:gd name="T79" fmla="*/ 2147483646 h 93"/>
                                <a:gd name="T80" fmla="*/ 2147483646 w 90"/>
                                <a:gd name="T81" fmla="*/ 2147483646 h 93"/>
                                <a:gd name="T82" fmla="*/ 2147483646 w 90"/>
                                <a:gd name="T83" fmla="*/ 2147483646 h 93"/>
                                <a:gd name="T84" fmla="*/ 2147483646 w 90"/>
                                <a:gd name="T85" fmla="*/ 2147483646 h 93"/>
                                <a:gd name="T86" fmla="*/ 2147483646 w 90"/>
                                <a:gd name="T87" fmla="*/ 2147483646 h 93"/>
                                <a:gd name="T88" fmla="*/ 2147483646 w 90"/>
                                <a:gd name="T89" fmla="*/ 2147483646 h 93"/>
                                <a:gd name="T90" fmla="*/ 2147483646 w 90"/>
                                <a:gd name="T91" fmla="*/ 2147483646 h 93"/>
                                <a:gd name="T92" fmla="*/ 2147483646 w 90"/>
                                <a:gd name="T93" fmla="*/ 2147483646 h 93"/>
                                <a:gd name="T94" fmla="*/ 2147483646 w 90"/>
                                <a:gd name="T95" fmla="*/ 2147483646 h 93"/>
                                <a:gd name="T96" fmla="*/ 2147483646 w 90"/>
                                <a:gd name="T97" fmla="*/ 2147483646 h 93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</a:gdLst>
                              <a:ahLst/>
                              <a:cxnLst>
                                <a:cxn ang="T98">
                                  <a:pos x="T0" y="T1"/>
                                </a:cxn>
                                <a:cxn ang="T99">
                                  <a:pos x="T2" y="T3"/>
                                </a:cxn>
                                <a:cxn ang="T100">
                                  <a:pos x="T4" y="T5"/>
                                </a:cxn>
                                <a:cxn ang="T101">
                                  <a:pos x="T6" y="T7"/>
                                </a:cxn>
                                <a:cxn ang="T102">
                                  <a:pos x="T8" y="T9"/>
                                </a:cxn>
                                <a:cxn ang="T103">
                                  <a:pos x="T10" y="T11"/>
                                </a:cxn>
                                <a:cxn ang="T104">
                                  <a:pos x="T12" y="T13"/>
                                </a:cxn>
                                <a:cxn ang="T105">
                                  <a:pos x="T14" y="T15"/>
                                </a:cxn>
                                <a:cxn ang="T106">
                                  <a:pos x="T16" y="T17"/>
                                </a:cxn>
                                <a:cxn ang="T107">
                                  <a:pos x="T18" y="T19"/>
                                </a:cxn>
                                <a:cxn ang="T108">
                                  <a:pos x="T20" y="T21"/>
                                </a:cxn>
                                <a:cxn ang="T109">
                                  <a:pos x="T22" y="T23"/>
                                </a:cxn>
                                <a:cxn ang="T110">
                                  <a:pos x="T24" y="T25"/>
                                </a:cxn>
                                <a:cxn ang="T111">
                                  <a:pos x="T26" y="T27"/>
                                </a:cxn>
                                <a:cxn ang="T112">
                                  <a:pos x="T28" y="T29"/>
                                </a:cxn>
                                <a:cxn ang="T113">
                                  <a:pos x="T30" y="T31"/>
                                </a:cxn>
                                <a:cxn ang="T114">
                                  <a:pos x="T32" y="T33"/>
                                </a:cxn>
                                <a:cxn ang="T115">
                                  <a:pos x="T34" y="T35"/>
                                </a:cxn>
                                <a:cxn ang="T116">
                                  <a:pos x="T36" y="T37"/>
                                </a:cxn>
                                <a:cxn ang="T117">
                                  <a:pos x="T38" y="T39"/>
                                </a:cxn>
                                <a:cxn ang="T118">
                                  <a:pos x="T40" y="T41"/>
                                </a:cxn>
                                <a:cxn ang="T119">
                                  <a:pos x="T42" y="T43"/>
                                </a:cxn>
                                <a:cxn ang="T120">
                                  <a:pos x="T44" y="T45"/>
                                </a:cxn>
                                <a:cxn ang="T121">
                                  <a:pos x="T46" y="T47"/>
                                </a:cxn>
                                <a:cxn ang="T122">
                                  <a:pos x="T48" y="T49"/>
                                </a:cxn>
                                <a:cxn ang="T123">
                                  <a:pos x="T50" y="T51"/>
                                </a:cxn>
                                <a:cxn ang="T124">
                                  <a:pos x="T52" y="T53"/>
                                </a:cxn>
                                <a:cxn ang="T125">
                                  <a:pos x="T54" y="T55"/>
                                </a:cxn>
                                <a:cxn ang="T126">
                                  <a:pos x="T56" y="T57"/>
                                </a:cxn>
                                <a:cxn ang="T127">
                                  <a:pos x="T58" y="T59"/>
                                </a:cxn>
                                <a:cxn ang="T128">
                                  <a:pos x="T60" y="T61"/>
                                </a:cxn>
                                <a:cxn ang="T129">
                                  <a:pos x="T62" y="T63"/>
                                </a:cxn>
                                <a:cxn ang="T130">
                                  <a:pos x="T64" y="T65"/>
                                </a:cxn>
                                <a:cxn ang="T131">
                                  <a:pos x="T66" y="T67"/>
                                </a:cxn>
                                <a:cxn ang="T132">
                                  <a:pos x="T68" y="T69"/>
                                </a:cxn>
                                <a:cxn ang="T133">
                                  <a:pos x="T70" y="T71"/>
                                </a:cxn>
                                <a:cxn ang="T134">
                                  <a:pos x="T72" y="T73"/>
                                </a:cxn>
                                <a:cxn ang="T135">
                                  <a:pos x="T74" y="T75"/>
                                </a:cxn>
                                <a:cxn ang="T136">
                                  <a:pos x="T76" y="T77"/>
                                </a:cxn>
                                <a:cxn ang="T137">
                                  <a:pos x="T78" y="T79"/>
                                </a:cxn>
                                <a:cxn ang="T138">
                                  <a:pos x="T80" y="T81"/>
                                </a:cxn>
                                <a:cxn ang="T139">
                                  <a:pos x="T82" y="T83"/>
                                </a:cxn>
                                <a:cxn ang="T140">
                                  <a:pos x="T84" y="T85"/>
                                </a:cxn>
                                <a:cxn ang="T141">
                                  <a:pos x="T86" y="T87"/>
                                </a:cxn>
                                <a:cxn ang="T142">
                                  <a:pos x="T88" y="T89"/>
                                </a:cxn>
                                <a:cxn ang="T143">
                                  <a:pos x="T90" y="T91"/>
                                </a:cxn>
                                <a:cxn ang="T144">
                                  <a:pos x="T92" y="T93"/>
                                </a:cxn>
                                <a:cxn ang="T145">
                                  <a:pos x="T94" y="T95"/>
                                </a:cxn>
                                <a:cxn ang="T146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0" h="93">
                                  <a:moveTo>
                                    <a:pt x="86" y="38"/>
                                  </a:moveTo>
                                  <a:cubicBezTo>
                                    <a:pt x="88" y="40"/>
                                    <a:pt x="90" y="43"/>
                                    <a:pt x="90" y="46"/>
                                  </a:cubicBezTo>
                                  <a:cubicBezTo>
                                    <a:pt x="90" y="83"/>
                                    <a:pt x="90" y="83"/>
                                    <a:pt x="90" y="83"/>
                                  </a:cubicBezTo>
                                  <a:cubicBezTo>
                                    <a:pt x="90" y="88"/>
                                    <a:pt x="86" y="93"/>
                                    <a:pt x="81" y="93"/>
                                  </a:cubicBezTo>
                                  <a:cubicBezTo>
                                    <a:pt x="9" y="93"/>
                                    <a:pt x="9" y="93"/>
                                    <a:pt x="9" y="93"/>
                                  </a:cubicBezTo>
                                  <a:cubicBezTo>
                                    <a:pt x="4" y="93"/>
                                    <a:pt x="0" y="88"/>
                                    <a:pt x="0" y="83"/>
                                  </a:cubicBezTo>
                                  <a:cubicBezTo>
                                    <a:pt x="0" y="46"/>
                                    <a:pt x="0" y="46"/>
                                    <a:pt x="0" y="46"/>
                                  </a:cubicBezTo>
                                  <a:cubicBezTo>
                                    <a:pt x="0" y="44"/>
                                    <a:pt x="1" y="41"/>
                                    <a:pt x="2" y="40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2" y="40"/>
                                    <a:pt x="2" y="40"/>
                                    <a:pt x="2" y="40"/>
                                  </a:cubicBezTo>
                                  <a:cubicBezTo>
                                    <a:pt x="2" y="39"/>
                                    <a:pt x="2" y="39"/>
                                    <a:pt x="3" y="39"/>
                                  </a:cubicBezTo>
                                  <a:cubicBezTo>
                                    <a:pt x="39" y="3"/>
                                    <a:pt x="39" y="3"/>
                                    <a:pt x="39" y="3"/>
                                  </a:cubicBezTo>
                                  <a:cubicBezTo>
                                    <a:pt x="43" y="0"/>
                                    <a:pt x="46" y="0"/>
                                    <a:pt x="50" y="3"/>
                                  </a:cubicBezTo>
                                  <a:cubicBezTo>
                                    <a:pt x="86" y="38"/>
                                    <a:pt x="86" y="38"/>
                                    <a:pt x="86" y="38"/>
                                  </a:cubicBezTo>
                                  <a:close/>
                                  <a:moveTo>
                                    <a:pt x="15" y="30"/>
                                  </a:moveTo>
                                  <a:cubicBezTo>
                                    <a:pt x="15" y="52"/>
                                    <a:pt x="15" y="52"/>
                                    <a:pt x="15" y="52"/>
                                  </a:cubicBezTo>
                                  <a:cubicBezTo>
                                    <a:pt x="45" y="75"/>
                                    <a:pt x="45" y="75"/>
                                    <a:pt x="45" y="75"/>
                                  </a:cubicBezTo>
                                  <a:cubicBezTo>
                                    <a:pt x="72" y="54"/>
                                    <a:pt x="72" y="54"/>
                                    <a:pt x="72" y="54"/>
                                  </a:cubicBezTo>
                                  <a:cubicBezTo>
                                    <a:pt x="72" y="30"/>
                                    <a:pt x="72" y="30"/>
                                    <a:pt x="72" y="30"/>
                                  </a:cubicBezTo>
                                  <a:cubicBezTo>
                                    <a:pt x="15" y="30"/>
                                    <a:pt x="15" y="30"/>
                                    <a:pt x="15" y="30"/>
                                  </a:cubicBezTo>
                                  <a:close/>
                                  <a:moveTo>
                                    <a:pt x="25" y="35"/>
                                  </a:moveTo>
                                  <a:cubicBezTo>
                                    <a:pt x="25" y="39"/>
                                    <a:pt x="25" y="39"/>
                                    <a:pt x="25" y="39"/>
                                  </a:cubicBezTo>
                                  <a:cubicBezTo>
                                    <a:pt x="63" y="39"/>
                                    <a:pt x="63" y="39"/>
                                    <a:pt x="63" y="39"/>
                                  </a:cubicBezTo>
                                  <a:cubicBezTo>
                                    <a:pt x="63" y="35"/>
                                    <a:pt x="63" y="35"/>
                                    <a:pt x="63" y="35"/>
                                  </a:cubicBezTo>
                                  <a:cubicBezTo>
                                    <a:pt x="25" y="35"/>
                                    <a:pt x="25" y="35"/>
                                    <a:pt x="25" y="35"/>
                                  </a:cubicBezTo>
                                  <a:close/>
                                  <a:moveTo>
                                    <a:pt x="25" y="51"/>
                                  </a:moveTo>
                                  <a:cubicBezTo>
                                    <a:pt x="25" y="55"/>
                                    <a:pt x="25" y="55"/>
                                    <a:pt x="25" y="55"/>
                                  </a:cubicBezTo>
                                  <a:cubicBezTo>
                                    <a:pt x="63" y="55"/>
                                    <a:pt x="63" y="55"/>
                                    <a:pt x="63" y="55"/>
                                  </a:cubicBezTo>
                                  <a:cubicBezTo>
                                    <a:pt x="63" y="51"/>
                                    <a:pt x="63" y="51"/>
                                    <a:pt x="63" y="51"/>
                                  </a:cubicBezTo>
                                  <a:cubicBezTo>
                                    <a:pt x="25" y="51"/>
                                    <a:pt x="25" y="51"/>
                                    <a:pt x="25" y="51"/>
                                  </a:cubicBezTo>
                                  <a:close/>
                                  <a:moveTo>
                                    <a:pt x="25" y="43"/>
                                  </a:moveTo>
                                  <a:cubicBezTo>
                                    <a:pt x="25" y="47"/>
                                    <a:pt x="25" y="47"/>
                                    <a:pt x="25" y="47"/>
                                  </a:cubicBezTo>
                                  <a:cubicBezTo>
                                    <a:pt x="63" y="47"/>
                                    <a:pt x="63" y="47"/>
                                    <a:pt x="63" y="47"/>
                                  </a:cubicBezTo>
                                  <a:cubicBezTo>
                                    <a:pt x="63" y="43"/>
                                    <a:pt x="63" y="43"/>
                                    <a:pt x="63" y="43"/>
                                  </a:cubicBezTo>
                                  <a:cubicBezTo>
                                    <a:pt x="25" y="43"/>
                                    <a:pt x="25" y="43"/>
                                    <a:pt x="25" y="43"/>
                                  </a:cubicBezTo>
                                  <a:close/>
                                  <a:moveTo>
                                    <a:pt x="10" y="87"/>
                                  </a:moveTo>
                                  <a:cubicBezTo>
                                    <a:pt x="28" y="69"/>
                                    <a:pt x="28" y="69"/>
                                    <a:pt x="28" y="69"/>
                                  </a:cubicBezTo>
                                  <a:cubicBezTo>
                                    <a:pt x="28" y="69"/>
                                    <a:pt x="28" y="68"/>
                                    <a:pt x="28" y="67"/>
                                  </a:cubicBezTo>
                                  <a:cubicBezTo>
                                    <a:pt x="27" y="66"/>
                                    <a:pt x="26" y="66"/>
                                    <a:pt x="25" y="67"/>
                                  </a:cubicBezTo>
                                  <a:cubicBezTo>
                                    <a:pt x="7" y="84"/>
                                    <a:pt x="7" y="84"/>
                                    <a:pt x="7" y="84"/>
                                  </a:cubicBezTo>
                                  <a:cubicBezTo>
                                    <a:pt x="6" y="85"/>
                                    <a:pt x="6" y="86"/>
                                    <a:pt x="7" y="87"/>
                                  </a:cubicBezTo>
                                  <a:cubicBezTo>
                                    <a:pt x="8" y="87"/>
                                    <a:pt x="9" y="87"/>
                                    <a:pt x="10" y="87"/>
                                  </a:cubicBezTo>
                                  <a:close/>
                                  <a:moveTo>
                                    <a:pt x="84" y="84"/>
                                  </a:moveTo>
                                  <a:cubicBezTo>
                                    <a:pt x="66" y="67"/>
                                    <a:pt x="66" y="67"/>
                                    <a:pt x="66" y="67"/>
                                  </a:cubicBezTo>
                                  <a:cubicBezTo>
                                    <a:pt x="65" y="66"/>
                                    <a:pt x="64" y="66"/>
                                    <a:pt x="63" y="67"/>
                                  </a:cubicBezTo>
                                  <a:cubicBezTo>
                                    <a:pt x="62" y="68"/>
                                    <a:pt x="62" y="69"/>
                                    <a:pt x="63" y="69"/>
                                  </a:cubicBezTo>
                                  <a:cubicBezTo>
                                    <a:pt x="81" y="87"/>
                                    <a:pt x="81" y="87"/>
                                    <a:pt x="81" y="87"/>
                                  </a:cubicBezTo>
                                  <a:cubicBezTo>
                                    <a:pt x="82" y="87"/>
                                    <a:pt x="83" y="87"/>
                                    <a:pt x="84" y="87"/>
                                  </a:cubicBezTo>
                                  <a:cubicBezTo>
                                    <a:pt x="85" y="86"/>
                                    <a:pt x="85" y="85"/>
                                    <a:pt x="84" y="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/>
                        </wps:w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9514" y="3444"/>
                            <a:ext cx="272" cy="282"/>
                            <a:chOff x="8744" y="3444"/>
                            <a:chExt cx="272" cy="282"/>
                          </a:xfrm>
                        </wpg:grpSpPr>
                        <wps:wsp>
                          <wps:cNvPr id="238" name="矩形 233"/>
                          <wps:cNvSpPr/>
                          <wps:spPr>
                            <a:xfrm>
                              <a:off x="8744" y="3444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08" name="Freeform 66"/>
                          <wps:cNvSpPr>
                            <a:spLocks noChangeAspect="1" noEditPoints="1"/>
                          </wps:cNvSpPr>
                          <wps:spPr bwMode="auto">
                            <a:xfrm flipH="1">
                              <a:off x="8794" y="3467"/>
                              <a:ext cx="173" cy="238"/>
                            </a:xfrm>
                            <a:custGeom>
                              <a:avLst/>
                              <a:gdLst>
                                <a:gd name="T0" fmla="*/ 44 w 88"/>
                                <a:gd name="T1" fmla="*/ 127 h 136"/>
                                <a:gd name="T2" fmla="*/ 6 w 88"/>
                                <a:gd name="T3" fmla="*/ 49 h 136"/>
                                <a:gd name="T4" fmla="*/ 5 w 88"/>
                                <a:gd name="T5" fmla="*/ 39 h 136"/>
                                <a:gd name="T6" fmla="*/ 44 w 88"/>
                                <a:gd name="T7" fmla="*/ 0 h 136"/>
                                <a:gd name="T8" fmla="*/ 83 w 88"/>
                                <a:gd name="T9" fmla="*/ 39 h 136"/>
                                <a:gd name="T10" fmla="*/ 82 w 88"/>
                                <a:gd name="T11" fmla="*/ 49 h 136"/>
                                <a:gd name="T12" fmla="*/ 44 w 88"/>
                                <a:gd name="T13" fmla="*/ 127 h 136"/>
                                <a:gd name="T14" fmla="*/ 44 w 88"/>
                                <a:gd name="T15" fmla="*/ 19 h 136"/>
                                <a:gd name="T16" fmla="*/ 24 w 88"/>
                                <a:gd name="T17" fmla="*/ 39 h 136"/>
                                <a:gd name="T18" fmla="*/ 44 w 88"/>
                                <a:gd name="T19" fmla="*/ 58 h 136"/>
                                <a:gd name="T20" fmla="*/ 63 w 88"/>
                                <a:gd name="T21" fmla="*/ 39 h 136"/>
                                <a:gd name="T22" fmla="*/ 44 w 88"/>
                                <a:gd name="T23" fmla="*/ 19 h 136"/>
                                <a:gd name="T24" fmla="*/ 44 w 88"/>
                                <a:gd name="T25" fmla="*/ 136 h 136"/>
                                <a:gd name="T26" fmla="*/ 0 w 88"/>
                                <a:gd name="T27" fmla="*/ 119 h 136"/>
                                <a:gd name="T28" fmla="*/ 24 w 88"/>
                                <a:gd name="T29" fmla="*/ 103 h 136"/>
                                <a:gd name="T30" fmla="*/ 25 w 88"/>
                                <a:gd name="T31" fmla="*/ 108 h 136"/>
                                <a:gd name="T32" fmla="*/ 6 w 88"/>
                                <a:gd name="T33" fmla="*/ 119 h 136"/>
                                <a:gd name="T34" fmla="*/ 44 w 88"/>
                                <a:gd name="T35" fmla="*/ 131 h 136"/>
                                <a:gd name="T36" fmla="*/ 82 w 88"/>
                                <a:gd name="T37" fmla="*/ 119 h 136"/>
                                <a:gd name="T38" fmla="*/ 63 w 88"/>
                                <a:gd name="T39" fmla="*/ 108 h 136"/>
                                <a:gd name="T40" fmla="*/ 64 w 88"/>
                                <a:gd name="T41" fmla="*/ 103 h 136"/>
                                <a:gd name="T42" fmla="*/ 88 w 88"/>
                                <a:gd name="T43" fmla="*/ 119 h 136"/>
                                <a:gd name="T44" fmla="*/ 44 w 88"/>
                                <a:gd name="T45" fmla="*/ 136 h 136"/>
                                <a:gd name="T46" fmla="*/ 44 w 88"/>
                                <a:gd name="T47" fmla="*/ 136 h 136"/>
                                <a:gd name="T48" fmla="*/ 44 w 88"/>
                                <a:gd name="T49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8" h="136">
                                  <a:moveTo>
                                    <a:pt x="44" y="127"/>
                                  </a:moveTo>
                                  <a:cubicBezTo>
                                    <a:pt x="6" y="49"/>
                                    <a:pt x="6" y="49"/>
                                    <a:pt x="6" y="49"/>
                                  </a:cubicBezTo>
                                  <a:cubicBezTo>
                                    <a:pt x="6" y="45"/>
                                    <a:pt x="5" y="42"/>
                                    <a:pt x="5" y="39"/>
                                  </a:cubicBezTo>
                                  <a:cubicBezTo>
                                    <a:pt x="5" y="17"/>
                                    <a:pt x="22" y="0"/>
                                    <a:pt x="44" y="0"/>
                                  </a:cubicBezTo>
                                  <a:cubicBezTo>
                                    <a:pt x="66" y="0"/>
                                    <a:pt x="83" y="17"/>
                                    <a:pt x="83" y="39"/>
                                  </a:cubicBezTo>
                                  <a:cubicBezTo>
                                    <a:pt x="83" y="42"/>
                                    <a:pt x="82" y="45"/>
                                    <a:pt x="82" y="49"/>
                                  </a:cubicBezTo>
                                  <a:cubicBezTo>
                                    <a:pt x="44" y="127"/>
                                    <a:pt x="44" y="127"/>
                                    <a:pt x="44" y="127"/>
                                  </a:cubicBezTo>
                                  <a:close/>
                                  <a:moveTo>
                                    <a:pt x="44" y="19"/>
                                  </a:moveTo>
                                  <a:cubicBezTo>
                                    <a:pt x="33" y="19"/>
                                    <a:pt x="24" y="28"/>
                                    <a:pt x="24" y="39"/>
                                  </a:cubicBezTo>
                                  <a:cubicBezTo>
                                    <a:pt x="24" y="50"/>
                                    <a:pt x="33" y="58"/>
                                    <a:pt x="44" y="58"/>
                                  </a:cubicBezTo>
                                  <a:cubicBezTo>
                                    <a:pt x="55" y="58"/>
                                    <a:pt x="63" y="50"/>
                                    <a:pt x="63" y="39"/>
                                  </a:cubicBezTo>
                                  <a:cubicBezTo>
                                    <a:pt x="63" y="28"/>
                                    <a:pt x="55" y="19"/>
                                    <a:pt x="44" y="19"/>
                                  </a:cubicBezTo>
                                  <a:close/>
                                  <a:moveTo>
                                    <a:pt x="44" y="136"/>
                                  </a:moveTo>
                                  <a:cubicBezTo>
                                    <a:pt x="23" y="136"/>
                                    <a:pt x="0" y="130"/>
                                    <a:pt x="0" y="119"/>
                                  </a:cubicBezTo>
                                  <a:cubicBezTo>
                                    <a:pt x="0" y="111"/>
                                    <a:pt x="9" y="106"/>
                                    <a:pt x="24" y="103"/>
                                  </a:cubicBezTo>
                                  <a:cubicBezTo>
                                    <a:pt x="25" y="108"/>
                                    <a:pt x="25" y="108"/>
                                    <a:pt x="25" y="108"/>
                                  </a:cubicBezTo>
                                  <a:cubicBezTo>
                                    <a:pt x="12" y="111"/>
                                    <a:pt x="6" y="115"/>
                                    <a:pt x="6" y="119"/>
                                  </a:cubicBezTo>
                                  <a:cubicBezTo>
                                    <a:pt x="6" y="124"/>
                                    <a:pt x="20" y="131"/>
                                    <a:pt x="44" y="131"/>
                                  </a:cubicBezTo>
                                  <a:cubicBezTo>
                                    <a:pt x="68" y="131"/>
                                    <a:pt x="82" y="124"/>
                                    <a:pt x="82" y="119"/>
                                  </a:cubicBezTo>
                                  <a:cubicBezTo>
                                    <a:pt x="82" y="115"/>
                                    <a:pt x="76" y="111"/>
                                    <a:pt x="63" y="108"/>
                                  </a:cubicBezTo>
                                  <a:cubicBezTo>
                                    <a:pt x="64" y="103"/>
                                    <a:pt x="64" y="103"/>
                                    <a:pt x="64" y="103"/>
                                  </a:cubicBezTo>
                                  <a:cubicBezTo>
                                    <a:pt x="79" y="106"/>
                                    <a:pt x="88" y="111"/>
                                    <a:pt x="88" y="119"/>
                                  </a:cubicBezTo>
                                  <a:cubicBezTo>
                                    <a:pt x="88" y="130"/>
                                    <a:pt x="65" y="136"/>
                                    <a:pt x="44" y="136"/>
                                  </a:cubicBezTo>
                                  <a:close/>
                                  <a:moveTo>
                                    <a:pt x="44" y="136"/>
                                  </a:moveTo>
                                  <a:cubicBezTo>
                                    <a:pt x="44" y="136"/>
                                    <a:pt x="44" y="136"/>
                                    <a:pt x="44" y="136"/>
                                  </a:cubicBez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9514" y="2918"/>
                            <a:ext cx="272" cy="282"/>
                            <a:chOff x="8744" y="2918"/>
                            <a:chExt cx="272" cy="282"/>
                          </a:xfrm>
                        </wpg:grpSpPr>
                        <wps:wsp>
                          <wps:cNvPr id="237" name="矩形 232"/>
                          <wps:cNvSpPr/>
                          <wps:spPr>
                            <a:xfrm>
                              <a:off x="8744" y="2918"/>
                              <a:ext cx="273" cy="283"/>
                            </a:xfrm>
                            <a:prstGeom prst="rect">
                              <a:avLst/>
                            </a:prstGeom>
                            <a:solidFill>
                              <a:srgbClr val="41618F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手机"/>
                          <wps:cNvSpPr/>
                          <wps:spPr bwMode="auto">
                            <a:xfrm>
                              <a:off x="8806" y="2938"/>
                              <a:ext cx="149" cy="243"/>
                            </a:xfrm>
                            <a:custGeom>
                              <a:avLst/>
                              <a:gdLst>
                                <a:gd name="T0" fmla="*/ 134485 w 2938"/>
                                <a:gd name="T1" fmla="*/ 2420 h 5511"/>
                                <a:gd name="T2" fmla="*/ 89887 w 2938"/>
                                <a:gd name="T3" fmla="*/ 15901 h 5511"/>
                                <a:gd name="T4" fmla="*/ 51858 w 2938"/>
                                <a:gd name="T5" fmla="*/ 41481 h 5511"/>
                                <a:gd name="T6" fmla="*/ 22817 w 2938"/>
                                <a:gd name="T7" fmla="*/ 77085 h 5511"/>
                                <a:gd name="T8" fmla="*/ 4840 w 2938"/>
                                <a:gd name="T9" fmla="*/ 119257 h 5511"/>
                                <a:gd name="T10" fmla="*/ 0 w 2938"/>
                                <a:gd name="T11" fmla="*/ 1746336 h 5511"/>
                                <a:gd name="T12" fmla="*/ 4840 w 2938"/>
                                <a:gd name="T13" fmla="*/ 1786089 h 5511"/>
                                <a:gd name="T14" fmla="*/ 22817 w 2938"/>
                                <a:gd name="T15" fmla="*/ 1828606 h 5511"/>
                                <a:gd name="T16" fmla="*/ 51858 w 2938"/>
                                <a:gd name="T17" fmla="*/ 1863865 h 5511"/>
                                <a:gd name="T18" fmla="*/ 89887 w 2938"/>
                                <a:gd name="T19" fmla="*/ 1889445 h 5511"/>
                                <a:gd name="T20" fmla="*/ 134485 w 2938"/>
                                <a:gd name="T21" fmla="*/ 1903272 h 5511"/>
                                <a:gd name="T22" fmla="*/ 864989 w 2938"/>
                                <a:gd name="T23" fmla="*/ 1905000 h 5511"/>
                                <a:gd name="T24" fmla="*/ 911316 w 2938"/>
                                <a:gd name="T25" fmla="*/ 1895667 h 5511"/>
                                <a:gd name="T26" fmla="*/ 952111 w 2938"/>
                                <a:gd name="T27" fmla="*/ 1873544 h 5511"/>
                                <a:gd name="T28" fmla="*/ 984263 w 2938"/>
                                <a:gd name="T29" fmla="*/ 1841396 h 5511"/>
                                <a:gd name="T30" fmla="*/ 1006043 w 2938"/>
                                <a:gd name="T31" fmla="*/ 1800953 h 5511"/>
                                <a:gd name="T32" fmla="*/ 1015377 w 2938"/>
                                <a:gd name="T33" fmla="*/ 1754633 h 5511"/>
                                <a:gd name="T34" fmla="*/ 1013994 w 2938"/>
                                <a:gd name="T35" fmla="*/ 134812 h 5511"/>
                                <a:gd name="T36" fmla="*/ 999820 w 2938"/>
                                <a:gd name="T37" fmla="*/ 90220 h 5511"/>
                                <a:gd name="T38" fmla="*/ 974237 w 2938"/>
                                <a:gd name="T39" fmla="*/ 52542 h 5511"/>
                                <a:gd name="T40" fmla="*/ 938973 w 2938"/>
                                <a:gd name="T41" fmla="*/ 23160 h 5511"/>
                                <a:gd name="T42" fmla="*/ 896450 w 2938"/>
                                <a:gd name="T43" fmla="*/ 5531 h 5511"/>
                                <a:gd name="T44" fmla="*/ 412789 w 2938"/>
                                <a:gd name="T45" fmla="*/ 127553 h 5511"/>
                                <a:gd name="T46" fmla="*/ 615380 w 2938"/>
                                <a:gd name="T47" fmla="*/ 129973 h 5511"/>
                                <a:gd name="T48" fmla="*/ 629209 w 2938"/>
                                <a:gd name="T49" fmla="*/ 141034 h 5511"/>
                                <a:gd name="T50" fmla="*/ 635086 w 2938"/>
                                <a:gd name="T51" fmla="*/ 159009 h 5511"/>
                                <a:gd name="T52" fmla="*/ 630938 w 2938"/>
                                <a:gd name="T53" fmla="*/ 174219 h 5511"/>
                                <a:gd name="T54" fmla="*/ 618146 w 2938"/>
                                <a:gd name="T55" fmla="*/ 187009 h 5511"/>
                                <a:gd name="T56" fmla="*/ 412789 w 2938"/>
                                <a:gd name="T57" fmla="*/ 190811 h 5511"/>
                                <a:gd name="T58" fmla="*/ 397577 w 2938"/>
                                <a:gd name="T59" fmla="*/ 187009 h 5511"/>
                                <a:gd name="T60" fmla="*/ 384440 w 2938"/>
                                <a:gd name="T61" fmla="*/ 174219 h 5511"/>
                                <a:gd name="T62" fmla="*/ 380637 w 2938"/>
                                <a:gd name="T63" fmla="*/ 159009 h 5511"/>
                                <a:gd name="T64" fmla="*/ 386168 w 2938"/>
                                <a:gd name="T65" fmla="*/ 141034 h 5511"/>
                                <a:gd name="T66" fmla="*/ 400343 w 2938"/>
                                <a:gd name="T67" fmla="*/ 129973 h 5511"/>
                                <a:gd name="T68" fmla="*/ 507516 w 2938"/>
                                <a:gd name="T69" fmla="*/ 1841742 h 5511"/>
                                <a:gd name="T70" fmla="*/ 479513 w 2938"/>
                                <a:gd name="T71" fmla="*/ 1837594 h 5511"/>
                                <a:gd name="T72" fmla="*/ 454275 w 2938"/>
                                <a:gd name="T73" fmla="*/ 1825495 h 5511"/>
                                <a:gd name="T74" fmla="*/ 434223 w 2938"/>
                                <a:gd name="T75" fmla="*/ 1806829 h 5511"/>
                                <a:gd name="T76" fmla="*/ 420049 w 2938"/>
                                <a:gd name="T77" fmla="*/ 1783323 h 5511"/>
                                <a:gd name="T78" fmla="*/ 413134 w 2938"/>
                                <a:gd name="T79" fmla="*/ 1756015 h 5511"/>
                                <a:gd name="T80" fmla="*/ 413826 w 2938"/>
                                <a:gd name="T81" fmla="*/ 1731818 h 5511"/>
                                <a:gd name="T82" fmla="*/ 422123 w 2938"/>
                                <a:gd name="T83" fmla="*/ 1704856 h 5511"/>
                                <a:gd name="T84" fmla="*/ 437335 w 2938"/>
                                <a:gd name="T85" fmla="*/ 1682387 h 5511"/>
                                <a:gd name="T86" fmla="*/ 458078 w 2938"/>
                                <a:gd name="T87" fmla="*/ 1665103 h 5511"/>
                                <a:gd name="T88" fmla="*/ 483661 w 2938"/>
                                <a:gd name="T89" fmla="*/ 1654042 h 5511"/>
                                <a:gd name="T90" fmla="*/ 507516 w 2938"/>
                                <a:gd name="T91" fmla="*/ 1651277 h 5511"/>
                                <a:gd name="T92" fmla="*/ 536210 w 2938"/>
                                <a:gd name="T93" fmla="*/ 1655425 h 5511"/>
                                <a:gd name="T94" fmla="*/ 561102 w 2938"/>
                                <a:gd name="T95" fmla="*/ 1667523 h 5511"/>
                                <a:gd name="T96" fmla="*/ 581154 w 2938"/>
                                <a:gd name="T97" fmla="*/ 1685498 h 5511"/>
                                <a:gd name="T98" fmla="*/ 595674 w 2938"/>
                                <a:gd name="T99" fmla="*/ 1709349 h 5511"/>
                                <a:gd name="T100" fmla="*/ 602589 w 2938"/>
                                <a:gd name="T101" fmla="*/ 1737003 h 5511"/>
                                <a:gd name="T102" fmla="*/ 601897 w 2938"/>
                                <a:gd name="T103" fmla="*/ 1761200 h 5511"/>
                                <a:gd name="T104" fmla="*/ 593600 w 2938"/>
                                <a:gd name="T105" fmla="*/ 1787817 h 5511"/>
                                <a:gd name="T106" fmla="*/ 578388 w 2938"/>
                                <a:gd name="T107" fmla="*/ 1810631 h 5511"/>
                                <a:gd name="T108" fmla="*/ 556954 w 2938"/>
                                <a:gd name="T109" fmla="*/ 1827915 h 5511"/>
                                <a:gd name="T110" fmla="*/ 531370 w 2938"/>
                                <a:gd name="T111" fmla="*/ 1838631 h 5511"/>
                                <a:gd name="T112" fmla="*/ 952456 w 2938"/>
                                <a:gd name="T113" fmla="*/ 1587673 h 5511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</a:gdLst>
                              <a:ahLst/>
                              <a:cxnLst>
                                <a:cxn ang="T114">
                                  <a:pos x="T0" y="T1"/>
                                </a:cxn>
                                <a:cxn ang="T115">
                                  <a:pos x="T2" y="T3"/>
                                </a:cxn>
                                <a:cxn ang="T116">
                                  <a:pos x="T4" y="T5"/>
                                </a:cxn>
                                <a:cxn ang="T117">
                                  <a:pos x="T6" y="T7"/>
                                </a:cxn>
                                <a:cxn ang="T118">
                                  <a:pos x="T8" y="T9"/>
                                </a:cxn>
                                <a:cxn ang="T119">
                                  <a:pos x="T10" y="T11"/>
                                </a:cxn>
                                <a:cxn ang="T120">
                                  <a:pos x="T12" y="T13"/>
                                </a:cxn>
                                <a:cxn ang="T121">
                                  <a:pos x="T14" y="T15"/>
                                </a:cxn>
                                <a:cxn ang="T122">
                                  <a:pos x="T16" y="T17"/>
                                </a:cxn>
                                <a:cxn ang="T123">
                                  <a:pos x="T18" y="T19"/>
                                </a:cxn>
                                <a:cxn ang="T124">
                                  <a:pos x="T20" y="T21"/>
                                </a:cxn>
                                <a:cxn ang="T125">
                                  <a:pos x="T22" y="T23"/>
                                </a:cxn>
                                <a:cxn ang="T126">
                                  <a:pos x="T24" y="T25"/>
                                </a:cxn>
                                <a:cxn ang="T127">
                                  <a:pos x="T26" y="T27"/>
                                </a:cxn>
                                <a:cxn ang="T128">
                                  <a:pos x="T28" y="T29"/>
                                </a:cxn>
                                <a:cxn ang="T129">
                                  <a:pos x="T30" y="T31"/>
                                </a:cxn>
                                <a:cxn ang="T130">
                                  <a:pos x="T32" y="T33"/>
                                </a:cxn>
                                <a:cxn ang="T131">
                                  <a:pos x="T34" y="T35"/>
                                </a:cxn>
                                <a:cxn ang="T132">
                                  <a:pos x="T36" y="T37"/>
                                </a:cxn>
                                <a:cxn ang="T133">
                                  <a:pos x="T38" y="T39"/>
                                </a:cxn>
                                <a:cxn ang="T134">
                                  <a:pos x="T40" y="T41"/>
                                </a:cxn>
                                <a:cxn ang="T135">
                                  <a:pos x="T42" y="T43"/>
                                </a:cxn>
                                <a:cxn ang="T136">
                                  <a:pos x="T44" y="T45"/>
                                </a:cxn>
                                <a:cxn ang="T137">
                                  <a:pos x="T46" y="T47"/>
                                </a:cxn>
                                <a:cxn ang="T138">
                                  <a:pos x="T48" y="T49"/>
                                </a:cxn>
                                <a:cxn ang="T139">
                                  <a:pos x="T50" y="T51"/>
                                </a:cxn>
                                <a:cxn ang="T140">
                                  <a:pos x="T52" y="T53"/>
                                </a:cxn>
                                <a:cxn ang="T141">
                                  <a:pos x="T54" y="T55"/>
                                </a:cxn>
                                <a:cxn ang="T142">
                                  <a:pos x="T56" y="T57"/>
                                </a:cxn>
                                <a:cxn ang="T143">
                                  <a:pos x="T58" y="T59"/>
                                </a:cxn>
                                <a:cxn ang="T144">
                                  <a:pos x="T60" y="T61"/>
                                </a:cxn>
                                <a:cxn ang="T145">
                                  <a:pos x="T62" y="T63"/>
                                </a:cxn>
                                <a:cxn ang="T146">
                                  <a:pos x="T64" y="T65"/>
                                </a:cxn>
                                <a:cxn ang="T147">
                                  <a:pos x="T66" y="T67"/>
                                </a:cxn>
                                <a:cxn ang="T148">
                                  <a:pos x="T68" y="T69"/>
                                </a:cxn>
                                <a:cxn ang="T149">
                                  <a:pos x="T70" y="T71"/>
                                </a:cxn>
                                <a:cxn ang="T150">
                                  <a:pos x="T72" y="T73"/>
                                </a:cxn>
                                <a:cxn ang="T151">
                                  <a:pos x="T74" y="T75"/>
                                </a:cxn>
                                <a:cxn ang="T152">
                                  <a:pos x="T76" y="T77"/>
                                </a:cxn>
                                <a:cxn ang="T153">
                                  <a:pos x="T78" y="T79"/>
                                </a:cxn>
                                <a:cxn ang="T154">
                                  <a:pos x="T80" y="T81"/>
                                </a:cxn>
                                <a:cxn ang="T155">
                                  <a:pos x="T82" y="T83"/>
                                </a:cxn>
                                <a:cxn ang="T156">
                                  <a:pos x="T84" y="T85"/>
                                </a:cxn>
                                <a:cxn ang="T157">
                                  <a:pos x="T86" y="T87"/>
                                </a:cxn>
                                <a:cxn ang="T158">
                                  <a:pos x="T88" y="T89"/>
                                </a:cxn>
                                <a:cxn ang="T159">
                                  <a:pos x="T90" y="T91"/>
                                </a:cxn>
                                <a:cxn ang="T160">
                                  <a:pos x="T92" y="T93"/>
                                </a:cxn>
                                <a:cxn ang="T161">
                                  <a:pos x="T94" y="T95"/>
                                </a:cxn>
                                <a:cxn ang="T162">
                                  <a:pos x="T96" y="T97"/>
                                </a:cxn>
                                <a:cxn ang="T163">
                                  <a:pos x="T98" y="T99"/>
                                </a:cxn>
                                <a:cxn ang="T164">
                                  <a:pos x="T100" y="T101"/>
                                </a:cxn>
                                <a:cxn ang="T165">
                                  <a:pos x="T102" y="T103"/>
                                </a:cxn>
                                <a:cxn ang="T166">
                                  <a:pos x="T104" y="T105"/>
                                </a:cxn>
                                <a:cxn ang="T167">
                                  <a:pos x="T106" y="T107"/>
                                </a:cxn>
                                <a:cxn ang="T168">
                                  <a:pos x="T108" y="T109"/>
                                </a:cxn>
                                <a:cxn ang="T169">
                                  <a:pos x="T110" y="T111"/>
                                </a:cxn>
                                <a:cxn ang="T17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2938" h="5511">
                                  <a:moveTo>
                                    <a:pt x="2479" y="0"/>
                                  </a:moveTo>
                                  <a:lnTo>
                                    <a:pt x="458" y="0"/>
                                  </a:lnTo>
                                  <a:lnTo>
                                    <a:pt x="435" y="1"/>
                                  </a:lnTo>
                                  <a:lnTo>
                                    <a:pt x="412" y="3"/>
                                  </a:lnTo>
                                  <a:lnTo>
                                    <a:pt x="389" y="7"/>
                                  </a:lnTo>
                                  <a:lnTo>
                                    <a:pt x="366" y="11"/>
                                  </a:lnTo>
                                  <a:lnTo>
                                    <a:pt x="345" y="16"/>
                                  </a:lnTo>
                                  <a:lnTo>
                                    <a:pt x="322" y="22"/>
                                  </a:lnTo>
                                  <a:lnTo>
                                    <a:pt x="301" y="29"/>
                                  </a:lnTo>
                                  <a:lnTo>
                                    <a:pt x="281" y="37"/>
                                  </a:lnTo>
                                  <a:lnTo>
                                    <a:pt x="260" y="46"/>
                                  </a:lnTo>
                                  <a:lnTo>
                                    <a:pt x="240" y="56"/>
                                  </a:lnTo>
                                  <a:lnTo>
                                    <a:pt x="221" y="67"/>
                                  </a:lnTo>
                                  <a:lnTo>
                                    <a:pt x="203" y="80"/>
                                  </a:lnTo>
                                  <a:lnTo>
                                    <a:pt x="184" y="93"/>
                                  </a:lnTo>
                                  <a:lnTo>
                                    <a:pt x="167" y="106"/>
                                  </a:lnTo>
                                  <a:lnTo>
                                    <a:pt x="150" y="120"/>
                                  </a:lnTo>
                                  <a:lnTo>
                                    <a:pt x="135" y="135"/>
                                  </a:lnTo>
                                  <a:lnTo>
                                    <a:pt x="119" y="152"/>
                                  </a:lnTo>
                                  <a:lnTo>
                                    <a:pt x="104" y="169"/>
                                  </a:lnTo>
                                  <a:lnTo>
                                    <a:pt x="91" y="186"/>
                                  </a:lnTo>
                                  <a:lnTo>
                                    <a:pt x="78" y="203"/>
                                  </a:lnTo>
                                  <a:lnTo>
                                    <a:pt x="66" y="223"/>
                                  </a:lnTo>
                                  <a:lnTo>
                                    <a:pt x="55" y="242"/>
                                  </a:lnTo>
                                  <a:lnTo>
                                    <a:pt x="45" y="261"/>
                                  </a:lnTo>
                                  <a:lnTo>
                                    <a:pt x="35" y="281"/>
                                  </a:lnTo>
                                  <a:lnTo>
                                    <a:pt x="27" y="303"/>
                                  </a:lnTo>
                                  <a:lnTo>
                                    <a:pt x="20" y="324"/>
                                  </a:lnTo>
                                  <a:lnTo>
                                    <a:pt x="14" y="345"/>
                                  </a:lnTo>
                                  <a:lnTo>
                                    <a:pt x="9" y="368"/>
                                  </a:lnTo>
                                  <a:lnTo>
                                    <a:pt x="5" y="390"/>
                                  </a:lnTo>
                                  <a:lnTo>
                                    <a:pt x="2" y="413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0" y="460"/>
                                  </a:lnTo>
                                  <a:lnTo>
                                    <a:pt x="0" y="5052"/>
                                  </a:lnTo>
                                  <a:lnTo>
                                    <a:pt x="0" y="5076"/>
                                  </a:lnTo>
                                  <a:lnTo>
                                    <a:pt x="2" y="5099"/>
                                  </a:lnTo>
                                  <a:lnTo>
                                    <a:pt x="5" y="5122"/>
                                  </a:lnTo>
                                  <a:lnTo>
                                    <a:pt x="9" y="5144"/>
                                  </a:lnTo>
                                  <a:lnTo>
                                    <a:pt x="14" y="5167"/>
                                  </a:lnTo>
                                  <a:lnTo>
                                    <a:pt x="20" y="5189"/>
                                  </a:lnTo>
                                  <a:lnTo>
                                    <a:pt x="27" y="5210"/>
                                  </a:lnTo>
                                  <a:lnTo>
                                    <a:pt x="35" y="5230"/>
                                  </a:lnTo>
                                  <a:lnTo>
                                    <a:pt x="45" y="5251"/>
                                  </a:lnTo>
                                  <a:lnTo>
                                    <a:pt x="55" y="5271"/>
                                  </a:lnTo>
                                  <a:lnTo>
                                    <a:pt x="66" y="5290"/>
                                  </a:lnTo>
                                  <a:lnTo>
                                    <a:pt x="78" y="5309"/>
                                  </a:lnTo>
                                  <a:lnTo>
                                    <a:pt x="91" y="5327"/>
                                  </a:lnTo>
                                  <a:lnTo>
                                    <a:pt x="104" y="5344"/>
                                  </a:lnTo>
                                  <a:lnTo>
                                    <a:pt x="119" y="5360"/>
                                  </a:lnTo>
                                  <a:lnTo>
                                    <a:pt x="135" y="5377"/>
                                  </a:lnTo>
                                  <a:lnTo>
                                    <a:pt x="150" y="5392"/>
                                  </a:lnTo>
                                  <a:lnTo>
                                    <a:pt x="167" y="5406"/>
                                  </a:lnTo>
                                  <a:lnTo>
                                    <a:pt x="184" y="5420"/>
                                  </a:lnTo>
                                  <a:lnTo>
                                    <a:pt x="203" y="5433"/>
                                  </a:lnTo>
                                  <a:lnTo>
                                    <a:pt x="221" y="5445"/>
                                  </a:lnTo>
                                  <a:lnTo>
                                    <a:pt x="240" y="5456"/>
                                  </a:lnTo>
                                  <a:lnTo>
                                    <a:pt x="260" y="5466"/>
                                  </a:lnTo>
                                  <a:lnTo>
                                    <a:pt x="281" y="5475"/>
                                  </a:lnTo>
                                  <a:lnTo>
                                    <a:pt x="301" y="5484"/>
                                  </a:lnTo>
                                  <a:lnTo>
                                    <a:pt x="322" y="5491"/>
                                  </a:lnTo>
                                  <a:lnTo>
                                    <a:pt x="345" y="5497"/>
                                  </a:lnTo>
                                  <a:lnTo>
                                    <a:pt x="366" y="5502"/>
                                  </a:lnTo>
                                  <a:lnTo>
                                    <a:pt x="389" y="5506"/>
                                  </a:lnTo>
                                  <a:lnTo>
                                    <a:pt x="412" y="5509"/>
                                  </a:lnTo>
                                  <a:lnTo>
                                    <a:pt x="435" y="5511"/>
                                  </a:lnTo>
                                  <a:lnTo>
                                    <a:pt x="458" y="5511"/>
                                  </a:lnTo>
                                  <a:lnTo>
                                    <a:pt x="2479" y="5511"/>
                                  </a:lnTo>
                                  <a:lnTo>
                                    <a:pt x="2502" y="5511"/>
                                  </a:lnTo>
                                  <a:lnTo>
                                    <a:pt x="2525" y="5509"/>
                                  </a:lnTo>
                                  <a:lnTo>
                                    <a:pt x="2549" y="5506"/>
                                  </a:lnTo>
                                  <a:lnTo>
                                    <a:pt x="2571" y="5502"/>
                                  </a:lnTo>
                                  <a:lnTo>
                                    <a:pt x="2593" y="5497"/>
                                  </a:lnTo>
                                  <a:lnTo>
                                    <a:pt x="2615" y="5491"/>
                                  </a:lnTo>
                                  <a:lnTo>
                                    <a:pt x="2636" y="5484"/>
                                  </a:lnTo>
                                  <a:lnTo>
                                    <a:pt x="2657" y="5475"/>
                                  </a:lnTo>
                                  <a:lnTo>
                                    <a:pt x="2677" y="5466"/>
                                  </a:lnTo>
                                  <a:lnTo>
                                    <a:pt x="2698" y="5456"/>
                                  </a:lnTo>
                                  <a:lnTo>
                                    <a:pt x="2716" y="5445"/>
                                  </a:lnTo>
                                  <a:lnTo>
                                    <a:pt x="2735" y="5433"/>
                                  </a:lnTo>
                                  <a:lnTo>
                                    <a:pt x="2754" y="5420"/>
                                  </a:lnTo>
                                  <a:lnTo>
                                    <a:pt x="2771" y="5406"/>
                                  </a:lnTo>
                                  <a:lnTo>
                                    <a:pt x="2787" y="5392"/>
                                  </a:lnTo>
                                  <a:lnTo>
                                    <a:pt x="2803" y="5377"/>
                                  </a:lnTo>
                                  <a:lnTo>
                                    <a:pt x="2818" y="5360"/>
                                  </a:lnTo>
                                  <a:lnTo>
                                    <a:pt x="2833" y="5344"/>
                                  </a:lnTo>
                                  <a:lnTo>
                                    <a:pt x="2847" y="5327"/>
                                  </a:lnTo>
                                  <a:lnTo>
                                    <a:pt x="2859" y="5309"/>
                                  </a:lnTo>
                                  <a:lnTo>
                                    <a:pt x="2871" y="5290"/>
                                  </a:lnTo>
                                  <a:lnTo>
                                    <a:pt x="2882" y="5271"/>
                                  </a:lnTo>
                                  <a:lnTo>
                                    <a:pt x="2892" y="5251"/>
                                  </a:lnTo>
                                  <a:lnTo>
                                    <a:pt x="2902" y="5230"/>
                                  </a:lnTo>
                                  <a:lnTo>
                                    <a:pt x="2910" y="5210"/>
                                  </a:lnTo>
                                  <a:lnTo>
                                    <a:pt x="2918" y="5189"/>
                                  </a:lnTo>
                                  <a:lnTo>
                                    <a:pt x="2924" y="5167"/>
                                  </a:lnTo>
                                  <a:lnTo>
                                    <a:pt x="2929" y="5144"/>
                                  </a:lnTo>
                                  <a:lnTo>
                                    <a:pt x="2933" y="5122"/>
                                  </a:lnTo>
                                  <a:lnTo>
                                    <a:pt x="2936" y="5099"/>
                                  </a:lnTo>
                                  <a:lnTo>
                                    <a:pt x="2937" y="5076"/>
                                  </a:lnTo>
                                  <a:lnTo>
                                    <a:pt x="2938" y="5052"/>
                                  </a:lnTo>
                                  <a:lnTo>
                                    <a:pt x="2938" y="460"/>
                                  </a:lnTo>
                                  <a:lnTo>
                                    <a:pt x="2937" y="437"/>
                                  </a:lnTo>
                                  <a:lnTo>
                                    <a:pt x="2936" y="413"/>
                                  </a:lnTo>
                                  <a:lnTo>
                                    <a:pt x="2933" y="390"/>
                                  </a:lnTo>
                                  <a:lnTo>
                                    <a:pt x="2929" y="368"/>
                                  </a:lnTo>
                                  <a:lnTo>
                                    <a:pt x="2924" y="345"/>
                                  </a:lnTo>
                                  <a:lnTo>
                                    <a:pt x="2918" y="324"/>
                                  </a:lnTo>
                                  <a:lnTo>
                                    <a:pt x="2910" y="303"/>
                                  </a:lnTo>
                                  <a:lnTo>
                                    <a:pt x="2902" y="281"/>
                                  </a:lnTo>
                                  <a:lnTo>
                                    <a:pt x="2892" y="261"/>
                                  </a:lnTo>
                                  <a:lnTo>
                                    <a:pt x="2882" y="242"/>
                                  </a:lnTo>
                                  <a:lnTo>
                                    <a:pt x="2871" y="223"/>
                                  </a:lnTo>
                                  <a:lnTo>
                                    <a:pt x="2859" y="203"/>
                                  </a:lnTo>
                                  <a:lnTo>
                                    <a:pt x="2847" y="186"/>
                                  </a:lnTo>
                                  <a:lnTo>
                                    <a:pt x="2833" y="169"/>
                                  </a:lnTo>
                                  <a:lnTo>
                                    <a:pt x="2818" y="152"/>
                                  </a:lnTo>
                                  <a:lnTo>
                                    <a:pt x="2803" y="135"/>
                                  </a:lnTo>
                                  <a:lnTo>
                                    <a:pt x="2787" y="120"/>
                                  </a:lnTo>
                                  <a:lnTo>
                                    <a:pt x="2771" y="106"/>
                                  </a:lnTo>
                                  <a:lnTo>
                                    <a:pt x="2754" y="93"/>
                                  </a:lnTo>
                                  <a:lnTo>
                                    <a:pt x="2735" y="80"/>
                                  </a:lnTo>
                                  <a:lnTo>
                                    <a:pt x="2716" y="67"/>
                                  </a:lnTo>
                                  <a:lnTo>
                                    <a:pt x="2698" y="56"/>
                                  </a:lnTo>
                                  <a:lnTo>
                                    <a:pt x="2677" y="46"/>
                                  </a:lnTo>
                                  <a:lnTo>
                                    <a:pt x="2657" y="37"/>
                                  </a:lnTo>
                                  <a:lnTo>
                                    <a:pt x="2636" y="29"/>
                                  </a:lnTo>
                                  <a:lnTo>
                                    <a:pt x="2615" y="22"/>
                                  </a:lnTo>
                                  <a:lnTo>
                                    <a:pt x="2593" y="16"/>
                                  </a:lnTo>
                                  <a:lnTo>
                                    <a:pt x="2571" y="11"/>
                                  </a:lnTo>
                                  <a:lnTo>
                                    <a:pt x="2549" y="7"/>
                                  </a:lnTo>
                                  <a:lnTo>
                                    <a:pt x="2525" y="3"/>
                                  </a:lnTo>
                                  <a:lnTo>
                                    <a:pt x="2502" y="1"/>
                                  </a:lnTo>
                                  <a:lnTo>
                                    <a:pt x="2479" y="0"/>
                                  </a:lnTo>
                                  <a:close/>
                                  <a:moveTo>
                                    <a:pt x="1194" y="369"/>
                                  </a:moveTo>
                                  <a:lnTo>
                                    <a:pt x="1744" y="369"/>
                                  </a:lnTo>
                                  <a:lnTo>
                                    <a:pt x="1753" y="369"/>
                                  </a:lnTo>
                                  <a:lnTo>
                                    <a:pt x="1763" y="370"/>
                                  </a:lnTo>
                                  <a:lnTo>
                                    <a:pt x="1772" y="373"/>
                                  </a:lnTo>
                                  <a:lnTo>
                                    <a:pt x="1780" y="376"/>
                                  </a:lnTo>
                                  <a:lnTo>
                                    <a:pt x="1788" y="379"/>
                                  </a:lnTo>
                                  <a:lnTo>
                                    <a:pt x="1796" y="384"/>
                                  </a:lnTo>
                                  <a:lnTo>
                                    <a:pt x="1803" y="389"/>
                                  </a:lnTo>
                                  <a:lnTo>
                                    <a:pt x="1809" y="395"/>
                                  </a:lnTo>
                                  <a:lnTo>
                                    <a:pt x="1815" y="401"/>
                                  </a:lnTo>
                                  <a:lnTo>
                                    <a:pt x="1820" y="408"/>
                                  </a:lnTo>
                                  <a:lnTo>
                                    <a:pt x="1825" y="416"/>
                                  </a:lnTo>
                                  <a:lnTo>
                                    <a:pt x="1828" y="424"/>
                                  </a:lnTo>
                                  <a:lnTo>
                                    <a:pt x="1833" y="433"/>
                                  </a:lnTo>
                                  <a:lnTo>
                                    <a:pt x="1835" y="442"/>
                                  </a:lnTo>
                                  <a:lnTo>
                                    <a:pt x="1836" y="451"/>
                                  </a:lnTo>
                                  <a:lnTo>
                                    <a:pt x="1837" y="460"/>
                                  </a:lnTo>
                                  <a:lnTo>
                                    <a:pt x="1836" y="469"/>
                                  </a:lnTo>
                                  <a:lnTo>
                                    <a:pt x="1835" y="478"/>
                                  </a:lnTo>
                                  <a:lnTo>
                                    <a:pt x="1833" y="487"/>
                                  </a:lnTo>
                                  <a:lnTo>
                                    <a:pt x="1828" y="495"/>
                                  </a:lnTo>
                                  <a:lnTo>
                                    <a:pt x="1825" y="504"/>
                                  </a:lnTo>
                                  <a:lnTo>
                                    <a:pt x="1820" y="512"/>
                                  </a:lnTo>
                                  <a:lnTo>
                                    <a:pt x="1815" y="519"/>
                                  </a:lnTo>
                                  <a:lnTo>
                                    <a:pt x="1809" y="525"/>
                                  </a:lnTo>
                                  <a:lnTo>
                                    <a:pt x="1803" y="531"/>
                                  </a:lnTo>
                                  <a:lnTo>
                                    <a:pt x="1796" y="536"/>
                                  </a:lnTo>
                                  <a:lnTo>
                                    <a:pt x="1788" y="541"/>
                                  </a:lnTo>
                                  <a:lnTo>
                                    <a:pt x="1780" y="545"/>
                                  </a:lnTo>
                                  <a:lnTo>
                                    <a:pt x="1772" y="548"/>
                                  </a:lnTo>
                                  <a:lnTo>
                                    <a:pt x="1763" y="550"/>
                                  </a:lnTo>
                                  <a:lnTo>
                                    <a:pt x="1753" y="551"/>
                                  </a:lnTo>
                                  <a:lnTo>
                                    <a:pt x="1744" y="552"/>
                                  </a:lnTo>
                                  <a:lnTo>
                                    <a:pt x="1194" y="552"/>
                                  </a:lnTo>
                                  <a:lnTo>
                                    <a:pt x="1184" y="551"/>
                                  </a:lnTo>
                                  <a:lnTo>
                                    <a:pt x="1175" y="550"/>
                                  </a:lnTo>
                                  <a:lnTo>
                                    <a:pt x="1166" y="548"/>
                                  </a:lnTo>
                                  <a:lnTo>
                                    <a:pt x="1158" y="545"/>
                                  </a:lnTo>
                                  <a:lnTo>
                                    <a:pt x="1150" y="541"/>
                                  </a:lnTo>
                                  <a:lnTo>
                                    <a:pt x="1142" y="536"/>
                                  </a:lnTo>
                                  <a:lnTo>
                                    <a:pt x="1135" y="531"/>
                                  </a:lnTo>
                                  <a:lnTo>
                                    <a:pt x="1129" y="525"/>
                                  </a:lnTo>
                                  <a:lnTo>
                                    <a:pt x="1123" y="519"/>
                                  </a:lnTo>
                                  <a:lnTo>
                                    <a:pt x="1117" y="512"/>
                                  </a:lnTo>
                                  <a:lnTo>
                                    <a:pt x="1112" y="504"/>
                                  </a:lnTo>
                                  <a:lnTo>
                                    <a:pt x="1108" y="495"/>
                                  </a:lnTo>
                                  <a:lnTo>
                                    <a:pt x="1105" y="487"/>
                                  </a:lnTo>
                                  <a:lnTo>
                                    <a:pt x="1103" y="478"/>
                                  </a:lnTo>
                                  <a:lnTo>
                                    <a:pt x="1102" y="469"/>
                                  </a:lnTo>
                                  <a:lnTo>
                                    <a:pt x="1101" y="460"/>
                                  </a:lnTo>
                                  <a:lnTo>
                                    <a:pt x="1102" y="451"/>
                                  </a:lnTo>
                                  <a:lnTo>
                                    <a:pt x="1103" y="442"/>
                                  </a:lnTo>
                                  <a:lnTo>
                                    <a:pt x="1105" y="433"/>
                                  </a:lnTo>
                                  <a:lnTo>
                                    <a:pt x="1108" y="424"/>
                                  </a:lnTo>
                                  <a:lnTo>
                                    <a:pt x="1112" y="416"/>
                                  </a:lnTo>
                                  <a:lnTo>
                                    <a:pt x="1117" y="408"/>
                                  </a:lnTo>
                                  <a:lnTo>
                                    <a:pt x="1123" y="401"/>
                                  </a:lnTo>
                                  <a:lnTo>
                                    <a:pt x="1129" y="395"/>
                                  </a:lnTo>
                                  <a:lnTo>
                                    <a:pt x="1135" y="389"/>
                                  </a:lnTo>
                                  <a:lnTo>
                                    <a:pt x="1142" y="384"/>
                                  </a:lnTo>
                                  <a:lnTo>
                                    <a:pt x="1150" y="379"/>
                                  </a:lnTo>
                                  <a:lnTo>
                                    <a:pt x="1158" y="376"/>
                                  </a:lnTo>
                                  <a:lnTo>
                                    <a:pt x="1166" y="373"/>
                                  </a:lnTo>
                                  <a:lnTo>
                                    <a:pt x="1175" y="370"/>
                                  </a:lnTo>
                                  <a:lnTo>
                                    <a:pt x="1184" y="369"/>
                                  </a:lnTo>
                                  <a:lnTo>
                                    <a:pt x="1194" y="369"/>
                                  </a:lnTo>
                                  <a:close/>
                                  <a:moveTo>
                                    <a:pt x="1468" y="5328"/>
                                  </a:moveTo>
                                  <a:lnTo>
                                    <a:pt x="1468" y="5328"/>
                                  </a:lnTo>
                                  <a:lnTo>
                                    <a:pt x="1454" y="5328"/>
                                  </a:lnTo>
                                  <a:lnTo>
                                    <a:pt x="1441" y="5327"/>
                                  </a:lnTo>
                                  <a:lnTo>
                                    <a:pt x="1427" y="5325"/>
                                  </a:lnTo>
                                  <a:lnTo>
                                    <a:pt x="1414" y="5322"/>
                                  </a:lnTo>
                                  <a:lnTo>
                                    <a:pt x="1399" y="5319"/>
                                  </a:lnTo>
                                  <a:lnTo>
                                    <a:pt x="1387" y="5316"/>
                                  </a:lnTo>
                                  <a:lnTo>
                                    <a:pt x="1374" y="5312"/>
                                  </a:lnTo>
                                  <a:lnTo>
                                    <a:pt x="1362" y="5307"/>
                                  </a:lnTo>
                                  <a:lnTo>
                                    <a:pt x="1350" y="5300"/>
                                  </a:lnTo>
                                  <a:lnTo>
                                    <a:pt x="1338" y="5294"/>
                                  </a:lnTo>
                                  <a:lnTo>
                                    <a:pt x="1325" y="5288"/>
                                  </a:lnTo>
                                  <a:lnTo>
                                    <a:pt x="1314" y="5281"/>
                                  </a:lnTo>
                                  <a:lnTo>
                                    <a:pt x="1304" y="5273"/>
                                  </a:lnTo>
                                  <a:lnTo>
                                    <a:pt x="1294" y="5265"/>
                                  </a:lnTo>
                                  <a:lnTo>
                                    <a:pt x="1284" y="5257"/>
                                  </a:lnTo>
                                  <a:lnTo>
                                    <a:pt x="1274" y="5248"/>
                                  </a:lnTo>
                                  <a:lnTo>
                                    <a:pt x="1265" y="5238"/>
                                  </a:lnTo>
                                  <a:lnTo>
                                    <a:pt x="1256" y="5227"/>
                                  </a:lnTo>
                                  <a:lnTo>
                                    <a:pt x="1248" y="5217"/>
                                  </a:lnTo>
                                  <a:lnTo>
                                    <a:pt x="1240" y="5206"/>
                                  </a:lnTo>
                                  <a:lnTo>
                                    <a:pt x="1233" y="5195"/>
                                  </a:lnTo>
                                  <a:lnTo>
                                    <a:pt x="1227" y="5184"/>
                                  </a:lnTo>
                                  <a:lnTo>
                                    <a:pt x="1221" y="5172"/>
                                  </a:lnTo>
                                  <a:lnTo>
                                    <a:pt x="1215" y="5159"/>
                                  </a:lnTo>
                                  <a:lnTo>
                                    <a:pt x="1210" y="5147"/>
                                  </a:lnTo>
                                  <a:lnTo>
                                    <a:pt x="1206" y="5134"/>
                                  </a:lnTo>
                                  <a:lnTo>
                                    <a:pt x="1202" y="5121"/>
                                  </a:lnTo>
                                  <a:lnTo>
                                    <a:pt x="1199" y="5108"/>
                                  </a:lnTo>
                                  <a:lnTo>
                                    <a:pt x="1197" y="5095"/>
                                  </a:lnTo>
                                  <a:lnTo>
                                    <a:pt x="1195" y="5080"/>
                                  </a:lnTo>
                                  <a:lnTo>
                                    <a:pt x="1194" y="5066"/>
                                  </a:lnTo>
                                  <a:lnTo>
                                    <a:pt x="1194" y="5052"/>
                                  </a:lnTo>
                                  <a:lnTo>
                                    <a:pt x="1194" y="5038"/>
                                  </a:lnTo>
                                  <a:lnTo>
                                    <a:pt x="1195" y="5025"/>
                                  </a:lnTo>
                                  <a:lnTo>
                                    <a:pt x="1197" y="5010"/>
                                  </a:lnTo>
                                  <a:lnTo>
                                    <a:pt x="1199" y="4997"/>
                                  </a:lnTo>
                                  <a:lnTo>
                                    <a:pt x="1202" y="4983"/>
                                  </a:lnTo>
                                  <a:lnTo>
                                    <a:pt x="1206" y="4970"/>
                                  </a:lnTo>
                                  <a:lnTo>
                                    <a:pt x="1210" y="4958"/>
                                  </a:lnTo>
                                  <a:lnTo>
                                    <a:pt x="1215" y="4945"/>
                                  </a:lnTo>
                                  <a:lnTo>
                                    <a:pt x="1221" y="4932"/>
                                  </a:lnTo>
                                  <a:lnTo>
                                    <a:pt x="1227" y="4921"/>
                                  </a:lnTo>
                                  <a:lnTo>
                                    <a:pt x="1233" y="4909"/>
                                  </a:lnTo>
                                  <a:lnTo>
                                    <a:pt x="1240" y="4898"/>
                                  </a:lnTo>
                                  <a:lnTo>
                                    <a:pt x="1248" y="4888"/>
                                  </a:lnTo>
                                  <a:lnTo>
                                    <a:pt x="1256" y="4876"/>
                                  </a:lnTo>
                                  <a:lnTo>
                                    <a:pt x="1265" y="4867"/>
                                  </a:lnTo>
                                  <a:lnTo>
                                    <a:pt x="1274" y="4857"/>
                                  </a:lnTo>
                                  <a:lnTo>
                                    <a:pt x="1284" y="4848"/>
                                  </a:lnTo>
                                  <a:lnTo>
                                    <a:pt x="1294" y="4840"/>
                                  </a:lnTo>
                                  <a:lnTo>
                                    <a:pt x="1304" y="4832"/>
                                  </a:lnTo>
                                  <a:lnTo>
                                    <a:pt x="1314" y="4824"/>
                                  </a:lnTo>
                                  <a:lnTo>
                                    <a:pt x="1325" y="4817"/>
                                  </a:lnTo>
                                  <a:lnTo>
                                    <a:pt x="1338" y="4810"/>
                                  </a:lnTo>
                                  <a:lnTo>
                                    <a:pt x="1350" y="4803"/>
                                  </a:lnTo>
                                  <a:lnTo>
                                    <a:pt x="1362" y="4798"/>
                                  </a:lnTo>
                                  <a:lnTo>
                                    <a:pt x="1374" y="4793"/>
                                  </a:lnTo>
                                  <a:lnTo>
                                    <a:pt x="1387" y="4789"/>
                                  </a:lnTo>
                                  <a:lnTo>
                                    <a:pt x="1399" y="4785"/>
                                  </a:lnTo>
                                  <a:lnTo>
                                    <a:pt x="1414" y="4782"/>
                                  </a:lnTo>
                                  <a:lnTo>
                                    <a:pt x="1427" y="4780"/>
                                  </a:lnTo>
                                  <a:lnTo>
                                    <a:pt x="1441" y="4778"/>
                                  </a:lnTo>
                                  <a:lnTo>
                                    <a:pt x="1454" y="4777"/>
                                  </a:lnTo>
                                  <a:lnTo>
                                    <a:pt x="1468" y="4777"/>
                                  </a:lnTo>
                                  <a:lnTo>
                                    <a:pt x="1483" y="4777"/>
                                  </a:lnTo>
                                  <a:lnTo>
                                    <a:pt x="1497" y="4778"/>
                                  </a:lnTo>
                                  <a:lnTo>
                                    <a:pt x="1511" y="4780"/>
                                  </a:lnTo>
                                  <a:lnTo>
                                    <a:pt x="1524" y="4782"/>
                                  </a:lnTo>
                                  <a:lnTo>
                                    <a:pt x="1537" y="4785"/>
                                  </a:lnTo>
                                  <a:lnTo>
                                    <a:pt x="1551" y="4789"/>
                                  </a:lnTo>
                                  <a:lnTo>
                                    <a:pt x="1564" y="4793"/>
                                  </a:lnTo>
                                  <a:lnTo>
                                    <a:pt x="1576" y="4798"/>
                                  </a:lnTo>
                                  <a:lnTo>
                                    <a:pt x="1588" y="4803"/>
                                  </a:lnTo>
                                  <a:lnTo>
                                    <a:pt x="1600" y="4810"/>
                                  </a:lnTo>
                                  <a:lnTo>
                                    <a:pt x="1611" y="4817"/>
                                  </a:lnTo>
                                  <a:lnTo>
                                    <a:pt x="1623" y="4824"/>
                                  </a:lnTo>
                                  <a:lnTo>
                                    <a:pt x="1634" y="4832"/>
                                  </a:lnTo>
                                  <a:lnTo>
                                    <a:pt x="1644" y="4840"/>
                                  </a:lnTo>
                                  <a:lnTo>
                                    <a:pt x="1654" y="4848"/>
                                  </a:lnTo>
                                  <a:lnTo>
                                    <a:pt x="1664" y="4857"/>
                                  </a:lnTo>
                                  <a:lnTo>
                                    <a:pt x="1673" y="4867"/>
                                  </a:lnTo>
                                  <a:lnTo>
                                    <a:pt x="1681" y="4876"/>
                                  </a:lnTo>
                                  <a:lnTo>
                                    <a:pt x="1690" y="4888"/>
                                  </a:lnTo>
                                  <a:lnTo>
                                    <a:pt x="1698" y="4898"/>
                                  </a:lnTo>
                                  <a:lnTo>
                                    <a:pt x="1705" y="4909"/>
                                  </a:lnTo>
                                  <a:lnTo>
                                    <a:pt x="1711" y="4921"/>
                                  </a:lnTo>
                                  <a:lnTo>
                                    <a:pt x="1717" y="4932"/>
                                  </a:lnTo>
                                  <a:lnTo>
                                    <a:pt x="1723" y="4945"/>
                                  </a:lnTo>
                                  <a:lnTo>
                                    <a:pt x="1728" y="4958"/>
                                  </a:lnTo>
                                  <a:lnTo>
                                    <a:pt x="1732" y="4970"/>
                                  </a:lnTo>
                                  <a:lnTo>
                                    <a:pt x="1736" y="4983"/>
                                  </a:lnTo>
                                  <a:lnTo>
                                    <a:pt x="1739" y="4997"/>
                                  </a:lnTo>
                                  <a:lnTo>
                                    <a:pt x="1741" y="5010"/>
                                  </a:lnTo>
                                  <a:lnTo>
                                    <a:pt x="1743" y="5025"/>
                                  </a:lnTo>
                                  <a:lnTo>
                                    <a:pt x="1744" y="5038"/>
                                  </a:lnTo>
                                  <a:lnTo>
                                    <a:pt x="1744" y="5052"/>
                                  </a:lnTo>
                                  <a:lnTo>
                                    <a:pt x="1744" y="5066"/>
                                  </a:lnTo>
                                  <a:lnTo>
                                    <a:pt x="1743" y="5080"/>
                                  </a:lnTo>
                                  <a:lnTo>
                                    <a:pt x="1741" y="5095"/>
                                  </a:lnTo>
                                  <a:lnTo>
                                    <a:pt x="1739" y="5108"/>
                                  </a:lnTo>
                                  <a:lnTo>
                                    <a:pt x="1736" y="5121"/>
                                  </a:lnTo>
                                  <a:lnTo>
                                    <a:pt x="1732" y="5134"/>
                                  </a:lnTo>
                                  <a:lnTo>
                                    <a:pt x="1728" y="5147"/>
                                  </a:lnTo>
                                  <a:lnTo>
                                    <a:pt x="1723" y="5159"/>
                                  </a:lnTo>
                                  <a:lnTo>
                                    <a:pt x="1717" y="5172"/>
                                  </a:lnTo>
                                  <a:lnTo>
                                    <a:pt x="1711" y="5184"/>
                                  </a:lnTo>
                                  <a:lnTo>
                                    <a:pt x="1705" y="5195"/>
                                  </a:lnTo>
                                  <a:lnTo>
                                    <a:pt x="1698" y="5206"/>
                                  </a:lnTo>
                                  <a:lnTo>
                                    <a:pt x="1690" y="5217"/>
                                  </a:lnTo>
                                  <a:lnTo>
                                    <a:pt x="1681" y="5227"/>
                                  </a:lnTo>
                                  <a:lnTo>
                                    <a:pt x="1673" y="5238"/>
                                  </a:lnTo>
                                  <a:lnTo>
                                    <a:pt x="1664" y="5248"/>
                                  </a:lnTo>
                                  <a:lnTo>
                                    <a:pt x="1654" y="5257"/>
                                  </a:lnTo>
                                  <a:lnTo>
                                    <a:pt x="1644" y="5265"/>
                                  </a:lnTo>
                                  <a:lnTo>
                                    <a:pt x="1634" y="5273"/>
                                  </a:lnTo>
                                  <a:lnTo>
                                    <a:pt x="1623" y="5281"/>
                                  </a:lnTo>
                                  <a:lnTo>
                                    <a:pt x="1611" y="5288"/>
                                  </a:lnTo>
                                  <a:lnTo>
                                    <a:pt x="1600" y="5294"/>
                                  </a:lnTo>
                                  <a:lnTo>
                                    <a:pt x="1588" y="5300"/>
                                  </a:lnTo>
                                  <a:lnTo>
                                    <a:pt x="1576" y="5307"/>
                                  </a:lnTo>
                                  <a:lnTo>
                                    <a:pt x="1564" y="5312"/>
                                  </a:lnTo>
                                  <a:lnTo>
                                    <a:pt x="1551" y="5316"/>
                                  </a:lnTo>
                                  <a:lnTo>
                                    <a:pt x="1537" y="5319"/>
                                  </a:lnTo>
                                  <a:lnTo>
                                    <a:pt x="1524" y="5322"/>
                                  </a:lnTo>
                                  <a:lnTo>
                                    <a:pt x="1511" y="5325"/>
                                  </a:lnTo>
                                  <a:lnTo>
                                    <a:pt x="1497" y="5327"/>
                                  </a:lnTo>
                                  <a:lnTo>
                                    <a:pt x="1483" y="5328"/>
                                  </a:lnTo>
                                  <a:lnTo>
                                    <a:pt x="1468" y="5328"/>
                                  </a:lnTo>
                                  <a:close/>
                                  <a:moveTo>
                                    <a:pt x="2755" y="4593"/>
                                  </a:moveTo>
                                  <a:lnTo>
                                    <a:pt x="183" y="4593"/>
                                  </a:lnTo>
                                  <a:lnTo>
                                    <a:pt x="183" y="919"/>
                                  </a:lnTo>
                                  <a:lnTo>
                                    <a:pt x="2755" y="919"/>
                                  </a:lnTo>
                                  <a:lnTo>
                                    <a:pt x="2755" y="45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2pt;margin-top:116.8pt;height:62.8pt;width:384.9pt;z-index:251671552;mso-width-relative:page;mso-height-relative:page;" coordorigin="5329,2619" coordsize="7698,1256" o:gfxdata="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">
                <o:lock v:ext="edit" aspectratio="f"/>
                <v:shape id="_x0000_s1026" o:spid="_x0000_s1026" o:spt="202" type="#_x0000_t202" style="position:absolute;left:5801;top:2619;height:1256;width:7227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出生年月：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1 9 9 7 . 0 9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联系电话：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139 0000 0000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邮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箱：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fldChar w:fldCharType="begin"/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instrText xml:space="preserve"> HYPERLINK "mailto:muyu@139.com" </w:instrTex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fldChar w:fldCharType="separate"/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1234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>@139.com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fldChar w:fldCharType="end"/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现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居：广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东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省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  <w:t>广州市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val="en-US" w:eastAsia="zh-Hans"/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auto"/>
                            <w:sz w:val="22"/>
                            <w:szCs w:val="22"/>
                            <w:lang w:eastAsia="zh-Hans"/>
                          </w:rPr>
                          <w:t xml:space="preserve">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4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rPr>
                            <w:b/>
                            <w:bCs/>
                            <w:color w:val="auto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5334;top:2908;height:283;width:273;" coordorigin="776,2913" coordsize="273,283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776;top:2913;height:283;width:273;v-text-anchor:middle;" fillcolor="#41618F" filled="t" stroked="f" coordsize="21600,21600" o:gfxdata="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gxUJL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任意多边形 96" o:spid="_x0000_s1026" o:spt="100" style="position:absolute;left:816;top:2948;height:212;width:193;" fillcolor="#FFFFFF [3212]" filled="t" stroked="f" coordsize="2782,3069" o:gfxdata="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yoiMbsAAADb&#10;AAAADwAAAAAAAAABACAAAAAiAAAAZHJzL2Rvd25yZXYueG1sUEsBAhQAFAAAAAgAh07iQDMvBZ47&#10;AAAAOQAAABAAAAAAAAAAAQAgAAAACgEAAGRycy9zaGFwZXhtbC54bWxQSwUGAAAAAAYABgBbAQAA&#10;tAMAAAAA&#10;" path="m2782,2964c2782,2991,2772,3018,2751,3039c2731,3059,2704,3069,2677,3069c105,3069,105,3069,105,3069c78,3069,51,3059,31,3039c10,3018,0,2991,0,2964c0,422,0,422,0,422c0,395,10,368,31,348c51,328,78,317,105,317c428,317,428,317,428,317c428,423,428,423,428,423c428,599,572,741,749,741c926,741,1070,599,1070,423c1070,317,1070,317,1070,317c1712,317,1712,317,1712,317c1712,423,1712,423,1712,423c1712,599,1856,741,2033,741c2210,741,2354,599,2354,423c2354,317,2354,317,2354,317c2677,317,2677,317,2677,317c2704,317,2731,328,2751,348c2772,368,2782,395,2782,422c2782,2964,2782,2964,2782,2964xm2568,1058c214,1058,214,1058,214,1058c214,2858,214,2858,214,2858c2568,2858,2568,2858,2568,2858c2568,1058,2568,1058,2568,1058xm749,1587c428,1587,428,1587,428,1587c428,1270,428,1270,428,1270c749,1270,749,1270,749,1270l749,1587xm749,2117c428,2117,428,2117,428,2117c428,1799,428,1799,428,1799c749,1799,749,1799,749,1799l749,2117xm749,2646c428,2646,428,2646,428,2646c428,2328,428,2328,428,2328c749,2328,749,2328,749,2328l749,2646xm1284,1587c963,1587,963,1587,963,1587c963,1270,963,1270,963,1270c1284,1270,1284,1270,1284,1270l1284,1587xm1284,2117c963,2117,963,2117,963,2117c963,1799,963,1799,963,1799c1284,1799,1284,1799,1284,1799l1284,2117xm1284,2646c963,2646,963,2646,963,2646c963,2328,963,2328,963,2328c1284,2328,1284,2328,1284,2328l1284,2646xm1819,1587c1498,1587,1498,1587,1498,1587c1498,1270,1498,1270,1498,1270c1819,1270,1819,1270,1819,1270l1819,1587xm1819,2117c1498,2117,1498,2117,1498,2117c1498,1799,1498,1799,1498,1799c1819,1799,1819,1799,1819,1799l1819,2117xm1819,2646c1498,2646,1498,2646,1498,2646c1498,2328,1498,2328,1498,2328c1819,2328,1819,2328,1819,2328l1819,2646xm2354,1587c2033,1587,2033,1587,2033,1587c2033,1270,2033,1270,2033,1270c2354,1270,2354,1270,2354,1270l2354,1587xm2354,2117c2033,2117,2033,2117,2033,2117c2033,1799,2033,1799,2033,1799c2354,1799,2354,1799,2354,1799l2354,2117xm2354,2646c2033,2646,2033,2646,2033,2646c2033,2328,2033,2328,2033,2328c2354,2328,2354,2328,2354,2328l2354,2646xm2030,635c1914,635,1819,542,1819,426c1819,208,1819,208,1819,208c1819,93,1914,0,2030,0c2146,0,2240,93,2240,208c2240,426,2240,426,2240,426c2240,542,2146,635,2030,635xm746,635c630,635,535,542,535,426c535,208,535,208,535,208c535,93,630,0,746,0c862,0,957,93,957,208c957,426,957,426,957,426c957,542,862,635,746,635xe">
                    <v:path o:connectlocs="279,306;10,310;0,299;3,35;43,32;76,74;108,32;174,42;239,42;272,32;283,42;261,106;21,288;261,106;43,160;76,128;76,213;43,181;76,213;43,267;76,235;130,160;97,128;130,160;97,213;130,181;130,267;97,235;130,267;152,160;185,128;185,213;152,181;185,213;152,267;185,235;239,160;206,128;239,160;206,213;239,181;239,267;206,235;239,267;185,43;206,0;227,43;75,64;54,21;97,21;75,64" o:connectangles="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5329;top:3444;height:283;width:273;" coordorigin="777,3444" coordsize="273,283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777;top:3444;height:283;width:273;v-text-anchor:middle;" fillcolor="#41618F" filled="t" stroked="f" coordsize="21600,21600" o:gfxdata="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UDxv7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信息" o:spid="_x0000_s1026" o:spt="100" style="position:absolute;left:812;top:3469;height:234;width:204;v-text-anchor:middle;" fillcolor="#FFFFFF [3212]" filled="t" stroked="f" coordsize="90,93" o:gfxdata="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8pLsAAADb&#10;AAAADwAAAAAAAAABACAAAAAiAAAAZHJzL2Rvd25yZXYueG1sUEsBAhQAFAAAAAgAh07iQDMvBZ47&#10;AAAAOQAAABAAAAAAAAAAAQAgAAAACgEAAGRycy9zaGFwZXhtbC54bWxQSwUGAAAAAAYABgBbAQAA&#10;tAMAAAAA&#10;" path="m86,38c88,40,90,43,90,46c90,83,90,83,90,83c90,88,86,93,81,93c9,93,9,93,9,93c4,93,0,88,0,83c0,46,0,46,0,46c0,44,1,41,2,40c2,40,2,40,2,40c2,40,2,40,2,40c2,39,2,39,3,39c39,3,39,3,39,3c43,0,46,0,50,3c86,38,86,38,86,38xm15,30c15,52,15,52,15,52c45,75,45,75,45,75c72,54,72,54,72,54c72,30,72,30,72,30c15,30,15,30,15,30xm25,35c25,39,25,39,25,39c63,39,63,39,63,39c63,35,63,35,63,35c25,35,25,35,25,35xm25,51c25,55,25,55,25,55c63,55,63,55,63,55c63,51,63,51,63,51c25,51,25,51,25,51xm25,43c25,47,25,47,25,47c63,47,63,47,63,47c63,43,63,43,63,43c25,43,25,43,25,43xm10,87c28,69,28,69,28,69c28,69,28,68,28,67c27,66,26,66,25,67c7,84,7,84,7,84c6,85,6,86,7,87c8,87,9,87,10,87xm84,84c66,67,66,67,66,67c65,66,64,66,63,67c62,68,62,69,63,69c81,87,81,87,81,87c82,87,83,87,84,87c85,86,85,85,84,84xe">
                    <v:path o:connectlocs="@0,@0;@0,@0;@0,@0;@0,@0;@0,@0;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9514;top:3444;height:282;width:272;" coordorigin="8744,3444" coordsize="272,282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33" o:spid="_x0000_s1026" o:spt="1" style="position:absolute;left:8744;top:3444;height:283;width:273;v-text-anchor:middle;" fillcolor="#41618F" filled="t" stroked="f" coordsize="21600,21600" o:gfxdata="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5GPO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Freeform 66" o:spid="_x0000_s1026" o:spt="100" style="position:absolute;left:8794;top:3467;flip:x;height:238;width:173;" fillcolor="#FFFFFF [3212]" filled="t" stroked="f" coordsize="88,136" o:gfxdata="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sqzpL4A&#10;AADcAAAADwAAAAAAAAABACAAAAAiAAAAZHJzL2Rvd25yZXYueG1sUEsBAhQAFAAAAAgAh07iQDMv&#10;BZ47AAAAOQAAABAAAAAAAAAAAQAgAAAADQEAAGRycy9zaGFwZXhtbC54bWxQSwUGAAAAAAYABgBb&#10;AQAAtwMAAAAA&#10;" path="m44,127c6,49,6,49,6,49c6,45,5,42,5,39c5,17,22,0,44,0c66,0,83,17,83,39c83,42,82,45,82,49c44,127,44,127,44,127xm44,19c33,19,24,28,24,39c24,50,33,58,44,58c55,58,63,50,63,39c63,28,55,19,44,19xm44,136c23,136,0,130,0,119c0,111,9,106,24,103c25,108,25,108,25,108c12,111,6,115,6,119c6,124,20,131,44,131c68,131,82,124,82,119c82,115,76,111,63,108c64,103,64,103,64,103c79,106,88,111,88,119c88,130,65,136,44,136xm44,136c44,136,44,136,44,136e">
                    <v:path o:connectlocs="86,222;11,85;9,68;86,0;163,68;161,85;86,222;86,33;47,68;86,101;123,68;86,33;86,238;0,208;47,180;49,189;11,208;86,229;161,208;123,189;125,180;173,208;86,238;86,238;86,238" o:connectangles="0,0,0,0,0,0,0,0,0,0,0,0,0,0,0,0,0,0,0,0,0,0,0,0,0"/>
                    <v:fill on="t" focussize="0,0"/>
                    <v:stroke on="f"/>
                    <v:imagedata o:title=""/>
                    <o:lock v:ext="edit" aspectratio="t"/>
                  </v:shape>
                </v:group>
                <v:group id="_x0000_s1026" o:spid="_x0000_s1026" o:spt="203" style="position:absolute;left:9514;top:2918;height:282;width:272;" coordorigin="8744,2918" coordsize="272,282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32" o:spid="_x0000_s1026" o:spt="1" style="position:absolute;left:8744;top:2918;height:283;width:273;v-text-anchor:middle;" fillcolor="#41618F" filled="t" stroked="f" coordsize="21600,21600" o:gfxdata="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v3vL4A&#10;AADc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shape id="手机" o:spid="_x0000_s1026" o:spt="100" style="position:absolute;left:8806;top:2938;height:243;width:149;v-text-anchor:middle;" fillcolor="#FFFFFF [3212]" filled="t" stroked="f" coordsize="2938,5511" o:gfxdata="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YjMmbsAAADb&#10;AAAADwAAAAAAAAABACAAAAAiAAAAZHJzL2Rvd25yZXYueG1sUEsBAhQAFAAAAAgAh07iQDMvBZ47&#10;AAAAOQAAABAAAAAAAAAAAQAgAAAACgEAAGRycy9zaGFwZXhtbC54bWxQSwUGAAAAAAYABgBbAQAA&#10;tAMAAAAA&#10;" path="m2479,0l458,0,435,1,412,3,389,7,366,11,345,16,322,22,301,29,281,37,260,46,240,56,221,67,203,80,184,93,167,106,150,120,135,135,119,152,104,169,91,186,78,203,66,223,55,242,45,261,35,281,27,303,20,324,14,345,9,368,5,390,2,413,0,437,0,460,0,5052,0,5076,2,5099,5,5122,9,5144,14,5167,20,5189,27,5210,35,5230,45,5251,55,5271,66,5290,78,5309,91,5327,104,5344,119,5360,135,5377,150,5392,167,5406,184,5420,203,5433,221,5445,240,5456,260,5466,281,5475,301,5484,322,5491,345,5497,366,5502,389,5506,412,5509,435,5511,458,5511,2479,5511,2502,5511,2525,5509,2549,5506,2571,5502,2593,5497,2615,5491,2636,5484,2657,5475,2677,5466,2698,5456,2716,5445,2735,5433,2754,5420,2771,5406,2787,5392,2803,5377,2818,5360,2833,5344,2847,5327,2859,5309,2871,5290,2882,5271,2892,5251,2902,5230,2910,5210,2918,5189,2924,5167,2929,5144,2933,5122,2936,5099,2937,5076,2938,5052,2938,460,2937,437,2936,413,2933,390,2929,368,2924,345,2918,324,2910,303,2902,281,2892,261,2882,242,2871,223,2859,203,2847,186,2833,169,2818,152,2803,135,2787,120,2771,106,2754,93,2735,80,2716,67,2698,56,2677,46,2657,37,2636,29,2615,22,2593,16,2571,11,2549,7,2525,3,2502,1,2479,0xm1194,369l1744,369,1753,369,1763,370,1772,373,1780,376,1788,379,1796,384,1803,389,1809,395,1815,401,1820,408,1825,416,1828,424,1833,433,1835,442,1836,451,1837,460,1836,469,1835,478,1833,487,1828,495,1825,504,1820,512,1815,519,1809,525,1803,531,1796,536,1788,541,1780,545,1772,548,1763,550,1753,551,1744,552,1194,552,1184,551,1175,550,1166,548,1158,545,1150,541,1142,536,1135,531,1129,525,1123,519,1117,512,1112,504,1108,495,1105,487,1103,478,1102,469,1101,460,1102,451,1103,442,1105,433,1108,424,1112,416,1117,408,1123,401,1129,395,1135,389,1142,384,1150,379,1158,376,1166,373,1175,370,1184,369,1194,369xm1468,5328l1468,5328,1454,5328,1441,5327,1427,5325,1414,5322,1399,5319,1387,5316,1374,5312,1362,5307,1350,5300,1338,5294,1325,5288,1314,5281,1304,5273,1294,5265,1284,5257,1274,5248,1265,5238,1256,5227,1248,5217,1240,5206,1233,5195,1227,5184,1221,5172,1215,5159,1210,5147,1206,5134,1202,5121,1199,5108,1197,5095,1195,5080,1194,5066,1194,5052,1194,5038,1195,5025,1197,5010,1199,4997,1202,4983,1206,4970,1210,4958,1215,4945,1221,4932,1227,4921,1233,4909,1240,4898,1248,4888,1256,4876,1265,4867,1274,4857,1284,4848,1294,4840,1304,4832,1314,4824,1325,4817,1338,4810,1350,4803,1362,4798,1374,4793,1387,4789,1399,4785,1414,4782,1427,4780,1441,4778,1454,4777,1468,4777,1483,4777,1497,4778,1511,4780,1524,4782,1537,4785,1551,4789,1564,4793,1576,4798,1588,4803,1600,4810,1611,4817,1623,4824,1634,4832,1644,4840,1654,4848,1664,4857,1673,4867,1681,4876,1690,4888,1698,4898,1705,4909,1711,4921,1717,4932,1723,4945,1728,4958,1732,4970,1736,4983,1739,4997,1741,5010,1743,5025,1744,5038,1744,5052,1744,5066,1743,5080,1741,5095,1739,5108,1736,5121,1732,5134,1728,5147,1723,5159,1717,5172,1711,5184,1705,5195,1698,5206,1690,5217,1681,5227,1673,5238,1664,5248,1654,5257,1644,5265,1634,5273,1623,5281,1611,5288,1600,5294,1588,5300,1576,5307,1564,5312,1551,5316,1537,5319,1524,5322,1511,5325,1497,5327,1483,5328,1468,5328xm2755,4593l183,4593,183,919,2755,919,2755,4593xe">
                    <v:path o:connectlocs="6820,106;4558,701;2629,1829;1157,3398;245,5258;0,77002;245,78755;1157,80629;2629,82184;4558,83312;6820,83922;43867,83998;46217,83586;48286,82611;49916,81193;51021,79410;51494,77368;51424,5944;50705,3978;49408,2316;47619,1021;45463,243;20934,5624;31208,5730;31910,6218;32208,7011;31997,7681;31349,8245;20934,8413;20163,8245;19496,7681;19303,7011;19584,6218;20303,5730;25738,81209;24318,81026;23038,80492;22021,79669;21302,78633;20951,77429;20987,76362;21407,75173;22179,74182;23231,73420;24528,72932;25738,72810;27193,72993;28456,73527;29473,74319;30209,75371;30560,76590;30525,77657;30104,78831;29332,79837;28245,80599;26948,81071;48303,70006" o:connectangles="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2727325</wp:posOffset>
                </wp:positionV>
                <wp:extent cx="233680" cy="6163945"/>
                <wp:effectExtent l="0" t="0" r="20320" b="8255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680" cy="6163945"/>
                          <a:chOff x="5530" y="21154"/>
                          <a:chExt cx="368" cy="9720"/>
                        </a:xfrm>
                        <a:solidFill>
                          <a:schemeClr val="bg1"/>
                        </a:solidFill>
                      </wpg:grpSpPr>
                      <wps:wsp>
                        <wps:cNvPr id="79" name="Freeform 9"/>
                        <wps:cNvSpPr>
                          <a:spLocks noChangeAspect="1" noEditPoints="1"/>
                        </wps:cNvSpPr>
                        <wps:spPr bwMode="auto">
                          <a:xfrm>
                            <a:off x="5530" y="21154"/>
                            <a:ext cx="368" cy="292"/>
                          </a:xfrm>
                          <a:custGeom>
                            <a:avLst/>
                            <a:gdLst>
                              <a:gd name="T0" fmla="*/ 2756 w 3580"/>
                              <a:gd name="T1" fmla="*/ 1300 h 2820"/>
                              <a:gd name="T2" fmla="*/ 1865 w 3580"/>
                              <a:gd name="T3" fmla="*/ 1632 h 2820"/>
                              <a:gd name="T4" fmla="*/ 1790 w 3580"/>
                              <a:gd name="T5" fmla="*/ 1645 h 2820"/>
                              <a:gd name="T6" fmla="*/ 1715 w 3580"/>
                              <a:gd name="T7" fmla="*/ 1632 h 2820"/>
                              <a:gd name="T8" fmla="*/ 824 w 3580"/>
                              <a:gd name="T9" fmla="*/ 1300 h 2820"/>
                              <a:gd name="T10" fmla="*/ 796 w 3580"/>
                              <a:gd name="T11" fmla="*/ 1880 h 2820"/>
                              <a:gd name="T12" fmla="*/ 1790 w 3580"/>
                              <a:gd name="T13" fmla="*/ 2350 h 2820"/>
                              <a:gd name="T14" fmla="*/ 2784 w 3580"/>
                              <a:gd name="T15" fmla="*/ 1880 h 2820"/>
                              <a:gd name="T16" fmla="*/ 2756 w 3580"/>
                              <a:gd name="T17" fmla="*/ 1300 h 2820"/>
                              <a:gd name="T18" fmla="*/ 3580 w 3580"/>
                              <a:gd name="T19" fmla="*/ 705 h 2820"/>
                              <a:gd name="T20" fmla="*/ 3545 w 3580"/>
                              <a:gd name="T21" fmla="*/ 648 h 2820"/>
                              <a:gd name="T22" fmla="*/ 1806 w 3580"/>
                              <a:gd name="T23" fmla="*/ 1 h 2820"/>
                              <a:gd name="T24" fmla="*/ 1790 w 3580"/>
                              <a:gd name="T25" fmla="*/ 0 h 2820"/>
                              <a:gd name="T26" fmla="*/ 1774 w 3580"/>
                              <a:gd name="T27" fmla="*/ 1 h 2820"/>
                              <a:gd name="T28" fmla="*/ 35 w 3580"/>
                              <a:gd name="T29" fmla="*/ 648 h 2820"/>
                              <a:gd name="T30" fmla="*/ 0 w 3580"/>
                              <a:gd name="T31" fmla="*/ 705 h 2820"/>
                              <a:gd name="T32" fmla="*/ 35 w 3580"/>
                              <a:gd name="T33" fmla="*/ 762 h 2820"/>
                              <a:gd name="T34" fmla="*/ 552 w 3580"/>
                              <a:gd name="T35" fmla="*/ 953 h 2820"/>
                              <a:gd name="T36" fmla="*/ 400 w 3580"/>
                              <a:gd name="T37" fmla="*/ 1559 h 2820"/>
                              <a:gd name="T38" fmla="*/ 299 w 3580"/>
                              <a:gd name="T39" fmla="*/ 1763 h 2820"/>
                              <a:gd name="T40" fmla="*/ 389 w 3580"/>
                              <a:gd name="T41" fmla="*/ 1959 h 2820"/>
                              <a:gd name="T42" fmla="*/ 299 w 3580"/>
                              <a:gd name="T43" fmla="*/ 2754 h 2820"/>
                              <a:gd name="T44" fmla="*/ 311 w 3580"/>
                              <a:gd name="T45" fmla="*/ 2800 h 2820"/>
                              <a:gd name="T46" fmla="*/ 348 w 3580"/>
                              <a:gd name="T47" fmla="*/ 2820 h 2820"/>
                              <a:gd name="T48" fmla="*/ 647 w 3580"/>
                              <a:gd name="T49" fmla="*/ 2820 h 2820"/>
                              <a:gd name="T50" fmla="*/ 684 w 3580"/>
                              <a:gd name="T51" fmla="*/ 2800 h 2820"/>
                              <a:gd name="T52" fmla="*/ 696 w 3580"/>
                              <a:gd name="T53" fmla="*/ 2754 h 2820"/>
                              <a:gd name="T54" fmla="*/ 606 w 3580"/>
                              <a:gd name="T55" fmla="*/ 1959 h 2820"/>
                              <a:gd name="T56" fmla="*/ 696 w 3580"/>
                              <a:gd name="T57" fmla="*/ 1763 h 2820"/>
                              <a:gd name="T58" fmla="*/ 598 w 3580"/>
                              <a:gd name="T59" fmla="*/ 1562 h 2820"/>
                              <a:gd name="T60" fmla="*/ 762 w 3580"/>
                              <a:gd name="T61" fmla="*/ 1030 h 2820"/>
                              <a:gd name="T62" fmla="*/ 1774 w 3580"/>
                              <a:gd name="T63" fmla="*/ 1408 h 2820"/>
                              <a:gd name="T64" fmla="*/ 1790 w 3580"/>
                              <a:gd name="T65" fmla="*/ 1410 h 2820"/>
                              <a:gd name="T66" fmla="*/ 1806 w 3580"/>
                              <a:gd name="T67" fmla="*/ 1408 h 2820"/>
                              <a:gd name="T68" fmla="*/ 3545 w 3580"/>
                              <a:gd name="T69" fmla="*/ 762 h 2820"/>
                              <a:gd name="T70" fmla="*/ 3580 w 3580"/>
                              <a:gd name="T71" fmla="*/ 705 h 28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580" h="2820">
                                <a:moveTo>
                                  <a:pt x="2756" y="1300"/>
                                </a:moveTo>
                                <a:cubicBezTo>
                                  <a:pt x="1865" y="1632"/>
                                  <a:pt x="1865" y="1632"/>
                                  <a:pt x="1865" y="1632"/>
                                </a:cubicBezTo>
                                <a:cubicBezTo>
                                  <a:pt x="1840" y="1641"/>
                                  <a:pt x="1815" y="1645"/>
                                  <a:pt x="1790" y="1645"/>
                                </a:cubicBezTo>
                                <a:cubicBezTo>
                                  <a:pt x="1765" y="1645"/>
                                  <a:pt x="1740" y="1641"/>
                                  <a:pt x="1715" y="1632"/>
                                </a:cubicBezTo>
                                <a:cubicBezTo>
                                  <a:pt x="824" y="1300"/>
                                  <a:pt x="824" y="1300"/>
                                  <a:pt x="824" y="1300"/>
                                </a:cubicBezTo>
                                <a:cubicBezTo>
                                  <a:pt x="796" y="1880"/>
                                  <a:pt x="796" y="1880"/>
                                  <a:pt x="796" y="1880"/>
                                </a:cubicBezTo>
                                <a:cubicBezTo>
                                  <a:pt x="783" y="2139"/>
                                  <a:pt x="1242" y="2350"/>
                                  <a:pt x="1790" y="2350"/>
                                </a:cubicBezTo>
                                <a:cubicBezTo>
                                  <a:pt x="2338" y="2350"/>
                                  <a:pt x="2797" y="2139"/>
                                  <a:pt x="2784" y="1880"/>
                                </a:cubicBezTo>
                                <a:lnTo>
                                  <a:pt x="2756" y="1300"/>
                                </a:lnTo>
                                <a:close/>
                                <a:moveTo>
                                  <a:pt x="3580" y="705"/>
                                </a:moveTo>
                                <a:cubicBezTo>
                                  <a:pt x="3580" y="679"/>
                                  <a:pt x="3566" y="657"/>
                                  <a:pt x="3545" y="648"/>
                                </a:cubicBezTo>
                                <a:cubicBezTo>
                                  <a:pt x="1806" y="1"/>
                                  <a:pt x="1806" y="1"/>
                                  <a:pt x="1806" y="1"/>
                                </a:cubicBezTo>
                                <a:cubicBezTo>
                                  <a:pt x="1799" y="0"/>
                                  <a:pt x="1795" y="0"/>
                                  <a:pt x="1790" y="0"/>
                                </a:cubicBezTo>
                                <a:cubicBezTo>
                                  <a:pt x="1785" y="0"/>
                                  <a:pt x="1781" y="0"/>
                                  <a:pt x="1774" y="1"/>
                                </a:cubicBezTo>
                                <a:cubicBezTo>
                                  <a:pt x="35" y="648"/>
                                  <a:pt x="35" y="648"/>
                                  <a:pt x="35" y="648"/>
                                </a:cubicBezTo>
                                <a:cubicBezTo>
                                  <a:pt x="14" y="657"/>
                                  <a:pt x="0" y="679"/>
                                  <a:pt x="0" y="705"/>
                                </a:cubicBezTo>
                                <a:cubicBezTo>
                                  <a:pt x="0" y="730"/>
                                  <a:pt x="14" y="753"/>
                                  <a:pt x="35" y="762"/>
                                </a:cubicBezTo>
                                <a:cubicBezTo>
                                  <a:pt x="552" y="953"/>
                                  <a:pt x="552" y="953"/>
                                  <a:pt x="552" y="953"/>
                                </a:cubicBezTo>
                                <a:cubicBezTo>
                                  <a:pt x="456" y="1112"/>
                                  <a:pt x="409" y="1344"/>
                                  <a:pt x="400" y="1559"/>
                                </a:cubicBezTo>
                                <a:cubicBezTo>
                                  <a:pt x="341" y="1599"/>
                                  <a:pt x="299" y="1674"/>
                                  <a:pt x="299" y="1763"/>
                                </a:cubicBezTo>
                                <a:cubicBezTo>
                                  <a:pt x="299" y="1845"/>
                                  <a:pt x="334" y="1917"/>
                                  <a:pt x="389" y="1959"/>
                                </a:cubicBezTo>
                                <a:cubicBezTo>
                                  <a:pt x="299" y="2754"/>
                                  <a:pt x="299" y="2754"/>
                                  <a:pt x="299" y="2754"/>
                                </a:cubicBezTo>
                                <a:cubicBezTo>
                                  <a:pt x="297" y="2771"/>
                                  <a:pt x="302" y="2787"/>
                                  <a:pt x="311" y="2800"/>
                                </a:cubicBezTo>
                                <a:cubicBezTo>
                                  <a:pt x="320" y="2813"/>
                                  <a:pt x="334" y="2820"/>
                                  <a:pt x="348" y="2820"/>
                                </a:cubicBezTo>
                                <a:cubicBezTo>
                                  <a:pt x="647" y="2820"/>
                                  <a:pt x="647" y="2820"/>
                                  <a:pt x="647" y="2820"/>
                                </a:cubicBezTo>
                                <a:cubicBezTo>
                                  <a:pt x="661" y="2820"/>
                                  <a:pt x="675" y="2813"/>
                                  <a:pt x="684" y="2800"/>
                                </a:cubicBezTo>
                                <a:cubicBezTo>
                                  <a:pt x="693" y="2787"/>
                                  <a:pt x="698" y="2771"/>
                                  <a:pt x="696" y="2754"/>
                                </a:cubicBezTo>
                                <a:cubicBezTo>
                                  <a:pt x="606" y="1959"/>
                                  <a:pt x="606" y="1959"/>
                                  <a:pt x="606" y="1959"/>
                                </a:cubicBezTo>
                                <a:cubicBezTo>
                                  <a:pt x="661" y="1917"/>
                                  <a:pt x="696" y="1845"/>
                                  <a:pt x="696" y="1763"/>
                                </a:cubicBezTo>
                                <a:cubicBezTo>
                                  <a:pt x="696" y="1676"/>
                                  <a:pt x="657" y="1603"/>
                                  <a:pt x="598" y="1562"/>
                                </a:cubicBezTo>
                                <a:cubicBezTo>
                                  <a:pt x="611" y="1314"/>
                                  <a:pt x="673" y="1112"/>
                                  <a:pt x="762" y="1030"/>
                                </a:cubicBezTo>
                                <a:cubicBezTo>
                                  <a:pt x="1774" y="1408"/>
                                  <a:pt x="1774" y="1408"/>
                                  <a:pt x="1774" y="1408"/>
                                </a:cubicBezTo>
                                <a:cubicBezTo>
                                  <a:pt x="1781" y="1410"/>
                                  <a:pt x="1785" y="1410"/>
                                  <a:pt x="1790" y="1410"/>
                                </a:cubicBezTo>
                                <a:cubicBezTo>
                                  <a:pt x="1795" y="1410"/>
                                  <a:pt x="1799" y="1410"/>
                                  <a:pt x="1806" y="1408"/>
                                </a:cubicBezTo>
                                <a:cubicBezTo>
                                  <a:pt x="3545" y="762"/>
                                  <a:pt x="3545" y="762"/>
                                  <a:pt x="3545" y="762"/>
                                </a:cubicBezTo>
                                <a:cubicBezTo>
                                  <a:pt x="3566" y="753"/>
                                  <a:pt x="3580" y="730"/>
                                  <a:pt x="3580" y="70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ffectLst/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98" name="看电脑小人"/>
                        <wps:cNvSpPr/>
                        <wps:spPr bwMode="auto">
                          <a:xfrm>
                            <a:off x="5551" y="30546"/>
                            <a:ext cx="320" cy="328"/>
                          </a:xfrm>
                          <a:custGeom>
                            <a:avLst/>
                            <a:gdLst>
                              <a:gd name="T0" fmla="*/ 2147483646 w 78"/>
                              <a:gd name="T1" fmla="*/ 2147483646 h 112"/>
                              <a:gd name="T2" fmla="*/ 2147483646 w 78"/>
                              <a:gd name="T3" fmla="*/ 2147483646 h 112"/>
                              <a:gd name="T4" fmla="*/ 2147483646 w 78"/>
                              <a:gd name="T5" fmla="*/ 2147483646 h 112"/>
                              <a:gd name="T6" fmla="*/ 2147483646 w 78"/>
                              <a:gd name="T7" fmla="*/ 2147483646 h 112"/>
                              <a:gd name="T8" fmla="*/ 2147483646 w 78"/>
                              <a:gd name="T9" fmla="*/ 2147483646 h 112"/>
                              <a:gd name="T10" fmla="*/ 2147483646 w 78"/>
                              <a:gd name="T11" fmla="*/ 2147483646 h 112"/>
                              <a:gd name="T12" fmla="*/ 2147483646 w 78"/>
                              <a:gd name="T13" fmla="*/ 2147483646 h 112"/>
                              <a:gd name="T14" fmla="*/ 2147483646 w 78"/>
                              <a:gd name="T15" fmla="*/ 2147483646 h 112"/>
                              <a:gd name="T16" fmla="*/ 2147483646 w 78"/>
                              <a:gd name="T17" fmla="*/ 2147483646 h 112"/>
                              <a:gd name="T18" fmla="*/ 2147483646 w 78"/>
                              <a:gd name="T19" fmla="*/ 2147483646 h 112"/>
                              <a:gd name="T20" fmla="*/ 2147483646 w 78"/>
                              <a:gd name="T21" fmla="*/ 2147483646 h 112"/>
                              <a:gd name="T22" fmla="*/ 2147483646 w 78"/>
                              <a:gd name="T23" fmla="*/ 2147483646 h 112"/>
                              <a:gd name="T24" fmla="*/ 2147483646 w 78"/>
                              <a:gd name="T25" fmla="*/ 2147483646 h 112"/>
                              <a:gd name="T26" fmla="*/ 2147483646 w 78"/>
                              <a:gd name="T27" fmla="*/ 2147483646 h 112"/>
                              <a:gd name="T28" fmla="*/ 2147483646 w 78"/>
                              <a:gd name="T29" fmla="*/ 2147483646 h 112"/>
                              <a:gd name="T30" fmla="*/ 2147483646 w 78"/>
                              <a:gd name="T31" fmla="*/ 2147483646 h 112"/>
                              <a:gd name="T32" fmla="*/ 2147483646 w 78"/>
                              <a:gd name="T33" fmla="*/ 2147483646 h 112"/>
                              <a:gd name="T34" fmla="*/ 2147483646 w 78"/>
                              <a:gd name="T35" fmla="*/ 2147483646 h 112"/>
                              <a:gd name="T36" fmla="*/ 2147483646 w 78"/>
                              <a:gd name="T37" fmla="*/ 2147483646 h 112"/>
                              <a:gd name="T38" fmla="*/ 2147483646 w 78"/>
                              <a:gd name="T39" fmla="*/ 2147483646 h 112"/>
                              <a:gd name="T40" fmla="*/ 2147483646 w 78"/>
                              <a:gd name="T41" fmla="*/ 2147483646 h 112"/>
                              <a:gd name="T42" fmla="*/ 2147483646 w 78"/>
                              <a:gd name="T43" fmla="*/ 2147483646 h 112"/>
                              <a:gd name="T44" fmla="*/ 2147483646 w 78"/>
                              <a:gd name="T45" fmla="*/ 2147483646 h 112"/>
                              <a:gd name="T46" fmla="*/ 2147483646 w 78"/>
                              <a:gd name="T47" fmla="*/ 2147483646 h 112"/>
                              <a:gd name="T48" fmla="*/ 2147483646 w 78"/>
                              <a:gd name="T49" fmla="*/ 2147483646 h 112"/>
                              <a:gd name="T50" fmla="*/ 2147483646 w 78"/>
                              <a:gd name="T51" fmla="*/ 2147483646 h 112"/>
                              <a:gd name="T52" fmla="*/ 2147483646 w 78"/>
                              <a:gd name="T53" fmla="*/ 2147483646 h 112"/>
                              <a:gd name="T54" fmla="*/ 2147483646 w 78"/>
                              <a:gd name="T55" fmla="*/ 2147483646 h 112"/>
                              <a:gd name="T56" fmla="*/ 2147483646 w 78"/>
                              <a:gd name="T57" fmla="*/ 2147483646 h 112"/>
                              <a:gd name="T58" fmla="*/ 2147483646 w 78"/>
                              <a:gd name="T59" fmla="*/ 2147483646 h 112"/>
                              <a:gd name="T60" fmla="*/ 2147483646 w 78"/>
                              <a:gd name="T61" fmla="*/ 2147483646 h 112"/>
                              <a:gd name="T62" fmla="*/ 2147483646 w 78"/>
                              <a:gd name="T63" fmla="*/ 2147483646 h 112"/>
                              <a:gd name="T64" fmla="*/ 2147483646 w 78"/>
                              <a:gd name="T65" fmla="*/ 2147483646 h 112"/>
                              <a:gd name="T66" fmla="*/ 2147483646 w 78"/>
                              <a:gd name="T67" fmla="*/ 2147483646 h 112"/>
                              <a:gd name="T68" fmla="*/ 2147483646 w 78"/>
                              <a:gd name="T69" fmla="*/ 2147483646 h 112"/>
                              <a:gd name="T70" fmla="*/ 2147483646 w 78"/>
                              <a:gd name="T71" fmla="*/ 2147483646 h 112"/>
                              <a:gd name="T72" fmla="*/ 2147483646 w 78"/>
                              <a:gd name="T73" fmla="*/ 2147483646 h 112"/>
                              <a:gd name="T74" fmla="*/ 2147483646 w 78"/>
                              <a:gd name="T75" fmla="*/ 2147483646 h 112"/>
                              <a:gd name="T76" fmla="*/ 2147483646 w 78"/>
                              <a:gd name="T77" fmla="*/ 2147483646 h 112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78" h="112">
                                <a:moveTo>
                                  <a:pt x="21" y="36"/>
                                </a:moveTo>
                                <a:cubicBezTo>
                                  <a:pt x="20" y="27"/>
                                  <a:pt x="20" y="19"/>
                                  <a:pt x="21" y="11"/>
                                </a:cubicBezTo>
                                <a:cubicBezTo>
                                  <a:pt x="37" y="0"/>
                                  <a:pt x="45" y="13"/>
                                  <a:pt x="58" y="11"/>
                                </a:cubicBezTo>
                                <a:cubicBezTo>
                                  <a:pt x="59" y="19"/>
                                  <a:pt x="59" y="29"/>
                                  <a:pt x="57" y="36"/>
                                </a:cubicBezTo>
                                <a:cubicBezTo>
                                  <a:pt x="57" y="40"/>
                                  <a:pt x="55" y="44"/>
                                  <a:pt x="53" y="47"/>
                                </a:cubicBezTo>
                                <a:cubicBezTo>
                                  <a:pt x="49" y="51"/>
                                  <a:pt x="44" y="53"/>
                                  <a:pt x="39" y="53"/>
                                </a:cubicBezTo>
                                <a:cubicBezTo>
                                  <a:pt x="39" y="53"/>
                                  <a:pt x="39" y="53"/>
                                  <a:pt x="39" y="53"/>
                                </a:cubicBezTo>
                                <a:cubicBezTo>
                                  <a:pt x="34" y="53"/>
                                  <a:pt x="29" y="51"/>
                                  <a:pt x="26" y="47"/>
                                </a:cubicBezTo>
                                <a:cubicBezTo>
                                  <a:pt x="24" y="44"/>
                                  <a:pt x="22" y="40"/>
                                  <a:pt x="21" y="36"/>
                                </a:cubicBezTo>
                                <a:close/>
                                <a:moveTo>
                                  <a:pt x="13" y="107"/>
                                </a:moveTo>
                                <a:cubicBezTo>
                                  <a:pt x="67" y="107"/>
                                  <a:pt x="67" y="107"/>
                                  <a:pt x="67" y="107"/>
                                </a:cubicBezTo>
                                <a:cubicBezTo>
                                  <a:pt x="64" y="112"/>
                                  <a:pt x="64" y="112"/>
                                  <a:pt x="64" y="112"/>
                                </a:cubicBezTo>
                                <a:cubicBezTo>
                                  <a:pt x="16" y="112"/>
                                  <a:pt x="16" y="112"/>
                                  <a:pt x="16" y="112"/>
                                </a:cubicBezTo>
                                <a:cubicBezTo>
                                  <a:pt x="13" y="107"/>
                                  <a:pt x="13" y="107"/>
                                  <a:pt x="13" y="107"/>
                                </a:cubicBezTo>
                                <a:close/>
                                <a:moveTo>
                                  <a:pt x="70" y="67"/>
                                </a:moveTo>
                                <a:cubicBezTo>
                                  <a:pt x="76" y="90"/>
                                  <a:pt x="76" y="90"/>
                                  <a:pt x="76" y="90"/>
                                </a:cubicBezTo>
                                <a:cubicBezTo>
                                  <a:pt x="78" y="98"/>
                                  <a:pt x="77" y="103"/>
                                  <a:pt x="68" y="103"/>
                                </a:cubicBezTo>
                                <a:cubicBezTo>
                                  <a:pt x="66" y="103"/>
                                  <a:pt x="66" y="103"/>
                                  <a:pt x="66" y="103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42" y="72"/>
                                  <a:pt x="42" y="72"/>
                                  <a:pt x="42" y="72"/>
                                </a:cubicBezTo>
                                <a:cubicBezTo>
                                  <a:pt x="49" y="56"/>
                                  <a:pt x="49" y="56"/>
                                  <a:pt x="49" y="56"/>
                                </a:cubicBezTo>
                                <a:cubicBezTo>
                                  <a:pt x="51" y="54"/>
                                  <a:pt x="51" y="54"/>
                                  <a:pt x="51" y="54"/>
                                </a:cubicBezTo>
                                <a:cubicBezTo>
                                  <a:pt x="65" y="57"/>
                                  <a:pt x="65" y="57"/>
                                  <a:pt x="65" y="57"/>
                                </a:cubicBezTo>
                                <a:cubicBezTo>
                                  <a:pt x="66" y="57"/>
                                  <a:pt x="66" y="57"/>
                                  <a:pt x="66" y="57"/>
                                </a:cubicBezTo>
                                <a:cubicBezTo>
                                  <a:pt x="66" y="58"/>
                                  <a:pt x="66" y="58"/>
                                  <a:pt x="66" y="58"/>
                                </a:cubicBezTo>
                                <a:cubicBezTo>
                                  <a:pt x="68" y="61"/>
                                  <a:pt x="69" y="64"/>
                                  <a:pt x="70" y="67"/>
                                </a:cubicBezTo>
                                <a:cubicBezTo>
                                  <a:pt x="70" y="67"/>
                                  <a:pt x="70" y="67"/>
                                  <a:pt x="70" y="67"/>
                                </a:cubicBezTo>
                                <a:close/>
                                <a:moveTo>
                                  <a:pt x="14" y="103"/>
                                </a:moveTo>
                                <a:cubicBezTo>
                                  <a:pt x="11" y="103"/>
                                  <a:pt x="11" y="103"/>
                                  <a:pt x="11" y="103"/>
                                </a:cubicBezTo>
                                <a:cubicBezTo>
                                  <a:pt x="1" y="103"/>
                                  <a:pt x="0" y="98"/>
                                  <a:pt x="3" y="90"/>
                                </a:cubicBezTo>
                                <a:cubicBezTo>
                                  <a:pt x="9" y="67"/>
                                  <a:pt x="9" y="67"/>
                                  <a:pt x="9" y="67"/>
                                </a:cubicBezTo>
                                <a:cubicBezTo>
                                  <a:pt x="9" y="63"/>
                                  <a:pt x="11" y="60"/>
                                  <a:pt x="14" y="58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14" y="57"/>
                                  <a:pt x="14" y="57"/>
                                  <a:pt x="14" y="57"/>
                                </a:cubicBezTo>
                                <a:cubicBezTo>
                                  <a:pt x="28" y="54"/>
                                  <a:pt x="28" y="54"/>
                                  <a:pt x="28" y="54"/>
                                </a:cubicBezTo>
                                <a:cubicBezTo>
                                  <a:pt x="30" y="56"/>
                                  <a:pt x="30" y="56"/>
                                  <a:pt x="30" y="56"/>
                                </a:cubicBezTo>
                                <a:cubicBezTo>
                                  <a:pt x="38" y="72"/>
                                  <a:pt x="38" y="72"/>
                                  <a:pt x="38" y="72"/>
                                </a:cubicBezTo>
                                <a:cubicBezTo>
                                  <a:pt x="14" y="72"/>
                                  <a:pt x="14" y="72"/>
                                  <a:pt x="14" y="72"/>
                                </a:cubicBezTo>
                                <a:lnTo>
                                  <a:pt x="14" y="10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anchor="ctr"/>
                      </wps:wsp>
                      <wps:wsp>
                        <wps:cNvPr id="84" name="Freeform 174"/>
                        <wps:cNvSpPr>
                          <a:spLocks noChangeAspect="1" noEditPoints="1"/>
                        </wps:cNvSpPr>
                        <wps:spPr bwMode="auto">
                          <a:xfrm>
                            <a:off x="5534" y="28036"/>
                            <a:ext cx="328" cy="328"/>
                          </a:xfrm>
                          <a:custGeom>
                            <a:avLst/>
                            <a:gdLst>
                              <a:gd name="T0" fmla="*/ 130 w 485"/>
                              <a:gd name="T1" fmla="*/ 298 h 515"/>
                              <a:gd name="T2" fmla="*/ 0 w 485"/>
                              <a:gd name="T3" fmla="*/ 421 h 515"/>
                              <a:gd name="T4" fmla="*/ 104 w 485"/>
                              <a:gd name="T5" fmla="*/ 508 h 515"/>
                              <a:gd name="T6" fmla="*/ 241 w 485"/>
                              <a:gd name="T7" fmla="*/ 321 h 515"/>
                              <a:gd name="T8" fmla="*/ 357 w 485"/>
                              <a:gd name="T9" fmla="*/ 265 h 515"/>
                              <a:gd name="T10" fmla="*/ 286 w 485"/>
                              <a:gd name="T11" fmla="*/ 295 h 515"/>
                              <a:gd name="T12" fmla="*/ 239 w 485"/>
                              <a:gd name="T13" fmla="*/ 331 h 515"/>
                              <a:gd name="T14" fmla="*/ 383 w 485"/>
                              <a:gd name="T15" fmla="*/ 411 h 515"/>
                              <a:gd name="T16" fmla="*/ 357 w 485"/>
                              <a:gd name="T17" fmla="*/ 265 h 515"/>
                              <a:gd name="T18" fmla="*/ 348 w 485"/>
                              <a:gd name="T19" fmla="*/ 234 h 515"/>
                              <a:gd name="T20" fmla="*/ 286 w 485"/>
                              <a:gd name="T21" fmla="*/ 281 h 515"/>
                              <a:gd name="T22" fmla="*/ 201 w 485"/>
                              <a:gd name="T23" fmla="*/ 281 h 515"/>
                              <a:gd name="T24" fmla="*/ 140 w 485"/>
                              <a:gd name="T25" fmla="*/ 234 h 515"/>
                              <a:gd name="T26" fmla="*/ 114 w 485"/>
                              <a:gd name="T27" fmla="*/ 156 h 515"/>
                              <a:gd name="T28" fmla="*/ 140 w 485"/>
                              <a:gd name="T29" fmla="*/ 78 h 515"/>
                              <a:gd name="T30" fmla="*/ 201 w 485"/>
                              <a:gd name="T31" fmla="*/ 31 h 515"/>
                              <a:gd name="T32" fmla="*/ 286 w 485"/>
                              <a:gd name="T33" fmla="*/ 31 h 515"/>
                              <a:gd name="T34" fmla="*/ 348 w 485"/>
                              <a:gd name="T35" fmla="*/ 78 h 515"/>
                              <a:gd name="T36" fmla="*/ 374 w 485"/>
                              <a:gd name="T37" fmla="*/ 156 h 515"/>
                              <a:gd name="T38" fmla="*/ 400 w 485"/>
                              <a:gd name="T39" fmla="*/ 208 h 515"/>
                              <a:gd name="T40" fmla="*/ 362 w 485"/>
                              <a:gd name="T41" fmla="*/ 194 h 515"/>
                              <a:gd name="T42" fmla="*/ 362 w 485"/>
                              <a:gd name="T43" fmla="*/ 116 h 515"/>
                              <a:gd name="T44" fmla="*/ 322 w 485"/>
                              <a:gd name="T45" fmla="*/ 57 h 515"/>
                              <a:gd name="T46" fmla="*/ 244 w 485"/>
                              <a:gd name="T47" fmla="*/ 38 h 515"/>
                              <a:gd name="T48" fmla="*/ 166 w 485"/>
                              <a:gd name="T49" fmla="*/ 57 h 515"/>
                              <a:gd name="T50" fmla="*/ 126 w 485"/>
                              <a:gd name="T51" fmla="*/ 116 h 515"/>
                              <a:gd name="T52" fmla="*/ 126 w 485"/>
                              <a:gd name="T53" fmla="*/ 194 h 515"/>
                              <a:gd name="T54" fmla="*/ 166 w 485"/>
                              <a:gd name="T55" fmla="*/ 253 h 515"/>
                              <a:gd name="T56" fmla="*/ 244 w 485"/>
                              <a:gd name="T57" fmla="*/ 274 h 515"/>
                              <a:gd name="T58" fmla="*/ 322 w 485"/>
                              <a:gd name="T59" fmla="*/ 253 h 515"/>
                              <a:gd name="T60" fmla="*/ 362 w 485"/>
                              <a:gd name="T61" fmla="*/ 194 h 515"/>
                              <a:gd name="T62" fmla="*/ 362 w 485"/>
                              <a:gd name="T63" fmla="*/ 194 h 515"/>
                              <a:gd name="T64" fmla="*/ 298 w 485"/>
                              <a:gd name="T65" fmla="*/ 196 h 515"/>
                              <a:gd name="T66" fmla="*/ 267 w 485"/>
                              <a:gd name="T67" fmla="*/ 220 h 515"/>
                              <a:gd name="T68" fmla="*/ 222 w 485"/>
                              <a:gd name="T69" fmla="*/ 220 h 515"/>
                              <a:gd name="T70" fmla="*/ 189 w 485"/>
                              <a:gd name="T71" fmla="*/ 196 h 515"/>
                              <a:gd name="T72" fmla="*/ 175 w 485"/>
                              <a:gd name="T73" fmla="*/ 156 h 515"/>
                              <a:gd name="T74" fmla="*/ 189 w 485"/>
                              <a:gd name="T75" fmla="*/ 116 h 515"/>
                              <a:gd name="T76" fmla="*/ 222 w 485"/>
                              <a:gd name="T77" fmla="*/ 90 h 515"/>
                              <a:gd name="T78" fmla="*/ 267 w 485"/>
                              <a:gd name="T79" fmla="*/ 90 h 515"/>
                              <a:gd name="T80" fmla="*/ 298 w 485"/>
                              <a:gd name="T81" fmla="*/ 116 h 515"/>
                              <a:gd name="T82" fmla="*/ 312 w 485"/>
                              <a:gd name="T83" fmla="*/ 156 h 515"/>
                              <a:gd name="T84" fmla="*/ 324 w 485"/>
                              <a:gd name="T85" fmla="*/ 182 h 515"/>
                              <a:gd name="T86" fmla="*/ 324 w 485"/>
                              <a:gd name="T87" fmla="*/ 182 h 5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485" h="515">
                                <a:moveTo>
                                  <a:pt x="201" y="291"/>
                                </a:moveTo>
                                <a:lnTo>
                                  <a:pt x="130" y="298"/>
                                </a:lnTo>
                                <a:lnTo>
                                  <a:pt x="130" y="262"/>
                                </a:lnTo>
                                <a:lnTo>
                                  <a:pt x="0" y="421"/>
                                </a:lnTo>
                                <a:lnTo>
                                  <a:pt x="102" y="402"/>
                                </a:lnTo>
                                <a:lnTo>
                                  <a:pt x="104" y="508"/>
                                </a:lnTo>
                                <a:lnTo>
                                  <a:pt x="251" y="328"/>
                                </a:lnTo>
                                <a:lnTo>
                                  <a:pt x="241" y="321"/>
                                </a:lnTo>
                                <a:lnTo>
                                  <a:pt x="201" y="291"/>
                                </a:lnTo>
                                <a:moveTo>
                                  <a:pt x="357" y="265"/>
                                </a:moveTo>
                                <a:lnTo>
                                  <a:pt x="357" y="300"/>
                                </a:lnTo>
                                <a:lnTo>
                                  <a:pt x="286" y="295"/>
                                </a:lnTo>
                                <a:lnTo>
                                  <a:pt x="275" y="302"/>
                                </a:lnTo>
                                <a:lnTo>
                                  <a:pt x="239" y="331"/>
                                </a:lnTo>
                                <a:lnTo>
                                  <a:pt x="376" y="515"/>
                                </a:lnTo>
                                <a:lnTo>
                                  <a:pt x="383" y="411"/>
                                </a:lnTo>
                                <a:lnTo>
                                  <a:pt x="485" y="435"/>
                                </a:lnTo>
                                <a:lnTo>
                                  <a:pt x="357" y="265"/>
                                </a:lnTo>
                                <a:moveTo>
                                  <a:pt x="400" y="208"/>
                                </a:moveTo>
                                <a:lnTo>
                                  <a:pt x="348" y="234"/>
                                </a:lnTo>
                                <a:lnTo>
                                  <a:pt x="348" y="286"/>
                                </a:lnTo>
                                <a:lnTo>
                                  <a:pt x="286" y="281"/>
                                </a:lnTo>
                                <a:lnTo>
                                  <a:pt x="244" y="312"/>
                                </a:lnTo>
                                <a:lnTo>
                                  <a:pt x="201" y="281"/>
                                </a:lnTo>
                                <a:lnTo>
                                  <a:pt x="140" y="286"/>
                                </a:lnTo>
                                <a:lnTo>
                                  <a:pt x="140" y="234"/>
                                </a:lnTo>
                                <a:lnTo>
                                  <a:pt x="88" y="208"/>
                                </a:lnTo>
                                <a:lnTo>
                                  <a:pt x="114" y="156"/>
                                </a:lnTo>
                                <a:lnTo>
                                  <a:pt x="88" y="102"/>
                                </a:lnTo>
                                <a:lnTo>
                                  <a:pt x="140" y="78"/>
                                </a:lnTo>
                                <a:lnTo>
                                  <a:pt x="140" y="26"/>
                                </a:lnTo>
                                <a:lnTo>
                                  <a:pt x="201" y="31"/>
                                </a:lnTo>
                                <a:lnTo>
                                  <a:pt x="244" y="0"/>
                                </a:lnTo>
                                <a:lnTo>
                                  <a:pt x="286" y="31"/>
                                </a:lnTo>
                                <a:lnTo>
                                  <a:pt x="348" y="26"/>
                                </a:lnTo>
                                <a:lnTo>
                                  <a:pt x="348" y="78"/>
                                </a:lnTo>
                                <a:lnTo>
                                  <a:pt x="400" y="104"/>
                                </a:lnTo>
                                <a:lnTo>
                                  <a:pt x="374" y="156"/>
                                </a:lnTo>
                                <a:lnTo>
                                  <a:pt x="400" y="208"/>
                                </a:lnTo>
                                <a:lnTo>
                                  <a:pt x="400" y="208"/>
                                </a:lnTo>
                                <a:lnTo>
                                  <a:pt x="400" y="208"/>
                                </a:lnTo>
                                <a:moveTo>
                                  <a:pt x="362" y="194"/>
                                </a:moveTo>
                                <a:lnTo>
                                  <a:pt x="343" y="156"/>
                                </a:lnTo>
                                <a:lnTo>
                                  <a:pt x="362" y="116"/>
                                </a:lnTo>
                                <a:lnTo>
                                  <a:pt x="322" y="97"/>
                                </a:lnTo>
                                <a:lnTo>
                                  <a:pt x="322" y="57"/>
                                </a:lnTo>
                                <a:lnTo>
                                  <a:pt x="277" y="59"/>
                                </a:lnTo>
                                <a:lnTo>
                                  <a:pt x="244" y="38"/>
                                </a:lnTo>
                                <a:lnTo>
                                  <a:pt x="211" y="59"/>
                                </a:lnTo>
                                <a:lnTo>
                                  <a:pt x="166" y="57"/>
                                </a:lnTo>
                                <a:lnTo>
                                  <a:pt x="166" y="97"/>
                                </a:lnTo>
                                <a:lnTo>
                                  <a:pt x="126" y="116"/>
                                </a:lnTo>
                                <a:lnTo>
                                  <a:pt x="144" y="156"/>
                                </a:lnTo>
                                <a:lnTo>
                                  <a:pt x="126" y="194"/>
                                </a:lnTo>
                                <a:lnTo>
                                  <a:pt x="166" y="215"/>
                                </a:lnTo>
                                <a:lnTo>
                                  <a:pt x="166" y="253"/>
                                </a:lnTo>
                                <a:lnTo>
                                  <a:pt x="211" y="250"/>
                                </a:lnTo>
                                <a:lnTo>
                                  <a:pt x="244" y="274"/>
                                </a:lnTo>
                                <a:lnTo>
                                  <a:pt x="277" y="250"/>
                                </a:lnTo>
                                <a:lnTo>
                                  <a:pt x="322" y="253"/>
                                </a:lnTo>
                                <a:lnTo>
                                  <a:pt x="322" y="215"/>
                                </a:lnTo>
                                <a:lnTo>
                                  <a:pt x="362" y="194"/>
                                </a:lnTo>
                                <a:lnTo>
                                  <a:pt x="362" y="194"/>
                                </a:lnTo>
                                <a:lnTo>
                                  <a:pt x="362" y="194"/>
                                </a:lnTo>
                                <a:moveTo>
                                  <a:pt x="324" y="182"/>
                                </a:moveTo>
                                <a:lnTo>
                                  <a:pt x="298" y="196"/>
                                </a:lnTo>
                                <a:lnTo>
                                  <a:pt x="298" y="222"/>
                                </a:lnTo>
                                <a:lnTo>
                                  <a:pt x="267" y="220"/>
                                </a:lnTo>
                                <a:lnTo>
                                  <a:pt x="244" y="236"/>
                                </a:lnTo>
                                <a:lnTo>
                                  <a:pt x="222" y="220"/>
                                </a:lnTo>
                                <a:lnTo>
                                  <a:pt x="189" y="222"/>
                                </a:lnTo>
                                <a:lnTo>
                                  <a:pt x="189" y="196"/>
                                </a:lnTo>
                                <a:lnTo>
                                  <a:pt x="163" y="182"/>
                                </a:lnTo>
                                <a:lnTo>
                                  <a:pt x="175" y="156"/>
                                </a:lnTo>
                                <a:lnTo>
                                  <a:pt x="163" y="128"/>
                                </a:lnTo>
                                <a:lnTo>
                                  <a:pt x="189" y="116"/>
                                </a:lnTo>
                                <a:lnTo>
                                  <a:pt x="189" y="87"/>
                                </a:lnTo>
                                <a:lnTo>
                                  <a:pt x="222" y="90"/>
                                </a:lnTo>
                                <a:lnTo>
                                  <a:pt x="244" y="73"/>
                                </a:lnTo>
                                <a:lnTo>
                                  <a:pt x="267" y="90"/>
                                </a:lnTo>
                                <a:lnTo>
                                  <a:pt x="298" y="87"/>
                                </a:lnTo>
                                <a:lnTo>
                                  <a:pt x="298" y="116"/>
                                </a:lnTo>
                                <a:lnTo>
                                  <a:pt x="324" y="128"/>
                                </a:lnTo>
                                <a:lnTo>
                                  <a:pt x="312" y="156"/>
                                </a:lnTo>
                                <a:lnTo>
                                  <a:pt x="324" y="182"/>
                                </a:lnTo>
                                <a:lnTo>
                                  <a:pt x="324" y="182"/>
                                </a:lnTo>
                                <a:moveTo>
                                  <a:pt x="324" y="182"/>
                                </a:moveTo>
                                <a:lnTo>
                                  <a:pt x="324" y="182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53" name="公文包"/>
                        <wps:cNvSpPr>
                          <a:spLocks noChangeArrowheads="1"/>
                        </wps:cNvSpPr>
                        <wps:spPr bwMode="auto">
                          <a:xfrm>
                            <a:off x="5566" y="22614"/>
                            <a:ext cx="286" cy="269"/>
                          </a:xfrm>
                          <a:custGeom>
                            <a:avLst/>
                            <a:gdLst>
                              <a:gd name="T0" fmla="*/ 294416 w 1263650"/>
                              <a:gd name="T1" fmla="*/ 1098599 h 1069975"/>
                              <a:gd name="T2" fmla="*/ 1320142 w 1263650"/>
                              <a:gd name="T3" fmla="*/ 878240 h 1069975"/>
                              <a:gd name="T4" fmla="*/ 1613379 w 1263650"/>
                              <a:gd name="T5" fmla="*/ 878240 h 1069975"/>
                              <a:gd name="T6" fmla="*/ 74190 w 1263650"/>
                              <a:gd name="T7" fmla="*/ 1612900 h 1069975"/>
                              <a:gd name="T8" fmla="*/ 1538839 w 1263650"/>
                              <a:gd name="T9" fmla="*/ 732266 h 1069975"/>
                              <a:gd name="T10" fmla="*/ 1392852 w 1263650"/>
                              <a:gd name="T11" fmla="*/ 732266 h 1069975"/>
                              <a:gd name="T12" fmla="*/ 514542 w 1263650"/>
                              <a:gd name="T13" fmla="*/ 1026609 h 1069975"/>
                              <a:gd name="T14" fmla="*/ 725543 w 1263650"/>
                              <a:gd name="T15" fmla="*/ 146518 h 1069975"/>
                              <a:gd name="T16" fmla="*/ 708392 w 1263650"/>
                              <a:gd name="T17" fmla="*/ 149712 h 1069975"/>
                              <a:gd name="T18" fmla="*/ 694033 w 1263650"/>
                              <a:gd name="T19" fmla="*/ 155302 h 1069975"/>
                              <a:gd name="T20" fmla="*/ 683263 w 1263650"/>
                              <a:gd name="T21" fmla="*/ 163287 h 1069975"/>
                              <a:gd name="T22" fmla="*/ 674487 w 1263650"/>
                              <a:gd name="T23" fmla="*/ 172868 h 1069975"/>
                              <a:gd name="T24" fmla="*/ 665314 w 1263650"/>
                              <a:gd name="T25" fmla="*/ 189636 h 1069975"/>
                              <a:gd name="T26" fmla="*/ 660528 w 1263650"/>
                              <a:gd name="T27" fmla="*/ 208399 h 1069975"/>
                              <a:gd name="T28" fmla="*/ 659331 w 1263650"/>
                              <a:gd name="T29" fmla="*/ 293036 h 1069975"/>
                              <a:gd name="T30" fmla="*/ 1245270 w 1263650"/>
                              <a:gd name="T31" fmla="*/ 213190 h 1069975"/>
                              <a:gd name="T32" fmla="*/ 1242078 w 1263650"/>
                              <a:gd name="T33" fmla="*/ 195624 h 1069975"/>
                              <a:gd name="T34" fmla="*/ 1236494 w 1263650"/>
                              <a:gd name="T35" fmla="*/ 181252 h 1069975"/>
                              <a:gd name="T36" fmla="*/ 1228517 w 1263650"/>
                              <a:gd name="T37" fmla="*/ 170472 h 1069975"/>
                              <a:gd name="T38" fmla="*/ 1219343 w 1263650"/>
                              <a:gd name="T39" fmla="*/ 161689 h 1069975"/>
                              <a:gd name="T40" fmla="*/ 1201792 w 1263650"/>
                              <a:gd name="T41" fmla="*/ 152507 h 1069975"/>
                              <a:gd name="T42" fmla="*/ 1183446 w 1263650"/>
                              <a:gd name="T43" fmla="*/ 147716 h 1069975"/>
                              <a:gd name="T44" fmla="*/ 732324 w 1263650"/>
                              <a:gd name="T45" fmla="*/ 146518 h 1069975"/>
                              <a:gd name="T46" fmla="*/ 1172276 w 1263650"/>
                              <a:gd name="T47" fmla="*/ 0 h 1069975"/>
                              <a:gd name="T48" fmla="*/ 1202192 w 1263650"/>
                              <a:gd name="T49" fmla="*/ 1996 h 1069975"/>
                              <a:gd name="T50" fmla="*/ 1232108 w 1263650"/>
                              <a:gd name="T51" fmla="*/ 7985 h 1069975"/>
                              <a:gd name="T52" fmla="*/ 1260826 w 1263650"/>
                              <a:gd name="T53" fmla="*/ 17566 h 1069975"/>
                              <a:gd name="T54" fmla="*/ 1288348 w 1263650"/>
                              <a:gd name="T55" fmla="*/ 31939 h 1069975"/>
                              <a:gd name="T56" fmla="*/ 1313875 w 1263650"/>
                              <a:gd name="T57" fmla="*/ 49106 h 1069975"/>
                              <a:gd name="T58" fmla="*/ 1337010 w 1263650"/>
                              <a:gd name="T59" fmla="*/ 70665 h 1069975"/>
                              <a:gd name="T60" fmla="*/ 1356953 w 1263650"/>
                              <a:gd name="T61" fmla="*/ 96216 h 1069975"/>
                              <a:gd name="T62" fmla="*/ 1372509 w 1263650"/>
                              <a:gd name="T63" fmla="*/ 124960 h 1069975"/>
                              <a:gd name="T64" fmla="*/ 1384076 w 1263650"/>
                              <a:gd name="T65" fmla="*/ 157697 h 1069975"/>
                              <a:gd name="T66" fmla="*/ 1390857 w 1263650"/>
                              <a:gd name="T67" fmla="*/ 194027 h 1069975"/>
                              <a:gd name="T68" fmla="*/ 1392054 w 1263650"/>
                              <a:gd name="T69" fmla="*/ 283854 h 1069975"/>
                              <a:gd name="T70" fmla="*/ 1905000 w 1263650"/>
                              <a:gd name="T71" fmla="*/ 806451 h 1069975"/>
                              <a:gd name="T72" fmla="*/ 1318661 w 1263650"/>
                              <a:gd name="T73" fmla="*/ 659931 h 1069975"/>
                              <a:gd name="T74" fmla="*/ 585939 w 1263650"/>
                              <a:gd name="T75" fmla="*/ 659931 h 1069975"/>
                              <a:gd name="T76" fmla="*/ 0 w 1263650"/>
                              <a:gd name="T77" fmla="*/ 806451 h 1069975"/>
                              <a:gd name="T78" fmla="*/ 512946 w 1263650"/>
                              <a:gd name="T79" fmla="*/ 219578 h 1069975"/>
                              <a:gd name="T80" fmla="*/ 514940 w 1263650"/>
                              <a:gd name="T81" fmla="*/ 189636 h 1069975"/>
                              <a:gd name="T82" fmla="*/ 520924 w 1263650"/>
                              <a:gd name="T83" fmla="*/ 159693 h 1069975"/>
                              <a:gd name="T84" fmla="*/ 530496 w 1263650"/>
                              <a:gd name="T85" fmla="*/ 130548 h 1069975"/>
                              <a:gd name="T86" fmla="*/ 544856 w 1263650"/>
                              <a:gd name="T87" fmla="*/ 103002 h 1069975"/>
                              <a:gd name="T88" fmla="*/ 562007 w 1263650"/>
                              <a:gd name="T89" fmla="*/ 77451 h 1069975"/>
                              <a:gd name="T90" fmla="*/ 583545 w 1263650"/>
                              <a:gd name="T91" fmla="*/ 55095 h 1069975"/>
                              <a:gd name="T92" fmla="*/ 609074 w 1263650"/>
                              <a:gd name="T93" fmla="*/ 35132 h 1069975"/>
                              <a:gd name="T94" fmla="*/ 637792 w 1263650"/>
                              <a:gd name="T95" fmla="*/ 19162 h 1069975"/>
                              <a:gd name="T96" fmla="*/ 670498 w 1263650"/>
                              <a:gd name="T97" fmla="*/ 7585 h 1069975"/>
                              <a:gd name="T98" fmla="*/ 706795 w 1263650"/>
                              <a:gd name="T99" fmla="*/ 1197 h 1069975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</a:gdLst>
                            <a:ahLst/>
                            <a:cxnLst>
                              <a:cxn ang="T100">
                                <a:pos x="T0" y="T1"/>
                              </a:cxn>
                              <a:cxn ang="T101">
                                <a:pos x="T2" y="T3"/>
                              </a:cxn>
                              <a:cxn ang="T102">
                                <a:pos x="T4" y="T5"/>
                              </a:cxn>
                              <a:cxn ang="T103">
                                <a:pos x="T6" y="T7"/>
                              </a:cxn>
                              <a:cxn ang="T104">
                                <a:pos x="T8" y="T9"/>
                              </a:cxn>
                              <a:cxn ang="T105">
                                <a:pos x="T10" y="T11"/>
                              </a:cxn>
                              <a:cxn ang="T106">
                                <a:pos x="T12" y="T13"/>
                              </a:cxn>
                              <a:cxn ang="T107">
                                <a:pos x="T14" y="T15"/>
                              </a:cxn>
                              <a:cxn ang="T108">
                                <a:pos x="T16" y="T17"/>
                              </a:cxn>
                              <a:cxn ang="T109">
                                <a:pos x="T18" y="T19"/>
                              </a:cxn>
                              <a:cxn ang="T110">
                                <a:pos x="T20" y="T21"/>
                              </a:cxn>
                              <a:cxn ang="T111">
                                <a:pos x="T22" y="T23"/>
                              </a:cxn>
                              <a:cxn ang="T112">
                                <a:pos x="T24" y="T25"/>
                              </a:cxn>
                              <a:cxn ang="T113">
                                <a:pos x="T26" y="T27"/>
                              </a:cxn>
                              <a:cxn ang="T114">
                                <a:pos x="T28" y="T29"/>
                              </a:cxn>
                              <a:cxn ang="T115">
                                <a:pos x="T30" y="T31"/>
                              </a:cxn>
                              <a:cxn ang="T116">
                                <a:pos x="T32" y="T33"/>
                              </a:cxn>
                              <a:cxn ang="T117">
                                <a:pos x="T34" y="T35"/>
                              </a:cxn>
                              <a:cxn ang="T118">
                                <a:pos x="T36" y="T37"/>
                              </a:cxn>
                              <a:cxn ang="T119">
                                <a:pos x="T38" y="T39"/>
                              </a:cxn>
                              <a:cxn ang="T120">
                                <a:pos x="T40" y="T41"/>
                              </a:cxn>
                              <a:cxn ang="T121">
                                <a:pos x="T42" y="T43"/>
                              </a:cxn>
                              <a:cxn ang="T122">
                                <a:pos x="T44" y="T45"/>
                              </a:cxn>
                              <a:cxn ang="T123">
                                <a:pos x="T46" y="T47"/>
                              </a:cxn>
                              <a:cxn ang="T124">
                                <a:pos x="T48" y="T49"/>
                              </a:cxn>
                              <a:cxn ang="T125">
                                <a:pos x="T50" y="T51"/>
                              </a:cxn>
                              <a:cxn ang="T126">
                                <a:pos x="T52" y="T53"/>
                              </a:cxn>
                              <a:cxn ang="T127">
                                <a:pos x="T54" y="T55"/>
                              </a:cxn>
                              <a:cxn ang="T128">
                                <a:pos x="T56" y="T57"/>
                              </a:cxn>
                              <a:cxn ang="T129">
                                <a:pos x="T58" y="T59"/>
                              </a:cxn>
                              <a:cxn ang="T130">
                                <a:pos x="T60" y="T61"/>
                              </a:cxn>
                              <a:cxn ang="T131">
                                <a:pos x="T62" y="T63"/>
                              </a:cxn>
                              <a:cxn ang="T132">
                                <a:pos x="T64" y="T65"/>
                              </a:cxn>
                              <a:cxn ang="T133">
                                <a:pos x="T66" y="T67"/>
                              </a:cxn>
                              <a:cxn ang="T134">
                                <a:pos x="T68" y="T69"/>
                              </a:cxn>
                              <a:cxn ang="T135">
                                <a:pos x="T70" y="T71"/>
                              </a:cxn>
                              <a:cxn ang="T136">
                                <a:pos x="T72" y="T73"/>
                              </a:cxn>
                              <a:cxn ang="T137">
                                <a:pos x="T74" y="T75"/>
                              </a:cxn>
                              <a:cxn ang="T138">
                                <a:pos x="T76" y="T77"/>
                              </a:cxn>
                              <a:cxn ang="T139">
                                <a:pos x="T78" y="T79"/>
                              </a:cxn>
                              <a:cxn ang="T140">
                                <a:pos x="T80" y="T81"/>
                              </a:cxn>
                              <a:cxn ang="T141">
                                <a:pos x="T82" y="T83"/>
                              </a:cxn>
                              <a:cxn ang="T142">
                                <a:pos x="T84" y="T85"/>
                              </a:cxn>
                              <a:cxn ang="T143">
                                <a:pos x="T86" y="T87"/>
                              </a:cxn>
                              <a:cxn ang="T144">
                                <a:pos x="T88" y="T89"/>
                              </a:cxn>
                              <a:cxn ang="T145">
                                <a:pos x="T90" y="T91"/>
                              </a:cxn>
                              <a:cxn ang="T146">
                                <a:pos x="T92" y="T93"/>
                              </a:cxn>
                              <a:cxn ang="T147">
                                <a:pos x="T94" y="T95"/>
                              </a:cxn>
                              <a:cxn ang="T148">
                                <a:pos x="T96" y="T97"/>
                              </a:cxn>
                              <a:cxn ang="T149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263650" h="1069975">
                                <a:moveTo>
                                  <a:pt x="49213" y="582612"/>
                                </a:moveTo>
                                <a:lnTo>
                                  <a:pt x="195296" y="582612"/>
                                </a:lnTo>
                                <a:lnTo>
                                  <a:pt x="195296" y="728795"/>
                                </a:lnTo>
                                <a:lnTo>
                                  <a:pt x="389544" y="728795"/>
                                </a:lnTo>
                                <a:lnTo>
                                  <a:pt x="389544" y="582612"/>
                                </a:lnTo>
                                <a:lnTo>
                                  <a:pt x="875694" y="582612"/>
                                </a:lnTo>
                                <a:lnTo>
                                  <a:pt x="875694" y="728795"/>
                                </a:lnTo>
                                <a:lnTo>
                                  <a:pt x="1070208" y="728795"/>
                                </a:lnTo>
                                <a:lnTo>
                                  <a:pt x="1070208" y="582612"/>
                                </a:lnTo>
                                <a:lnTo>
                                  <a:pt x="1216026" y="582612"/>
                                </a:lnTo>
                                <a:lnTo>
                                  <a:pt x="1216026" y="1069975"/>
                                </a:lnTo>
                                <a:lnTo>
                                  <a:pt x="49213" y="1069975"/>
                                </a:lnTo>
                                <a:lnTo>
                                  <a:pt x="49213" y="582612"/>
                                </a:lnTo>
                                <a:close/>
                                <a:moveTo>
                                  <a:pt x="923925" y="485775"/>
                                </a:moveTo>
                                <a:lnTo>
                                  <a:pt x="1020763" y="485775"/>
                                </a:lnTo>
                                <a:lnTo>
                                  <a:pt x="1020763" y="681038"/>
                                </a:lnTo>
                                <a:lnTo>
                                  <a:pt x="923925" y="681038"/>
                                </a:lnTo>
                                <a:lnTo>
                                  <a:pt x="923925" y="485775"/>
                                </a:lnTo>
                                <a:close/>
                                <a:moveTo>
                                  <a:pt x="244475" y="485775"/>
                                </a:moveTo>
                                <a:lnTo>
                                  <a:pt x="341313" y="485775"/>
                                </a:lnTo>
                                <a:lnTo>
                                  <a:pt x="341313" y="681038"/>
                                </a:lnTo>
                                <a:lnTo>
                                  <a:pt x="244475" y="681038"/>
                                </a:lnTo>
                                <a:lnTo>
                                  <a:pt x="244475" y="485775"/>
                                </a:lnTo>
                                <a:close/>
                                <a:moveTo>
                                  <a:pt x="481277" y="97198"/>
                                </a:moveTo>
                                <a:lnTo>
                                  <a:pt x="477308" y="97728"/>
                                </a:lnTo>
                                <a:lnTo>
                                  <a:pt x="473604" y="98258"/>
                                </a:lnTo>
                                <a:lnTo>
                                  <a:pt x="469900" y="99317"/>
                                </a:lnTo>
                                <a:lnTo>
                                  <a:pt x="466460" y="100376"/>
                                </a:lnTo>
                                <a:lnTo>
                                  <a:pt x="463285" y="101701"/>
                                </a:lnTo>
                                <a:lnTo>
                                  <a:pt x="460375" y="103025"/>
                                </a:lnTo>
                                <a:lnTo>
                                  <a:pt x="457729" y="104614"/>
                                </a:lnTo>
                                <a:lnTo>
                                  <a:pt x="455348" y="106468"/>
                                </a:lnTo>
                                <a:lnTo>
                                  <a:pt x="453231" y="108322"/>
                                </a:lnTo>
                                <a:lnTo>
                                  <a:pt x="451114" y="110440"/>
                                </a:lnTo>
                                <a:lnTo>
                                  <a:pt x="448998" y="112559"/>
                                </a:lnTo>
                                <a:lnTo>
                                  <a:pt x="447410" y="114678"/>
                                </a:lnTo>
                                <a:lnTo>
                                  <a:pt x="445823" y="117062"/>
                                </a:lnTo>
                                <a:lnTo>
                                  <a:pt x="443441" y="121299"/>
                                </a:lnTo>
                                <a:lnTo>
                                  <a:pt x="441325" y="125802"/>
                                </a:lnTo>
                                <a:lnTo>
                                  <a:pt x="439737" y="130569"/>
                                </a:lnTo>
                                <a:lnTo>
                                  <a:pt x="438679" y="134541"/>
                                </a:lnTo>
                                <a:lnTo>
                                  <a:pt x="438150" y="138249"/>
                                </a:lnTo>
                                <a:lnTo>
                                  <a:pt x="437356" y="143546"/>
                                </a:lnTo>
                                <a:lnTo>
                                  <a:pt x="437356" y="145665"/>
                                </a:lnTo>
                                <a:lnTo>
                                  <a:pt x="437356" y="194396"/>
                                </a:lnTo>
                                <a:lnTo>
                                  <a:pt x="826294" y="194396"/>
                                </a:lnTo>
                                <a:lnTo>
                                  <a:pt x="826294" y="145665"/>
                                </a:lnTo>
                                <a:lnTo>
                                  <a:pt x="826029" y="141427"/>
                                </a:lnTo>
                                <a:lnTo>
                                  <a:pt x="825764" y="137190"/>
                                </a:lnTo>
                                <a:lnTo>
                                  <a:pt x="824706" y="133482"/>
                                </a:lnTo>
                                <a:lnTo>
                                  <a:pt x="823912" y="129774"/>
                                </a:lnTo>
                                <a:lnTo>
                                  <a:pt x="822854" y="126331"/>
                                </a:lnTo>
                                <a:lnTo>
                                  <a:pt x="821531" y="123153"/>
                                </a:lnTo>
                                <a:lnTo>
                                  <a:pt x="820208" y="120240"/>
                                </a:lnTo>
                                <a:lnTo>
                                  <a:pt x="818621" y="117591"/>
                                </a:lnTo>
                                <a:lnTo>
                                  <a:pt x="816769" y="115208"/>
                                </a:lnTo>
                                <a:lnTo>
                                  <a:pt x="814916" y="113089"/>
                                </a:lnTo>
                                <a:lnTo>
                                  <a:pt x="812800" y="110970"/>
                                </a:lnTo>
                                <a:lnTo>
                                  <a:pt x="810948" y="108851"/>
                                </a:lnTo>
                                <a:lnTo>
                                  <a:pt x="808831" y="107262"/>
                                </a:lnTo>
                                <a:lnTo>
                                  <a:pt x="806450" y="105673"/>
                                </a:lnTo>
                                <a:lnTo>
                                  <a:pt x="801687" y="103290"/>
                                </a:lnTo>
                                <a:lnTo>
                                  <a:pt x="797189" y="101171"/>
                                </a:lnTo>
                                <a:lnTo>
                                  <a:pt x="792956" y="99582"/>
                                </a:lnTo>
                                <a:lnTo>
                                  <a:pt x="788987" y="98522"/>
                                </a:lnTo>
                                <a:lnTo>
                                  <a:pt x="785019" y="97993"/>
                                </a:lnTo>
                                <a:lnTo>
                                  <a:pt x="779727" y="97198"/>
                                </a:lnTo>
                                <a:lnTo>
                                  <a:pt x="777610" y="97198"/>
                                </a:lnTo>
                                <a:lnTo>
                                  <a:pt x="485775" y="97198"/>
                                </a:lnTo>
                                <a:lnTo>
                                  <a:pt x="481277" y="97198"/>
                                </a:lnTo>
                                <a:close/>
                                <a:moveTo>
                                  <a:pt x="485775" y="0"/>
                                </a:moveTo>
                                <a:lnTo>
                                  <a:pt x="777610" y="0"/>
                                </a:lnTo>
                                <a:lnTo>
                                  <a:pt x="784225" y="0"/>
                                </a:lnTo>
                                <a:lnTo>
                                  <a:pt x="790839" y="530"/>
                                </a:lnTo>
                                <a:lnTo>
                                  <a:pt x="797454" y="1324"/>
                                </a:lnTo>
                                <a:lnTo>
                                  <a:pt x="804069" y="2383"/>
                                </a:lnTo>
                                <a:lnTo>
                                  <a:pt x="810683" y="3708"/>
                                </a:lnTo>
                                <a:lnTo>
                                  <a:pt x="817298" y="5297"/>
                                </a:lnTo>
                                <a:lnTo>
                                  <a:pt x="823648" y="7151"/>
                                </a:lnTo>
                                <a:lnTo>
                                  <a:pt x="830262" y="9269"/>
                                </a:lnTo>
                                <a:lnTo>
                                  <a:pt x="836348" y="11653"/>
                                </a:lnTo>
                                <a:lnTo>
                                  <a:pt x="842433" y="14566"/>
                                </a:lnTo>
                                <a:lnTo>
                                  <a:pt x="848783" y="17745"/>
                                </a:lnTo>
                                <a:lnTo>
                                  <a:pt x="854604" y="21188"/>
                                </a:lnTo>
                                <a:lnTo>
                                  <a:pt x="860425" y="24631"/>
                                </a:lnTo>
                                <a:lnTo>
                                  <a:pt x="866246" y="28603"/>
                                </a:lnTo>
                                <a:lnTo>
                                  <a:pt x="871537" y="32576"/>
                                </a:lnTo>
                                <a:lnTo>
                                  <a:pt x="876829" y="37343"/>
                                </a:lnTo>
                                <a:lnTo>
                                  <a:pt x="882121" y="42110"/>
                                </a:lnTo>
                                <a:lnTo>
                                  <a:pt x="886883" y="46878"/>
                                </a:lnTo>
                                <a:lnTo>
                                  <a:pt x="891381" y="52174"/>
                                </a:lnTo>
                                <a:lnTo>
                                  <a:pt x="895879" y="58001"/>
                                </a:lnTo>
                                <a:lnTo>
                                  <a:pt x="900112" y="63828"/>
                                </a:lnTo>
                                <a:lnTo>
                                  <a:pt x="903816" y="69919"/>
                                </a:lnTo>
                                <a:lnTo>
                                  <a:pt x="907256" y="76275"/>
                                </a:lnTo>
                                <a:lnTo>
                                  <a:pt x="910431" y="82897"/>
                                </a:lnTo>
                                <a:lnTo>
                                  <a:pt x="913341" y="89783"/>
                                </a:lnTo>
                                <a:lnTo>
                                  <a:pt x="915987" y="97198"/>
                                </a:lnTo>
                                <a:lnTo>
                                  <a:pt x="918104" y="104614"/>
                                </a:lnTo>
                                <a:lnTo>
                                  <a:pt x="920221" y="112294"/>
                                </a:lnTo>
                                <a:lnTo>
                                  <a:pt x="921544" y="120240"/>
                                </a:lnTo>
                                <a:lnTo>
                                  <a:pt x="922602" y="128715"/>
                                </a:lnTo>
                                <a:lnTo>
                                  <a:pt x="923131" y="136925"/>
                                </a:lnTo>
                                <a:lnTo>
                                  <a:pt x="923396" y="145665"/>
                                </a:lnTo>
                                <a:lnTo>
                                  <a:pt x="923396" y="188305"/>
                                </a:lnTo>
                                <a:lnTo>
                                  <a:pt x="923396" y="194396"/>
                                </a:lnTo>
                                <a:lnTo>
                                  <a:pt x="1263650" y="194396"/>
                                </a:lnTo>
                                <a:lnTo>
                                  <a:pt x="1263650" y="534988"/>
                                </a:lnTo>
                                <a:lnTo>
                                  <a:pt x="1069181" y="534988"/>
                                </a:lnTo>
                                <a:lnTo>
                                  <a:pt x="1069181" y="437789"/>
                                </a:lnTo>
                                <a:lnTo>
                                  <a:pt x="874712" y="437789"/>
                                </a:lnTo>
                                <a:lnTo>
                                  <a:pt x="874712" y="534988"/>
                                </a:lnTo>
                                <a:lnTo>
                                  <a:pt x="388673" y="534988"/>
                                </a:lnTo>
                                <a:lnTo>
                                  <a:pt x="388673" y="437789"/>
                                </a:lnTo>
                                <a:lnTo>
                                  <a:pt x="194469" y="437789"/>
                                </a:lnTo>
                                <a:lnTo>
                                  <a:pt x="194469" y="534988"/>
                                </a:lnTo>
                                <a:lnTo>
                                  <a:pt x="0" y="534988"/>
                                </a:lnTo>
                                <a:lnTo>
                                  <a:pt x="0" y="194396"/>
                                </a:lnTo>
                                <a:lnTo>
                                  <a:pt x="340254" y="194396"/>
                                </a:lnTo>
                                <a:lnTo>
                                  <a:pt x="340254" y="145665"/>
                                </a:lnTo>
                                <a:lnTo>
                                  <a:pt x="340254" y="139044"/>
                                </a:lnTo>
                                <a:lnTo>
                                  <a:pt x="340783" y="132687"/>
                                </a:lnTo>
                                <a:lnTo>
                                  <a:pt x="341577" y="125802"/>
                                </a:lnTo>
                                <a:lnTo>
                                  <a:pt x="342635" y="119180"/>
                                </a:lnTo>
                                <a:lnTo>
                                  <a:pt x="343958" y="112559"/>
                                </a:lnTo>
                                <a:lnTo>
                                  <a:pt x="345546" y="105938"/>
                                </a:lnTo>
                                <a:lnTo>
                                  <a:pt x="347398" y="99582"/>
                                </a:lnTo>
                                <a:lnTo>
                                  <a:pt x="349514" y="93226"/>
                                </a:lnTo>
                                <a:lnTo>
                                  <a:pt x="351896" y="86604"/>
                                </a:lnTo>
                                <a:lnTo>
                                  <a:pt x="354806" y="80513"/>
                                </a:lnTo>
                                <a:lnTo>
                                  <a:pt x="357981" y="74686"/>
                                </a:lnTo>
                                <a:lnTo>
                                  <a:pt x="361421" y="68330"/>
                                </a:lnTo>
                                <a:lnTo>
                                  <a:pt x="364860" y="62768"/>
                                </a:lnTo>
                                <a:lnTo>
                                  <a:pt x="368829" y="57207"/>
                                </a:lnTo>
                                <a:lnTo>
                                  <a:pt x="372798" y="51380"/>
                                </a:lnTo>
                                <a:lnTo>
                                  <a:pt x="377560" y="46348"/>
                                </a:lnTo>
                                <a:lnTo>
                                  <a:pt x="382323" y="41316"/>
                                </a:lnTo>
                                <a:lnTo>
                                  <a:pt x="387085" y="36549"/>
                                </a:lnTo>
                                <a:lnTo>
                                  <a:pt x="392377" y="31516"/>
                                </a:lnTo>
                                <a:lnTo>
                                  <a:pt x="398198" y="27279"/>
                                </a:lnTo>
                                <a:lnTo>
                                  <a:pt x="404019" y="23306"/>
                                </a:lnTo>
                                <a:lnTo>
                                  <a:pt x="410104" y="19598"/>
                                </a:lnTo>
                                <a:lnTo>
                                  <a:pt x="416454" y="16155"/>
                                </a:lnTo>
                                <a:lnTo>
                                  <a:pt x="423069" y="12712"/>
                                </a:lnTo>
                                <a:lnTo>
                                  <a:pt x="429948" y="9799"/>
                                </a:lnTo>
                                <a:lnTo>
                                  <a:pt x="437356" y="7151"/>
                                </a:lnTo>
                                <a:lnTo>
                                  <a:pt x="444764" y="5032"/>
                                </a:lnTo>
                                <a:lnTo>
                                  <a:pt x="452437" y="3178"/>
                                </a:lnTo>
                                <a:lnTo>
                                  <a:pt x="460375" y="1854"/>
                                </a:lnTo>
                                <a:lnTo>
                                  <a:pt x="468841" y="794"/>
                                </a:lnTo>
                                <a:lnTo>
                                  <a:pt x="477044" y="265"/>
                                </a:lnTo>
                                <a:lnTo>
                                  <a:pt x="48577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7pt;margin-top:214.75pt;height:485.35pt;width:18.4pt;z-index:251672576;mso-width-relative:page;mso-height-relative:page;" coordorigin="5530,21154" coordsize="368,9720" o:gfxdata="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">
                <o:lock v:ext="edit" aspectratio="f"/>
                <v:shape id="Freeform 9" o:spid="_x0000_s1026" o:spt="100" style="position:absolute;left:5530;top:21154;height:292;width:368;" filled="t" stroked="f" coordsize="3580,2820" o:gfxdata="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96bFugAAANsA&#10;AAAPAAAAAAAAAAEAIAAAACIAAABkcnMvZG93bnJldi54bWxQSwECFAAUAAAACACHTuJAMy8FnjsA&#10;AAA5AAAAEAAAAAAAAAABACAAAAAJAQAAZHJzL3NoYXBleG1sLnhtbFBLBQYAAAAABgAGAFsBAACz&#10;AwAAAAA=&#10;" path="m2756,1300c1865,1632,1865,1632,1865,1632c1840,1641,1815,1645,1790,1645c1765,1645,1740,1641,1715,1632c824,1300,824,1300,824,1300c796,1880,796,1880,796,1880c783,2139,1242,2350,1790,2350c2338,2350,2797,2139,2784,1880l2756,1300xm3580,705c3580,679,3566,657,3545,648c1806,1,1806,1,1806,1c1799,0,1795,0,1790,0c1785,0,1781,0,1774,1c35,648,35,648,35,648c14,657,0,679,0,705c0,730,14,753,35,762c552,953,552,953,552,953c456,1112,409,1344,400,1559c341,1599,299,1674,299,1763c299,1845,334,1917,389,1959c299,2754,299,2754,299,2754c297,2771,302,2787,311,2800c320,2813,334,2820,348,2820c647,2820,647,2820,647,2820c661,2820,675,2813,684,2800c693,2787,698,2771,696,2754c606,1959,606,1959,606,1959c661,1917,696,1845,696,1763c696,1676,657,1603,598,1562c611,1314,673,1112,762,1030c1774,1408,1774,1408,1774,1408c1781,1410,1785,1410,1790,1410c1795,1410,1799,1410,1806,1408c3545,762,3545,762,3545,762c3566,753,3580,730,3580,705xe">
                  <v:path o:connectlocs="283,134;191,168;184,170;176,168;84,134;81,194;184,243;286,194;283,134;368,73;364,67;185,0;184,0;182,0;3,67;0,73;3,78;56,98;41,161;30,182;39,202;30,285;31,289;35,292;66,292;70,289;71,285;62,202;71,182;61,161;78,106;182,145;184,146;185,145;364,78;368,73" o:connectangles="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看电脑小人" o:spid="_x0000_s1026" o:spt="100" style="position:absolute;left:5551;top:30546;height:328;width:320;v-text-anchor:middle;" filled="t" stroked="f" coordsize="78,112" o:gfxdata="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nsggugAAANsA&#10;AAAPAAAAAAAAAAEAIAAAACIAAABkcnMvZG93bnJldi54bWxQSwECFAAUAAAACACHTuJAMy8FnjsA&#10;AAA5AAAAEAAAAAAAAAABACAAAAAJAQAAZHJzL3NoYXBleG1sLnhtbFBLBQYAAAAABgAGAFsBAACz&#10;AwAAAAA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174" o:spid="_x0000_s1026" o:spt="100" style="position:absolute;left:5534;top:28036;height:328;width:328;" filled="t" stroked="f" coordsize="485,515" o:gfxdata="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sxGMvQAA&#10;ANsAAAAPAAAAAAAAAAEAIAAAACIAAABkcnMvZG93bnJldi54bWxQSwECFAAUAAAACACHTuJAMy8F&#10;njsAAAA5AAAAEAAAAAAAAAABACAAAAAMAQAAZHJzL3NoYXBleG1sLnhtbFBLBQYAAAAABgAGAFsB&#10;AAC2AwAAAAA=&#10;" path="m201,291l130,298,130,262,0,421,102,402,104,508,251,328,241,321,201,291m357,265l357,300,286,295,275,302,239,331,376,515,383,411,485,435,357,265m400,208l348,234,348,286,286,281,244,312,201,281,140,286,140,234,88,208,114,156,88,102,140,78,140,26,201,31,244,0,286,31,348,26,348,78,400,104,374,156,400,208,400,208,400,208m362,194l343,156,362,116,322,97,322,57,277,59,244,38,211,59,166,57,166,97,126,116,144,156,126,194,166,215,166,253,211,250,244,274,277,250,322,253,322,215,362,194,362,194,362,194m324,182l298,196,298,222,267,220,244,236,222,220,189,222,189,196,163,182,175,156,163,128,189,116,189,87,222,90,244,73,267,90,298,87,298,116,324,128,312,156,324,182,324,182m324,182l324,182e">
                  <v:path o:connectlocs="87,189;0,268;70,323;162,204;241,168;193,187;161,210;259,261;241,168;235,149;193,178;135,178;94,149;77,99;94,49;135,19;193,19;235,49;252,99;270,132;244,123;244,73;217,36;165,24;112,36;85,73;85,123;112,161;165,174;217,161;244,123;244,123;201,124;180,140;150,140;127,124;118,99;127,73;150,57;180,57;201,73;211,99;219,115;219,115" o:connectangles="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公文包" o:spid="_x0000_s1026" o:spt="100" style="position:absolute;left:5566;top:22614;height:269;width:286;v-text-anchor:middle;" filled="t" stroked="f" coordsize="1263650,1069975" o:gfxdata="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7S4Cb4A&#10;AADcAAAADwAAAAAAAAABACAAAAAiAAAAZHJzL2Rvd25yZXYueG1sUEsBAhQAFAAAAAgAh07iQDMv&#10;BZ47AAAAOQAAABAAAAAAAAAAAQAgAAAADQEAAGRycy9zaGFwZXhtbC54bWxQSwUGAAAAAAYABgBb&#10;AQAAtwMAAAAA&#10;" path="m49213,582612l195296,582612,195296,728795,389544,728795,389544,582612,875694,582612,875694,728795,1070208,728795,1070208,582612,1216026,582612,1216026,1069975,49213,1069975,49213,582612xm923925,485775l1020763,485775,1020763,681038,923925,681038,923925,485775xm244475,485775l341313,485775,341313,681038,244475,681038,244475,485775xm481277,97198l477308,97728,473604,98258,469900,99317,466460,100376,463285,101701,460375,103025,457729,104614,455348,106468,453231,108322,451114,110440,448998,112559,447410,114678,445823,117062,443441,121299,441325,125802,439737,130569,438679,134541,438150,138249,437356,143546,437356,145665,437356,194396,826294,194396,826294,145665,826029,141427,825764,137190,824706,133482,823912,129774,822854,126331,821531,123153,820208,120240,818621,117591,816769,115208,814916,113089,812800,110970,810948,108851,808831,107262,806450,105673,801687,103290,797189,101171,792956,99582,788987,98522,785019,97993,779727,97198,777610,97198,485775,97198,481277,97198xm485775,0l777610,0,784225,0,790839,530,797454,1324,804069,2383,810683,3708,817298,5297,823648,7151,830262,9269,836348,11653,842433,14566,848783,17745,854604,21188,860425,24631,866246,28603,871537,32576,876829,37343,882121,42110,886883,46878,891381,52174,895879,58001,900112,63828,903816,69919,907256,76275,910431,82897,913341,89783,915987,97198,918104,104614,920221,112294,921544,120240,922602,128715,923131,136925,923396,145665,923396,188305,923396,194396,1263650,194396,1263650,534988,1069181,534988,1069181,437789,874712,437789,874712,534988,388673,534988,388673,437789,194469,437789,194469,534988,0,534988,0,194396,340254,194396,340254,145665,340254,139044,340783,132687,341577,125802,342635,119180,343958,112559,345546,105938,347398,99582,349514,93226,351896,86604,354806,80513,357981,74686,361421,68330,364860,62768,368829,57207,372798,51380,377560,46348,382323,41316,387085,36549,392377,31516,398198,27279,404019,23306,410104,19598,416454,16155,423069,12712,429948,9799,437356,7151,444764,5032,452437,3178,460375,1854,468841,794,477044,265,485775,0xe">
                  <v:path o:connectlocs="66,276;298,220;365,220;16,405;348,184;315,184;116,258;164,36;160,37;157,39;154,41;152,43;150,47;149,52;149,73;281,53;281,49;279,45;278,42;275,40;271,38;267,37;165,36;265,0;272,0;278,2;285,4;291,8;297,12;302,17;307,24;310,31;313,39;314,48;315,71;431,202;298,165;132,165;0,202;116,55;116,47;117,40;120,32;123,25;127,19;132,13;137,8;144,4;151,1;159,0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1006475</wp:posOffset>
                </wp:positionH>
                <wp:positionV relativeFrom="paragraph">
                  <wp:posOffset>2555240</wp:posOffset>
                </wp:positionV>
                <wp:extent cx="949960" cy="6426835"/>
                <wp:effectExtent l="0" t="0" r="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9960" cy="6427067"/>
                          <a:chOff x="6078" y="20887"/>
                          <a:chExt cx="1836" cy="10103"/>
                        </a:xfrm>
                      </wpg:grpSpPr>
                      <wps:wsp>
                        <wps:cNvPr id="58" name="文本框 25"/>
                        <wps:cNvSpPr txBox="1"/>
                        <wps:spPr>
                          <a:xfrm>
                            <a:off x="6078" y="20887"/>
                            <a:ext cx="1785" cy="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文本框 25"/>
                        <wps:cNvSpPr txBox="1"/>
                        <wps:spPr>
                          <a:xfrm>
                            <a:off x="6090" y="30287"/>
                            <a:ext cx="1824" cy="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1" name="文本框 25"/>
                        <wps:cNvSpPr txBox="1"/>
                        <wps:spPr>
                          <a:xfrm>
                            <a:off x="6090" y="27779"/>
                            <a:ext cx="1824" cy="7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3" name="文本框 25"/>
                        <wps:cNvSpPr txBox="1"/>
                        <wps:spPr>
                          <a:xfrm>
                            <a:off x="6090" y="22353"/>
                            <a:ext cx="1785" cy="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distribute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val="en-US" w:eastAsia="zh-Han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25pt;margin-top:201.2pt;height:506.05pt;width:74.8pt;z-index:251670528;mso-width-relative:page;mso-height-relative:page;" coordorigin="6078,20887" coordsize="1836,10103" o:gfxdata="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AjnKQk2gAAAAwBAAAPAAAAAAAAAAEAIAAAACIAAABkcnMvZG93bnJldi54bWxQSwEC&#10;FAAUAAAACACHTuJACMWZnA8DAAA+DQAADgAAAAAAAAABACAAAAApAQAAZHJzL2Uyb0RvYy54bWxQ&#10;SwUGAAAAAAYABgBZAQAAqgYAAAAA&#10;">
                <o:lock v:ext="edit" aspectratio="f"/>
                <v:shape id="文本框 25" o:spid="_x0000_s1026" o:spt="202" type="#_x0000_t202" style="position:absolute;left:6078;top:20887;height:703;width:1785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6090;top:30287;height:703;width:1824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6090;top:27779;height:701;width:1824;" filled="f" stroked="f" coordsize="21600,21600" o:gfxdata="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xun2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专业技能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6090;top:22353;height:703;width:1785;" filled="f" stroked="f" coordsize="21600,21600" o:gfxdata="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wpIq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distribute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val="en-US" w:eastAsia="zh-Han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2679700</wp:posOffset>
                </wp:positionV>
                <wp:extent cx="1109980" cy="6225540"/>
                <wp:effectExtent l="0" t="0" r="7620" b="2286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9980" cy="6225540"/>
                          <a:chOff x="1580" y="4503"/>
                          <a:chExt cx="1748" cy="9804"/>
                        </a:xfrm>
                      </wpg:grpSpPr>
                      <wpg:grpSp>
                        <wpg:cNvPr id="38" name="组合 38"/>
                        <wpg:cNvGrpSpPr/>
                        <wpg:grpSpPr>
                          <a:xfrm>
                            <a:off x="1580" y="4503"/>
                            <a:ext cx="1749" cy="9804"/>
                            <a:chOff x="2607" y="4503"/>
                            <a:chExt cx="373" cy="9804"/>
                          </a:xfrm>
                          <a:solidFill>
                            <a:srgbClr val="F5D365"/>
                          </a:solidFill>
                        </wpg:grpSpPr>
                        <wps:wsp>
                          <wps:cNvPr id="39" name="直角三角形 52"/>
                          <wps:cNvSpPr/>
                          <wps:spPr>
                            <a:xfrm>
                              <a:off x="2607" y="4503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1" name="直角三角形 114"/>
                          <wps:cNvSpPr/>
                          <wps:spPr>
                            <a:xfrm>
                              <a:off x="2607" y="5965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121"/>
                          <wps:cNvSpPr/>
                          <wps:spPr>
                            <a:xfrm>
                              <a:off x="2607" y="1140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3" name="直角三角形 127"/>
                          <wps:cNvSpPr/>
                          <wps:spPr>
                            <a:xfrm>
                              <a:off x="2607" y="1391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28" name="组合 128"/>
                        <wpg:cNvGrpSpPr/>
                        <wpg:grpSpPr>
                          <a:xfrm>
                            <a:off x="1581" y="4503"/>
                            <a:ext cx="1574" cy="9804"/>
                            <a:chOff x="2607" y="4503"/>
                            <a:chExt cx="373" cy="9804"/>
                          </a:xfrm>
                          <a:solidFill>
                            <a:srgbClr val="42628D"/>
                          </a:solidFill>
                        </wpg:grpSpPr>
                        <wps:wsp>
                          <wps:cNvPr id="52" name="直角三角形 52"/>
                          <wps:cNvSpPr/>
                          <wps:spPr>
                            <a:xfrm>
                              <a:off x="2607" y="4503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4" name="直角三角形 114"/>
                          <wps:cNvSpPr/>
                          <wps:spPr>
                            <a:xfrm>
                              <a:off x="2607" y="5965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1" name="直角三角形 121"/>
                          <wps:cNvSpPr/>
                          <wps:spPr>
                            <a:xfrm>
                              <a:off x="2607" y="1140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7" name="直角三角形 127"/>
                          <wps:cNvSpPr/>
                          <wps:spPr>
                            <a:xfrm>
                              <a:off x="2607" y="13919"/>
                              <a:ext cx="373" cy="388"/>
                            </a:xfrm>
                            <a:prstGeom prst="snip1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15pt;margin-top:211pt;height:490.2pt;width:87.4pt;z-index:251669504;mso-width-relative:page;mso-height-relative:page;" coordorigin="1580,4503" coordsize="1748,9804" o:gfxdata="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">
                <o:lock v:ext="edit" aspectratio="f"/>
                <v:group id="_x0000_s1026" o:spid="_x0000_s1026" o:spt="203" style="position:absolute;left:1580;top:4503;height:9804;width:1749;" coordorigin="2607,4503" coordsize="373,9804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直角三角形 52" o:spid="_x0000_s1026" style="position:absolute;left:2607;top:4503;height:388;width:373;v-text-anchor:middle;" filled="t" stroked="f" coordsize="373,388" o:gfxdata="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oq7lvQAA&#10;ANsAAAAPAAAAAAAAAAEAIAAAACIAAABkcnMvZG93bnJldi54bWxQSwECFAAUAAAACACHTuJAMy8F&#10;njsAAAA5AAAAEAAAAAAAAAABACAAAAAMAQAAZHJzL3NoYXBleG1sLnhtbFBLBQYAAAAABgAGAFsB&#10;AAC2AwAAAAA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14" o:spid="_x0000_s1026" style="position:absolute;left:2607;top:5965;height:388;width:373;v-text-anchor:middle;" filled="t" stroked="f" coordsize="373,388" o:gfxdata="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0tGevQAA&#10;ANsAAAAPAAAAAAAAAAEAIAAAACIAAABkcnMvZG93bnJldi54bWxQSwECFAAUAAAACACHTuJAMy8F&#10;njsAAAA5AAAAEAAAAAAAAAABACAAAAAMAQAAZHJzL3NoYXBleG1sLnhtbFBLBQYAAAAABgAGAFsB&#10;AAC2AwAAAAA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1" o:spid="_x0000_s1026" style="position:absolute;left:2607;top:11409;height:388;width:373;v-text-anchor:middle;" filled="t" stroked="f" coordsize="373,388" o:gfxdata="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BP6b4A&#10;AADbAAAADwAAAAAAAAABACAAAAAiAAAAZHJzL2Rvd25yZXYueG1sUEsBAhQAFAAAAAgAh07iQDMv&#10;BZ47AAAAOQAAABAAAAAAAAAAAQAgAAAADQEAAGRycy9zaGFwZXhtbC54bWxQSwUGAAAAAAYABgBb&#10;AQAAtwMAAAAA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7" o:spid="_x0000_s1026" style="position:absolute;left:2607;top:13919;height:388;width:373;v-text-anchor:middle;" filled="t" stroked="f" coordsize="373,388" o:gfxdata="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TOpyvQAA&#10;ANsAAAAPAAAAAAAAAAEAIAAAACIAAABkcnMvZG93bnJldi54bWxQSwECFAAUAAAACACHTuJAMy8F&#10;njsAAAA5AAAAEAAAAAAAAAABACAAAAAMAQAAZHJzL3NoYXBleG1sLnhtbFBLBQYAAAAABgAGAFsB&#10;AAC2AwAAAAA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1581;top:4503;height:9804;width:1574;" coordorigin="2607,4503" coordsize="373,9804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直角三角形 52" o:spid="_x0000_s1026" style="position:absolute;left:2607;top:4503;height:388;width:373;v-text-anchor:middle;" filled="t" stroked="f" coordsize="373,388" o:gfxdata="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dnZNL4A&#10;AADbAAAADwAAAAAAAAABACAAAAAiAAAAZHJzL2Rvd25yZXYueG1sUEsBAhQAFAAAAAgAh07iQDMv&#10;BZ47AAAAOQAAABAAAAAAAAAAAQAgAAAADQEAAGRycy9zaGFwZXhtbC54bWxQSwUGAAAAAAYABgBb&#10;AQAAtwMAAAAA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14" o:spid="_x0000_s1026" style="position:absolute;left:2607;top:5965;height:388;width:373;v-text-anchor:middle;" filled="t" stroked="f" coordsize="373,388" o:gfxdata="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zYNq8AAAA&#10;3AAAAA8AAAAAAAAAAQAgAAAAIgAAAGRycy9kb3ducmV2LnhtbFBLAQIUABQAAAAIAIdO4kAzLwWe&#10;OwAAADkAAAAQAAAAAAAAAAEAIAAAAAsBAABkcnMvc2hhcGV4bWwueG1sUEsFBgAAAAAGAAYAWwEA&#10;ALUDAAAAAA=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1" o:spid="_x0000_s1026" style="position:absolute;left:2607;top:11409;height:388;width:373;v-text-anchor:middle;" filled="t" stroked="f" coordsize="373,388" o:gfxdata="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7oCf+8AAAA&#10;3AAAAA8AAAAAAAAAAQAgAAAAIgAAAGRycy9kb3ducmV2LnhtbFBLAQIUABQAAAAIAIdO4kAzLwWe&#10;OwAAADkAAAAQAAAAAAAAAAEAIAAAAAsBAABkcnMvc2hhcGV4bWwueG1sUEsFBgAAAAAGAAYAWwEA&#10;ALUDAAAAAA=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直角三角形 127" o:spid="_x0000_s1026" style="position:absolute;left:2607;top:13919;height:388;width:373;v-text-anchor:middle;" filled="t" stroked="f" coordsize="373,388" o:gfxdata="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5NNBC8AAAA&#10;3AAAAA8AAAAAAAAAAQAgAAAAIgAAAGRycy9kb3ducmV2LnhtbFBLAQIUABQAAAAIAIdO4kAzLwWe&#10;OwAAADkAAAAQAAAAAAAAAAEAIAAAAAsBAABkcnMvc2hhcGV4bWwueG1sUEsFBgAAAAAGAAYAWwEA&#10;ALUDAAAAAA==&#10;" path="m0,0l186,0,373,186,373,388,0,388xe">
                    <v:path o:connectlocs="373,194;186,388;0,194;186,0" o:connectangles="0,82,164,247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2679700</wp:posOffset>
                </wp:positionV>
                <wp:extent cx="241300" cy="6225540"/>
                <wp:effectExtent l="0" t="0" r="12700" b="2286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" cy="6225540"/>
                          <a:chOff x="2607" y="4503"/>
                          <a:chExt cx="373" cy="9804"/>
                        </a:xfrm>
                        <a:solidFill>
                          <a:srgbClr val="42628A"/>
                        </a:solidFill>
                      </wpg:grpSpPr>
                      <wps:wsp>
                        <wps:cNvPr id="16" name="直角三角形 52"/>
                        <wps:cNvSpPr/>
                        <wps:spPr>
                          <a:xfrm>
                            <a:off x="2607" y="4503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直角三角形 114"/>
                        <wps:cNvSpPr/>
                        <wps:spPr>
                          <a:xfrm>
                            <a:off x="2607" y="5965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直角三角形 121"/>
                        <wps:cNvSpPr/>
                        <wps:spPr>
                          <a:xfrm>
                            <a:off x="2607" y="11409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直角三角形 127"/>
                        <wps:cNvSpPr/>
                        <wps:spPr>
                          <a:xfrm>
                            <a:off x="2607" y="13919"/>
                            <a:ext cx="373" cy="38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25pt;margin-top:211pt;height:490.2pt;width:19pt;z-index:251668480;mso-width-relative:page;mso-height-relative:page;" coordorigin="2607,4503" coordsize="373,9804" o:gfxdata="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4BDHz9kAAAAMAQAADwAAAAAAAAABACAAAAAiAAAAZHJzL2Rvd25yZXYueG1sUEsB&#10;AhQAFAAAAAgAh07iQJeAr/BKAwAAhA4AAA4AAAAAAAAAAQAgAAAAKAEAAGRycy9lMm9Eb2MueG1s&#10;UEsFBgAAAAAGAAYAWQEAAOQGAAAAAA==&#10;">
                <o:lock v:ext="edit" aspectratio="f"/>
                <v:rect id="直角三角形 52" o:spid="_x0000_s1026" o:spt="1" style="position:absolute;left:2607;top:4503;height:388;width:373;v-text-anchor:middle;" filled="t" stroked="f" coordsize="21600,21600" o:gfxdata="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WKJ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直角三角形 114" o:spid="_x0000_s1026" o:spt="1" style="position:absolute;left:2607;top:5965;height:388;width:373;v-text-anchor:middle;" filled="t" stroked="f" coordsize="21600,21600" o:gfxdata="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pL7+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直角三角形 121" o:spid="_x0000_s1026" o:spt="1" style="position:absolute;left:2607;top:11409;height:388;width:373;v-text-anchor:middle;" filled="t" stroked="f" coordsize="21600,21600" o:gfxdata="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J2u82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直角三角形 127" o:spid="_x0000_s1026" o:spt="1" style="position:absolute;left:2607;top:13919;height:388;width:373;v-text-anchor:middle;" filled="t" stroked="f" coordsize="21600,21600" o:gfxdata="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Vd7d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2931160</wp:posOffset>
                </wp:positionV>
                <wp:extent cx="6177280" cy="5972810"/>
                <wp:effectExtent l="0" t="9525" r="20320" b="12065"/>
                <wp:wrapNone/>
                <wp:docPr id="109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7280" cy="5972810"/>
                          <a:chOff x="3839" y="4704"/>
                          <a:chExt cx="7654" cy="9406"/>
                        </a:xfrm>
                      </wpg:grpSpPr>
                      <wps:wsp>
                        <wps:cNvPr id="106" name="直接连接符 106"/>
                        <wps:cNvCnPr/>
                        <wps:spPr>
                          <a:xfrm>
                            <a:off x="3839" y="4704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直接连接符 103"/>
                        <wps:cNvCnPr/>
                        <wps:spPr>
                          <a:xfrm>
                            <a:off x="3839" y="6164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直接连接符 97"/>
                        <wps:cNvCnPr/>
                        <wps:spPr>
                          <a:xfrm>
                            <a:off x="3839" y="11620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直接连接符 96"/>
                        <wps:cNvCnPr/>
                        <wps:spPr>
                          <a:xfrm>
                            <a:off x="3839" y="14110"/>
                            <a:ext cx="7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2628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3.45pt;margin-top:230.8pt;height:470.3pt;width:486.4pt;z-index:251671552;mso-width-relative:page;mso-height-relative:page;" coordorigin="3839,4704" coordsize="7654,9406" o:gfxdata="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ck0Tw3AAAAA0BAAAPAAAAAAAAAAEAIAAAACIAAABkcnMvZG93bnJl&#10;di54bWxQSwECFAAUAAAACACHTuJA+xLCf6QCAAB9CgAADgAAAAAAAAABACAAAAArAQAAZHJzL2Uy&#10;b0RvYy54bWxQSwUGAAAAAAYABgBZAQAAQQYAAAAA&#10;">
                <o:lock v:ext="edit" aspectratio="f"/>
                <v:line id="_x0000_s1026" o:spid="_x0000_s1026" o:spt="20" style="position:absolute;left:3839;top:4704;height:0;width:7654;" filled="f" stroked="t" coordsize="21600,21600" o:gfxdata="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rhiKr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  <v:line id="_x0000_s1026" o:spid="_x0000_s1026" o:spt="20" style="position:absolute;left:3839;top:6164;height:0;width:7654;" filled="f" stroked="t" coordsize="21600,21600" o:gfxdata="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Pwb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  <v:line id="_x0000_s1026" o:spid="_x0000_s1026" o:spt="20" style="position:absolute;left:3839;top:11620;height:0;width:7654;" filled="f" stroked="t" coordsize="21600,21600" o:gfxdata="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FNH4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  <v:line id="_x0000_s1026" o:spid="_x0000_s1026" o:spt="20" style="position:absolute;left:3839;top:14110;height:0;width:7654;" filled="f" stroked="t" coordsize="21600,21600" o:gfxdata="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WHR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42628B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282575</wp:posOffset>
                </wp:positionV>
                <wp:extent cx="6985635" cy="10181590"/>
                <wp:effectExtent l="12700" t="12700" r="37465" b="1651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635" cy="10181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42628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5pt;margin-top:22.25pt;height:801.7pt;width:550.05pt;z-index:251660288;v-text-anchor:middle;mso-width-relative:page;mso-height-relative:page;" fillcolor="#FFFFFF [3212]" filled="t" stroked="t" coordsize="21600,21600" o:gfxdata="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Uvxbv2wAAAAsBAAAPAAAAAAAAAAEA&#10;IAAAACIAAABkcnMvZG93bnJldi54bWxQSwECFAAUAAAACACHTuJASUJr2n4CAAABBQAADgAAAAAA&#10;AAABACAAAAAqAQAAZHJzL2Uyb0RvYy54bWxQSwUGAAAAAAYABgBZAQAAGgYAAAAA&#10;">
                <v:fill on="t" focussize="0,0"/>
                <v:stroke weight="2pt" color="#42628A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42545</wp:posOffset>
                </wp:positionV>
                <wp:extent cx="1675130" cy="421640"/>
                <wp:effectExtent l="0" t="0" r="1270" b="10160"/>
                <wp:wrapNone/>
                <wp:docPr id="15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130" cy="42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2628A"/>
                                <w:sz w:val="24"/>
                                <w:szCs w:val="24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2628A"/>
                                <w:sz w:val="24"/>
                                <w:szCs w:val="24"/>
                                <w:lang w:val="en-US" w:eastAsia="zh-Hans"/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30.3pt;margin-top:3.35pt;height:33.2pt;width:131.9pt;z-index:251662336;mso-width-relative:page;mso-height-relative:page;" fillcolor="#FFFFFF [3212]" filled="t" stroked="f" coordsize="21600,21600" o:gfxdata="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3VFLPUAAAACAEAAA8AAAAA&#10;AAAAAQAgAAAAIgAAAGRycy9kb3ducmV2LnhtbFBLAQIUABQAAAAIAIdO4kClJ3DjUQIAAJI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2628A"/>
                          <w:sz w:val="24"/>
                          <w:szCs w:val="24"/>
                          <w:lang w:val="en-US" w:eastAsia="zh-Han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2628A"/>
                          <w:sz w:val="24"/>
                          <w:szCs w:val="24"/>
                          <w:lang w:val="en-US" w:eastAsia="zh-Hans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-134620</wp:posOffset>
                </wp:positionV>
                <wp:extent cx="7784465" cy="11024235"/>
                <wp:effectExtent l="0" t="0" r="13335" b="2476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784465" cy="110242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y;margin-left:0.6pt;margin-top:-10.6pt;height:868.05pt;width:612.95pt;z-index:251659264;v-text-anchor:middle;mso-width-relative:page;mso-height-relative:page;" fillcolor="#FFFFFF [3212]" filled="t" stroked="f" coordsize="21600,21600" o:gfxdata="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TYIGTYAAAACwEAAA8AAAAAAAAAAQAgAAAAIgAA&#10;AGRycy9kb3ducmV2LnhtbFBLAQIUABQAAAAIAIdO4kDFZjA7egIAAOQEAAAOAAAAAAAAAAEAIAAA&#10;ACcBAABkcnMvZTJvRG9jLnhtbFBLBQYAAAAABgAGAFkBAAAT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5467985</wp:posOffset>
                </wp:positionV>
                <wp:extent cx="6224905" cy="1388110"/>
                <wp:effectExtent l="0" t="0" r="0" b="0"/>
                <wp:wrapNone/>
                <wp:docPr id="138" name="组合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4835" cy="1388110"/>
                          <a:chOff x="5506" y="6931"/>
                          <a:chExt cx="10040" cy="1342"/>
                        </a:xfrm>
                      </wpg:grpSpPr>
                      <wps:wsp>
                        <wps:cNvPr id="134" name="文本框 96"/>
                        <wps:cNvSpPr txBox="1"/>
                        <wps:spPr>
                          <a:xfrm>
                            <a:off x="5526" y="6931"/>
                            <a:ext cx="10002" cy="3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20XX.XX-20XX.XX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浙江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 X X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有限公司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新媒体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运营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5" name="文本框 99"/>
                        <wps:cNvSpPr txBox="1"/>
                        <wps:spPr>
                          <a:xfrm>
                            <a:off x="5506" y="7273"/>
                            <a:ext cx="10040" cy="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负责新媒体版块设计、主题撰写、热点策划等，并定期组织线上、线下主题活动；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负责公司大项目的新媒体营销策划及执行统筹；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充分了解用户需求，收集用户反馈，分析用户行为及需求;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7.5pt;margin-top:430.55pt;height:109.3pt;width:490.15pt;z-index:251665408;mso-width-relative:page;mso-height-relative:page;" coordorigin="5506,6931" coordsize="10040,1342" o:gfxdata="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Cyr8kR2wAAAA0BAAAPAAAAAAAAAAEAIAAAACIAAABkcnMv&#10;ZG93bnJldi54bWxQSwECFAAUAAAACACHTuJA4er3DeQCAAAtCAAADgAAAAAAAAABACAAAAAqAQAA&#10;ZHJzL2Uyb0RvYy54bWxQSwUGAAAAAAYABgBZAQAAgAYAAAAA&#10;">
                <o:lock v:ext="edit" aspectratio="f"/>
                <v:shape id="文本框 96" o:spid="_x0000_s1026" o:spt="202" type="#_x0000_t202" style="position:absolute;left:5526;top:6931;height:399;width:10002;" filled="f" stroked="f" coordsize="21600,21600" o:gfxdata="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6dwTC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20XX.XX-20XX.XX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浙江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 X X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有限公司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新媒体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运营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营</w:t>
                        </w:r>
                      </w:p>
                    </w:txbxContent>
                  </v:textbox>
                </v:shape>
                <v:shape id="文本框 99" o:spid="_x0000_s1026" o:spt="202" type="#_x0000_t202" style="position:absolute;left:5506;top:7273;height:1000;width:10040;" filled="f" stroked="f" coordsize="21600,21600" o:gfxdata="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RZKu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负责新媒体版块设计、主题撰写、热点策划等，并定期组织线上、线下主题活动；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负责公司大项目的新媒体营销策划及执行统筹；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充分了解用户需求，收集用户反馈，分析用户行为及需求;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3987165</wp:posOffset>
                </wp:positionV>
                <wp:extent cx="6223635" cy="1434465"/>
                <wp:effectExtent l="0" t="0" r="0" b="0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6223841" cy="1434465"/>
                          <a:chOff x="5527" y="6675"/>
                          <a:chExt cx="10038" cy="2299"/>
                        </a:xfrm>
                      </wpg:grpSpPr>
                      <wps:wsp>
                        <wps:cNvPr id="140" name="文本框 96"/>
                        <wps:cNvSpPr txBox="1"/>
                        <wps:spPr>
                          <a:xfrm>
                            <a:off x="5547" y="6675"/>
                            <a:ext cx="10012" cy="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color w:val="000000" w:themeColor="text1"/>
                                  <w:sz w:val="22"/>
                                  <w:szCs w:val="22"/>
                                  <w:lang w:val="en-U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20XX.XX-20XX.XX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浙江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 X X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有限公司</w:t>
                              </w:r>
                              <w:r>
                                <w:rPr>
                                  <w:rFonts w:hint="default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新媒体运营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2" name="文本框 99"/>
                        <wps:cNvSpPr txBox="1"/>
                        <wps:spPr>
                          <a:xfrm>
                            <a:off x="5527" y="7294"/>
                            <a:ext cx="10038" cy="1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负责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平台原创文章撰写、编辑和推送，以提升项目客户品牌影响力和美誉度为工作结果；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根据项目需求，制定阶段性新媒体推广策略与计划，负责执行落地并追踪推广效果；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Verdana" w:hAnsi="Verdana" w:eastAsia="宋体" w:cs="Verdana"/>
                                  <w:b w:val="0"/>
                                  <w:i w:val="0"/>
                                  <w:caps w:val="0"/>
                                  <w:color w:val="000000" w:themeColor="text1"/>
                                  <w:spacing w:val="100"/>
                                  <w:kern w:val="0"/>
                                  <w:sz w:val="22"/>
                                  <w:szCs w:val="22"/>
                                  <w:u w:val="none"/>
                                  <w:shd w:val="clear" w:fill="FFFFFF"/>
                                  <w:lang w:val="en-US" w:eastAsia="zh-CN" w:bidi="ar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根据目标客户群体，构建目标人群画像，精准推送目标客户喜欢和感兴趣的文章；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:lang w:eastAsia="zh-Hans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b w:val="0"/>
                                  <w:bCs w:val="0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rPr>
                                  <w:b w:val="0"/>
                                  <w:bCs w:val="0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6.55pt;margin-top:313.95pt;height:112.95pt;width:490.05pt;z-index:251666432;mso-width-relative:page;mso-height-relative:page;" coordorigin="5527,6675" coordsize="10038,2299" o:gfxdata="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SgEwk2wAAAAwBAAAPAAAAAAAAAAEAIAAAACIA&#10;AABkcnMvZG93bnJldi54bWxQSwECFAAUAAAACACHTuJABNljYuoCAAA1CAAADgAAAAAAAAABACAA&#10;AAAqAQAAZHJzL2Uyb0RvYy54bWxQSwUGAAAAAAYABgBZAQAAhgYAAAAA&#10;">
                <o:lock v:ext="edit" aspectratio="f"/>
                <v:shape id="文本框 96" o:spid="_x0000_s1026" o:spt="202" type="#_x0000_t202" style="position:absolute;left:5547;top:6675;height:666;width:10012;" filled="f" stroked="f" coordsize="21600,21600" o:gfxdata="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5oLR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color w:val="000000" w:themeColor="text1"/>
                            <w:sz w:val="22"/>
                            <w:szCs w:val="22"/>
                            <w:lang w:val="en-U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20XX.XX-20XX.XX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浙江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 X X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有限公司</w:t>
                        </w:r>
                        <w:r>
                          <w:rPr>
                            <w:rFonts w:hint="default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新媒体运营</w:t>
                        </w:r>
                      </w:p>
                    </w:txbxContent>
                  </v:textbox>
                </v:shape>
                <v:shape id="文本框 99" o:spid="_x0000_s1026" o:spt="202" type="#_x0000_t202" style="position:absolute;left:5527;top:7294;height:1680;width:10038;" filled="f" stroked="f" coordsize="21600,21600" o:gfxdata="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+j6K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负责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平台原创文章撰写、编辑和推送，以提升项目客户品牌影响力和美誉度为工作结果；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根据项目需求，制定阶段性新媒体推广策略与计划，负责执行落地并追踪推广效果；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Verdana" w:hAnsi="Verdana" w:eastAsia="宋体" w:cs="Verdana"/>
                            <w:b w:val="0"/>
                            <w:i w:val="0"/>
                            <w:caps w:val="0"/>
                            <w:color w:val="000000" w:themeColor="text1"/>
                            <w:spacing w:val="100"/>
                            <w:kern w:val="0"/>
                            <w:sz w:val="22"/>
                            <w:szCs w:val="22"/>
                            <w:u w:val="none"/>
                            <w:shd w:val="clear" w:fill="FFFFFF"/>
                            <w:lang w:val="en-US" w:eastAsia="zh-CN" w:bidi="ar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根据目标客户群体，构建目标人群画像，精准推送目标客户喜欢和感兴趣的文章；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:lang w:eastAsia="zh-Hans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b w:val="0"/>
                            <w:bCs w:val="0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rPr>
                            <w:b w:val="0"/>
                            <w:bCs w:val="0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7405370</wp:posOffset>
                </wp:positionV>
                <wp:extent cx="6238875" cy="1136650"/>
                <wp:effectExtent l="0" t="0" r="9525" b="635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1136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Verdana" w:hAnsi="Verdana" w:eastAsia="宋体" w:cs="Verdana"/>
                                <w:b w:val="0"/>
                                <w:i w:val="0"/>
                                <w:caps w:val="0"/>
                                <w:color w:val="auto"/>
                                <w:spacing w:val="10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</w:rPr>
                              <w:t>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语言技能：英语四级证书、普通话二级甲等证书；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Verdana" w:hAnsi="Verdana" w:eastAsia="宋体" w:cs="Verdana"/>
                                <w:b w:val="0"/>
                                <w:i w:val="0"/>
                                <w:caps w:val="0"/>
                                <w:color w:val="auto"/>
                                <w:spacing w:val="10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</w:rPr>
                              <w:t>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专业技能：熟练使用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PS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和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AXURE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；能够制作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H5;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Verdana" w:hAnsi="Verdana" w:eastAsia="宋体" w:cs="Verdana"/>
                                <w:b w:val="0"/>
                                <w:i w:val="0"/>
                                <w:caps w:val="0"/>
                                <w:color w:val="auto"/>
                                <w:spacing w:val="100"/>
                                <w:kern w:val="0"/>
                                <w:sz w:val="22"/>
                                <w:szCs w:val="22"/>
                                <w:u w:val="none"/>
                                <w:shd w:val="clear" w:fill="FFFFFF"/>
                                <w:lang w:val="en-US" w:eastAsia="zh-CN" w:bidi="ar"/>
                              </w:rPr>
                              <w:t>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其他技能：熟练使用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OFFICE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办公软件；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C1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驾驶证；国家计算机二级证书；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pt;margin-top:583.1pt;height:89.5pt;width:491.25pt;z-index:251663360;mso-width-relative:page;mso-height-relative:page;" fillcolor="#FFFFFF [3201]" filled="t" stroked="f" coordsize="21600,21600" o:gfxdata="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nqPAP1wAAAA4BAAAP&#10;AAAAAAAAAAEAIAAAACIAAABkcnMvZG93bnJldi54bWxQSwECFAAUAAAACACHTuJAAvTq61ICAACU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  <w:r>
                        <w:rPr>
                          <w:rFonts w:hint="eastAsia" w:ascii="Verdana" w:hAnsi="Verdana" w:eastAsia="宋体" w:cs="Verdana"/>
                          <w:b w:val="0"/>
                          <w:i w:val="0"/>
                          <w:caps w:val="0"/>
                          <w:color w:val="auto"/>
                          <w:spacing w:val="10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</w:rPr>
                        <w:t>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语言技能：英语四级证书、普通话二级甲等证书；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  <w:r>
                        <w:rPr>
                          <w:rFonts w:hint="eastAsia" w:ascii="Verdana" w:hAnsi="Verdana" w:eastAsia="宋体" w:cs="Verdana"/>
                          <w:b w:val="0"/>
                          <w:i w:val="0"/>
                          <w:caps w:val="0"/>
                          <w:color w:val="auto"/>
                          <w:spacing w:val="10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</w:rPr>
                        <w:t>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专业技能：熟练使用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PS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和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AXURE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；能够制作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H5;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  <w:r>
                        <w:rPr>
                          <w:rFonts w:hint="eastAsia" w:ascii="Verdana" w:hAnsi="Verdana" w:eastAsia="宋体" w:cs="Verdana"/>
                          <w:b w:val="0"/>
                          <w:i w:val="0"/>
                          <w:caps w:val="0"/>
                          <w:color w:val="auto"/>
                          <w:spacing w:val="100"/>
                          <w:kern w:val="0"/>
                          <w:sz w:val="22"/>
                          <w:szCs w:val="22"/>
                          <w:u w:val="none"/>
                          <w:shd w:val="clear" w:fill="FFFFFF"/>
                          <w:lang w:val="en-US" w:eastAsia="zh-CN" w:bidi="ar"/>
                        </w:rPr>
                        <w:t>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其他技能：熟练使用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OFFICE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办公软件；</w:t>
                      </w:r>
                      <w: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eastAsia="zh-Hans"/>
                        </w:rPr>
                        <w:t>C1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驾驶证；国家计算机二级证书；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820420</wp:posOffset>
                </wp:positionH>
                <wp:positionV relativeFrom="paragraph">
                  <wp:posOffset>8963660</wp:posOffset>
                </wp:positionV>
                <wp:extent cx="6101080" cy="1269365"/>
                <wp:effectExtent l="0" t="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1080" cy="1269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  <w:t>乐观开朗，善于沟通，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城市守信，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auto"/>
                                <w:sz w:val="22"/>
                                <w:szCs w:val="22"/>
                                <w:lang w:val="en-US" w:eastAsia="zh-CN"/>
                              </w:rPr>
                              <w:t>专业知识扎实，适应力较强，并且善于总结工作经验，用最少的时间，最少的财力、物力，做到利益最大化，从而提高工作效率！为人谦虚谨慎，有很强的团体协作精神。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6pt;margin-top:705.8pt;height:99.95pt;width:480.4pt;z-index:251667456;mso-width-relative:page;mso-height-relative:page;" filled="f" stroked="f" coordsize="21600,21600" o:gfxdata="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Vg+FdwAAAAOAQAADwAAAAAAAAABACAAAAAiAAAA&#10;ZHJzL2Rvd25yZXYueG1sUEsBAhQAFAAAAAgAh07iQGn9hnQ8AgAAa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CN"/>
                        </w:rPr>
                        <w:t>乐观开朗，善于沟通，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Hans"/>
                        </w:rPr>
                        <w:t>城市守信，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auto"/>
                          <w:sz w:val="22"/>
                          <w:szCs w:val="22"/>
                          <w:lang w:val="en-US" w:eastAsia="zh-CN"/>
                        </w:rPr>
                        <w:t>专业知识扎实，适应力较强，并且善于总结工作经验，用最少的时间，最少的财力、物力，做到利益最大化，从而提高工作效率！为人谦虚谨慎，有很强的团体协作精神。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3086100</wp:posOffset>
                </wp:positionV>
                <wp:extent cx="6173470" cy="380365"/>
                <wp:effectExtent l="0" t="0" r="0" b="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3470" cy="380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="0" w:leftChars="0" w:right="0" w:rightChars="0" w:firstLine="0" w:firstLineChars="0"/>
                              <w:jc w:val="distribute"/>
                              <w:textAlignment w:val="auto"/>
                              <w:outlineLvl w:val="9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 xml:space="preserve">20XX.09-20XX.06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上海科技大学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电子商务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val="en-US" w:eastAsia="zh-Hans"/>
                              </w:rPr>
                              <w:t>本科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auto"/>
                                <w:sz w:val="22"/>
                                <w:szCs w:val="22"/>
                                <w:lang w:eastAsia="zh-Hans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15pt;margin-top:243pt;height:29.95pt;width:486.1pt;z-index:251664384;mso-width-relative:page;mso-height-relative:page;" filled="f" stroked="f" coordsize="21600,21600" o:gfxdata="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ugkVncAAAADAEAAA8AAAAAAAAAAQAgAAAAIgAA&#10;AGRycy9kb3ducmV2LnhtbFBLAQIUABQAAAAIAIdO4kBserM2PQIAAGo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0" w:leftChars="0" w:right="0" w:rightChars="0" w:firstLine="0" w:firstLineChars="0"/>
                        <w:jc w:val="distribute"/>
                        <w:textAlignment w:val="auto"/>
                        <w:outlineLvl w:val="9"/>
                        <w:rPr>
                          <w:b/>
                          <w:bCs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 xml:space="preserve">20XX.09-20XX.06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val="en-US" w:eastAsia="zh-Hans"/>
                        </w:rPr>
                        <w:t>上海科技大学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 xml:space="preserve"> 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val="en-US" w:eastAsia="zh-Hans"/>
                        </w:rPr>
                        <w:t>电子商务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val="en-US" w:eastAsia="zh-Hans"/>
                        </w:rPr>
                        <w:t>本科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auto"/>
                          <w:sz w:val="22"/>
                          <w:szCs w:val="22"/>
                          <w:lang w:eastAsia="zh-Hans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850" w:h="16783"/>
      <w:pgMar w:top="0" w:right="0" w:bottom="0" w:left="0" w:header="851" w:footer="992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E284A"/>
    <w:rsid w:val="0F4B7756"/>
    <w:rsid w:val="0FFFDDCE"/>
    <w:rsid w:val="123F745F"/>
    <w:rsid w:val="16E84ECB"/>
    <w:rsid w:val="27FA0981"/>
    <w:rsid w:val="27FDBDD2"/>
    <w:rsid w:val="33EBFD61"/>
    <w:rsid w:val="36FEF178"/>
    <w:rsid w:val="3DD71554"/>
    <w:rsid w:val="3DEE6BAD"/>
    <w:rsid w:val="3EEE51D8"/>
    <w:rsid w:val="3FA31179"/>
    <w:rsid w:val="432E284A"/>
    <w:rsid w:val="4F7FE6A4"/>
    <w:rsid w:val="4FDCB2E9"/>
    <w:rsid w:val="57FA9E55"/>
    <w:rsid w:val="59AF8C55"/>
    <w:rsid w:val="5B3FE63F"/>
    <w:rsid w:val="5EFB609D"/>
    <w:rsid w:val="5EFF6A6E"/>
    <w:rsid w:val="5F7DD174"/>
    <w:rsid w:val="636D7B27"/>
    <w:rsid w:val="66DF5081"/>
    <w:rsid w:val="67FEE287"/>
    <w:rsid w:val="6AF6658D"/>
    <w:rsid w:val="6BDC681F"/>
    <w:rsid w:val="6EBFCC95"/>
    <w:rsid w:val="6FFC0F12"/>
    <w:rsid w:val="733FEC94"/>
    <w:rsid w:val="73A63219"/>
    <w:rsid w:val="757F4E6B"/>
    <w:rsid w:val="75EA75B3"/>
    <w:rsid w:val="77AD9764"/>
    <w:rsid w:val="77BFA20A"/>
    <w:rsid w:val="790DE81A"/>
    <w:rsid w:val="7AD835B3"/>
    <w:rsid w:val="7BFE0CAC"/>
    <w:rsid w:val="7C7BD05A"/>
    <w:rsid w:val="7CED6A37"/>
    <w:rsid w:val="7DF54524"/>
    <w:rsid w:val="7E5A188A"/>
    <w:rsid w:val="7ECB5C76"/>
    <w:rsid w:val="7F7F67FD"/>
    <w:rsid w:val="7F7FB866"/>
    <w:rsid w:val="7FB70847"/>
    <w:rsid w:val="7FE5DE02"/>
    <w:rsid w:val="7FED68E7"/>
    <w:rsid w:val="7FFABDBE"/>
    <w:rsid w:val="7FFF802D"/>
    <w:rsid w:val="9F765EE7"/>
    <w:rsid w:val="A9F5BFBF"/>
    <w:rsid w:val="B27F32AB"/>
    <w:rsid w:val="B37DAF82"/>
    <w:rsid w:val="BEFF54B2"/>
    <w:rsid w:val="BFBF496D"/>
    <w:rsid w:val="CFF923C9"/>
    <w:rsid w:val="D7DD976E"/>
    <w:rsid w:val="D9FD553B"/>
    <w:rsid w:val="DCADB383"/>
    <w:rsid w:val="DD7F0596"/>
    <w:rsid w:val="DFAD98BC"/>
    <w:rsid w:val="DFDFA9E3"/>
    <w:rsid w:val="DFFFA78F"/>
    <w:rsid w:val="EAFFF3B7"/>
    <w:rsid w:val="EBE1A1C6"/>
    <w:rsid w:val="EBF588BF"/>
    <w:rsid w:val="EE0FC838"/>
    <w:rsid w:val="EFDE4378"/>
    <w:rsid w:val="EFFFC298"/>
    <w:rsid w:val="F37EA865"/>
    <w:rsid w:val="F6538B2F"/>
    <w:rsid w:val="F7EB7F79"/>
    <w:rsid w:val="F9BF1A51"/>
    <w:rsid w:val="F9FF53C5"/>
    <w:rsid w:val="FB1239B2"/>
    <w:rsid w:val="FBCA8EC7"/>
    <w:rsid w:val="FBE3F7C8"/>
    <w:rsid w:val="FBFA0117"/>
    <w:rsid w:val="FCD04320"/>
    <w:rsid w:val="FD7AB104"/>
    <w:rsid w:val="FE3FB591"/>
    <w:rsid w:val="FE6E6E7C"/>
    <w:rsid w:val="FE95141E"/>
    <w:rsid w:val="FF4AFAB6"/>
    <w:rsid w:val="FF7F23E1"/>
    <w:rsid w:val="FF9A16EC"/>
    <w:rsid w:val="FF9FDAA9"/>
    <w:rsid w:val="FFCF3C38"/>
    <w:rsid w:val="FFFB8453"/>
    <w:rsid w:val="FFFF7CD1"/>
    <w:rsid w:val="FFFFF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0e5cd1a8-3080-4b11-a404-82a5a32e41cc\&#26032;&#23186;&#20307;&#36816;&#33829;&#27714;&#32844;&#31616;&#21382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新媒体运营求职简历模板.docx</Template>
  <Company>巴南区委办</Company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2022-01-07T08:31:00Z</dcterms:created>
  <dc:creator>铭</dc:creator>
  <cp:lastModifiedBy>admin</cp:lastModifiedBy>
  <dcterms:modified xsi:type="dcterms:W3CDTF">2022-01-10T00:18:57Z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KSOTemplateUUID">
    <vt:lpwstr>v1.0_mb_65aOlsHAW+AUj7LeNuS7vA==</vt:lpwstr>
  </property>
  <property fmtid="{D5CDD505-2E9C-101B-9397-08002B2CF9AE}" pid="4" name="ICV">
    <vt:lpwstr>C2F94DC1124E4032A345EF91CB66D058</vt:lpwstr>
  </property>
</Properties>
</file>